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F3" w:rsidRPr="009D7059" w:rsidRDefault="00F32901" w:rsidP="009D7059">
      <w:pPr>
        <w:pStyle w:val="Testname"/>
        <w:spacing w:line="240" w:lineRule="auto"/>
        <w:contextualSpacing/>
      </w:pPr>
      <w:proofErr w:type="spellStart"/>
      <w:r>
        <w:t>Precalculus</w:t>
      </w:r>
      <w:proofErr w:type="spellEnd"/>
      <w:r>
        <w:t xml:space="preserve"> </w:t>
      </w:r>
      <w:r w:rsidR="009156DA">
        <w:t>Quiz 1</w:t>
      </w:r>
      <w:r>
        <w:t>.1 – 1.4</w:t>
      </w:r>
      <w:r w:rsidR="009156DA">
        <w:t xml:space="preserve"> 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DB09A2" w:rsidRPr="009D7059" w:rsidTr="00381AB4">
        <w:tc>
          <w:tcPr>
            <w:tcW w:w="1465" w:type="dxa"/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Instructor:</w:t>
            </w:r>
          </w:p>
        </w:tc>
        <w:sdt>
          <w:sdtPr>
            <w:rPr>
              <w:sz w:val="22"/>
            </w:rPr>
            <w:id w:val="36987259"/>
            <w:placeholder>
              <w:docPart w:val="EE29851E53E64FA9A63B02DD754BF615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F914C2" w:rsidRPr="009D7059" w:rsidRDefault="007336AF" w:rsidP="009D7059">
                <w:pPr>
                  <w:pStyle w:val="Classdetails"/>
                  <w:framePr w:hSpace="0" w:wrap="auto" w:vAnchor="margin" w:hAnchor="text" w:yAlign="inline"/>
                  <w:spacing w:before="0"/>
                  <w:contextualSpacing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Miss </w:t>
                </w:r>
                <w:r w:rsidR="003D28D5" w:rsidRPr="009D7059">
                  <w:rPr>
                    <w:sz w:val="22"/>
                  </w:rPr>
                  <w:t>Lewis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9D7059" w:rsidRDefault="001F06E3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Name</w:t>
            </w:r>
            <w:r w:rsidR="00F914C2" w:rsidRPr="009D7059">
              <w:rPr>
                <w:sz w:val="22"/>
              </w:rPr>
              <w:t>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</w:tr>
      <w:tr w:rsidR="00DB09A2" w:rsidRPr="009D7059" w:rsidTr="00381AB4">
        <w:tc>
          <w:tcPr>
            <w:tcW w:w="1465" w:type="dxa"/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Class:</w:t>
            </w:r>
          </w:p>
        </w:tc>
        <w:sdt>
          <w:sdtPr>
            <w:rPr>
              <w:sz w:val="22"/>
            </w:rPr>
            <w:id w:val="36987263"/>
            <w:placeholder>
              <w:docPart w:val="8EA1863DD2E74564A19857444749C077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F914C2" w:rsidRPr="009D7059" w:rsidRDefault="00F32901" w:rsidP="00F32901">
                <w:pPr>
                  <w:pStyle w:val="Classdetails"/>
                  <w:framePr w:hSpace="0" w:wrap="auto" w:vAnchor="margin" w:hAnchor="text" w:yAlign="inline"/>
                  <w:spacing w:before="0"/>
                  <w:contextualSpacing/>
                  <w:rPr>
                    <w:sz w:val="22"/>
                  </w:rPr>
                </w:pPr>
                <w:proofErr w:type="spellStart"/>
                <w:r>
                  <w:rPr>
                    <w:sz w:val="22"/>
                  </w:rPr>
                  <w:t>Prec</w:t>
                </w:r>
                <w:r w:rsidR="003D28D5" w:rsidRPr="009D7059">
                  <w:rPr>
                    <w:sz w:val="22"/>
                  </w:rPr>
                  <w:t>alculus</w:t>
                </w:r>
                <w:proofErr w:type="spellEnd"/>
              </w:p>
            </w:tc>
          </w:sdtContent>
        </w:sdt>
        <w:tc>
          <w:tcPr>
            <w:tcW w:w="1170" w:type="dxa"/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Date: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</w:tr>
    </w:tbl>
    <w:sdt>
      <w:sdtPr>
        <w:rPr>
          <w:sz w:val="22"/>
        </w:rPr>
        <w:id w:val="36987245"/>
        <w:placeholder>
          <w:docPart w:val="1988212547A2466FB2FD356D24A30AD5"/>
        </w:placeholder>
      </w:sdtPr>
      <w:sdtEndPr/>
      <w:sdtContent>
        <w:p w:rsidR="00FA2196" w:rsidRDefault="00FA2196" w:rsidP="00596F6E">
          <w:pPr>
            <w:pStyle w:val="Instructionstostudents"/>
            <w:spacing w:before="0"/>
            <w:ind w:left="288"/>
            <w:contextualSpacing/>
            <w:rPr>
              <w:sz w:val="22"/>
            </w:rPr>
          </w:pPr>
        </w:p>
        <w:p w:rsidR="00596F6E" w:rsidRDefault="003D28D5" w:rsidP="00596F6E">
          <w:pPr>
            <w:pStyle w:val="Instructionstostudents"/>
            <w:spacing w:before="0"/>
            <w:ind w:left="288"/>
            <w:contextualSpacing/>
            <w:rPr>
              <w:sz w:val="22"/>
            </w:rPr>
          </w:pPr>
          <w:r w:rsidRPr="009D7059">
            <w:rPr>
              <w:sz w:val="22"/>
            </w:rPr>
            <w:t>Read each question carefull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 and select the best answer choice.  Mark onl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 on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our own paper or the bubble sheet. 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 are required to show all of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our work for starred (**) problems. 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 will not receive credit for problems that are starred unless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 show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>our work.</w:t>
          </w:r>
        </w:p>
        <w:p w:rsidR="00D016F0" w:rsidRPr="009D7059" w:rsidRDefault="00845407" w:rsidP="00596F6E">
          <w:pPr>
            <w:pStyle w:val="Instructionstostudents"/>
            <w:spacing w:before="0"/>
            <w:ind w:left="288"/>
            <w:contextualSpacing/>
            <w:rPr>
              <w:sz w:val="22"/>
            </w:rPr>
          </w:pPr>
        </w:p>
      </w:sdtContent>
    </w:sdt>
    <w:tbl>
      <w:tblPr>
        <w:tblpPr w:leftFromText="187" w:rightFromText="187" w:vertAnchor="text" w:horzAnchor="page" w:tblpX="1520" w:tblpY="1"/>
        <w:tblOverlap w:val="never"/>
        <w:tblW w:w="1737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0"/>
        <w:gridCol w:w="540"/>
        <w:gridCol w:w="8010"/>
        <w:gridCol w:w="8010"/>
      </w:tblGrid>
      <w:tr w:rsidR="00911008" w:rsidRPr="009D7059" w:rsidTr="00845407">
        <w:tc>
          <w:tcPr>
            <w:tcW w:w="810" w:type="dxa"/>
            <w:vAlign w:val="bottom"/>
          </w:tcPr>
          <w:p w:rsidR="00911008" w:rsidRPr="009D7059" w:rsidRDefault="000249BF" w:rsidP="00845407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**</w:t>
            </w:r>
            <w:r w:rsidR="00911008" w:rsidRPr="009D7059">
              <w:rPr>
                <w:sz w:val="22"/>
              </w:rPr>
              <w:t>1)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845407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sdt>
          <w:sdtPr>
            <w:rPr>
              <w:sz w:val="22"/>
            </w:rPr>
            <w:id w:val="36987563"/>
            <w:placeholder>
              <w:docPart w:val="70A3139BB0F646BBA94054AE9349D814"/>
            </w:placeholder>
          </w:sdtPr>
          <w:sdtEndPr/>
          <w:sdtContent>
            <w:tc>
              <w:tcPr>
                <w:tcW w:w="8010" w:type="dxa"/>
              </w:tcPr>
              <w:p w:rsidR="00911008" w:rsidRPr="009D7059" w:rsidRDefault="00911008" w:rsidP="00845407">
                <w:pPr>
                  <w:pStyle w:val="Question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Find </w:t>
                </w:r>
                <w:r w:rsidR="00F32901">
                  <w:rPr>
                    <w:sz w:val="22"/>
                  </w:rPr>
                  <w:t xml:space="preserve">an equation of the line that passes through the point (4, -1) and has a slope of </w:t>
                </w:r>
                <m:oMath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.</m:t>
                  </m:r>
                </m:oMath>
              </w:p>
            </w:tc>
          </w:sdtContent>
        </w:sdt>
        <w:tc>
          <w:tcPr>
            <w:tcW w:w="8010" w:type="dxa"/>
          </w:tcPr>
          <w:p w:rsidR="00911008" w:rsidRPr="009D7059" w:rsidRDefault="00911008" w:rsidP="00845407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845407">
        <w:tc>
          <w:tcPr>
            <w:tcW w:w="810" w:type="dxa"/>
            <w:vAlign w:val="bottom"/>
          </w:tcPr>
          <w:p w:rsidR="00911008" w:rsidRPr="009D7059" w:rsidRDefault="00911008" w:rsidP="00845407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845407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36987612"/>
            <w:placeholder>
              <w:docPart w:val="E5243F7E594C4B0E89409374311A62A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32901" w:rsidP="00845407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y = </w:t>
                </w:r>
                <m:oMath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2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inorHAnsi"/>
                      <w:sz w:val="22"/>
                    </w:rPr>
                    <m:t>x</m:t>
                  </m:r>
                </m:oMath>
                <w:r>
                  <w:rPr>
                    <w:rFonts w:cstheme="minorHAnsi"/>
                    <w:sz w:val="22"/>
                  </w:rPr>
                  <w:t xml:space="preserve"> - 1</w:t>
                </w:r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845407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845407">
        <w:tc>
          <w:tcPr>
            <w:tcW w:w="810" w:type="dxa"/>
            <w:vAlign w:val="bottom"/>
          </w:tcPr>
          <w:p w:rsidR="00911008" w:rsidRPr="009D7059" w:rsidRDefault="00911008" w:rsidP="00845407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845407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36987613"/>
            <w:placeholder>
              <w:docPart w:val="99B9028FA4544CD19F6FDAD1757B8F43"/>
            </w:placeholder>
          </w:sdtPr>
          <w:sdtEndPr/>
          <w:sdtContent>
            <w:sdt>
              <w:sdtPr>
                <w:rPr>
                  <w:sz w:val="22"/>
                </w:rPr>
                <w:id w:val="1678686411"/>
                <w:placeholder>
                  <w:docPart w:val="0F4D0F8AAE4C431F84B0BD0CB0F8EC71"/>
                </w:placeholder>
              </w:sdtPr>
              <w:sdtEndPr/>
              <w:sdtContent>
                <w:tc>
                  <w:tcPr>
                    <w:tcW w:w="8010" w:type="dxa"/>
                    <w:vAlign w:val="bottom"/>
                  </w:tcPr>
                  <w:p w:rsidR="00911008" w:rsidRPr="009D7059" w:rsidRDefault="00F32901" w:rsidP="00845407">
                    <w:pPr>
                      <w:pStyle w:val="Answers"/>
                      <w:framePr w:hSpace="0" w:wrap="auto" w:vAnchor="margin" w:hAnchor="text" w:xAlign="left" w:yAlign="inline"/>
                      <w:spacing w:before="0"/>
                      <w:contextualSpacing/>
                      <w:suppressOverlap w:val="0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+ 1</w:t>
                    </w:r>
                  </w:p>
                </w:tc>
              </w:sdtContent>
            </w:sdt>
          </w:sdtContent>
        </w:sdt>
        <w:tc>
          <w:tcPr>
            <w:tcW w:w="8010" w:type="dxa"/>
            <w:vAlign w:val="bottom"/>
          </w:tcPr>
          <w:p w:rsidR="00911008" w:rsidRPr="009D7059" w:rsidRDefault="00911008" w:rsidP="00845407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845407">
        <w:tc>
          <w:tcPr>
            <w:tcW w:w="810" w:type="dxa"/>
            <w:vAlign w:val="bottom"/>
          </w:tcPr>
          <w:p w:rsidR="00911008" w:rsidRPr="009D7059" w:rsidRDefault="00911008" w:rsidP="00845407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845407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36987614"/>
            <w:placeholder>
              <w:docPart w:val="01535A5E3FD44463A5BA72F1D8813855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156DA" w:rsidRDefault="00F32901" w:rsidP="00845407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rFonts w:cstheme="minorHAnsi"/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329906961"/>
                    <w:placeholder>
                      <w:docPart w:val="E479B5E0BB044C0EA2DDA95B1BBC633E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+ 3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845407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845407">
        <w:tc>
          <w:tcPr>
            <w:tcW w:w="810" w:type="dxa"/>
            <w:vAlign w:val="bottom"/>
          </w:tcPr>
          <w:p w:rsidR="00911008" w:rsidRPr="009D7059" w:rsidRDefault="00911008" w:rsidP="00845407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845407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36987615"/>
            <w:placeholder>
              <w:docPart w:val="33A7280DC0D544988D4B034346ACA42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32901" w:rsidP="00845407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531033372"/>
                    <w:placeholder>
                      <w:docPart w:val="2086E968A0314149A396CADC757F9560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- 3</w:t>
                    </w:r>
                  </w:sdtContent>
                </w:sdt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845407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845407">
        <w:tc>
          <w:tcPr>
            <w:tcW w:w="810" w:type="dxa"/>
            <w:vAlign w:val="bottom"/>
          </w:tcPr>
          <w:p w:rsidR="00911008" w:rsidRPr="009D7059" w:rsidRDefault="00911008" w:rsidP="00845407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845407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tc>
          <w:tcPr>
            <w:tcW w:w="8010" w:type="dxa"/>
          </w:tcPr>
          <w:p w:rsidR="00911008" w:rsidRPr="009D7059" w:rsidRDefault="00911008" w:rsidP="00845407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None of these</w:t>
            </w:r>
          </w:p>
        </w:tc>
        <w:tc>
          <w:tcPr>
            <w:tcW w:w="8010" w:type="dxa"/>
            <w:vAlign w:val="bottom"/>
          </w:tcPr>
          <w:p w:rsidR="00911008" w:rsidRPr="009D7059" w:rsidRDefault="00911008" w:rsidP="00845407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</w:tbl>
    <w:p w:rsidR="00D016F0" w:rsidRPr="009D7059" w:rsidRDefault="00D016F0" w:rsidP="00596F6E">
      <w:pPr>
        <w:spacing w:line="240" w:lineRule="auto"/>
        <w:ind w:left="0" w:firstLine="0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</w:t>
            </w:r>
            <w:r w:rsidR="00911008" w:rsidRPr="009D7059">
              <w:rPr>
                <w:sz w:val="22"/>
              </w:rPr>
              <w:t>2)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911008" w:rsidRPr="009D7059" w:rsidRDefault="00E113F6" w:rsidP="0056279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Is the following function even or odd?</w:t>
            </w:r>
          </w:p>
        </w:tc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tc>
          <w:tcPr>
            <w:tcW w:w="8010" w:type="dxa"/>
            <w:vAlign w:val="bottom"/>
          </w:tcPr>
          <w:p w:rsidR="00911008" w:rsidRPr="009D7059" w:rsidRDefault="00E113F6" w:rsidP="00E113F6">
            <w:pPr>
              <w:pStyle w:val="Answers"/>
              <w:framePr w:hSpace="0" w:wrap="auto" w:vAnchor="margin" w:hAnchor="text" w:xAlign="left" w:yAlign="inline"/>
              <w:spacing w:before="0"/>
              <w:ind w:left="0" w:firstLin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Even</w:t>
            </w:r>
          </w:p>
        </w:tc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811925736"/>
            <w:placeholder>
              <w:docPart w:val="23A36A64C960489AA1FC97EB136B4FB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FB044D" w:rsidRPr="009D7059" w:rsidRDefault="00E113F6" w:rsidP="00E113F6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Odd</w:t>
                </w:r>
              </w:p>
            </w:tc>
          </w:sdtContent>
        </w:sdt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FB044D" w:rsidRPr="009D7059" w:rsidRDefault="00845407" w:rsidP="00E113F6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sdt>
              <w:sdtPr>
                <w:rPr>
                  <w:sz w:val="22"/>
                </w:rPr>
                <w:id w:val="1903102033"/>
                <w:placeholder>
                  <w:docPart w:val="D1B851B581E54CFD86A63A72FFC6D592"/>
                </w:placeholder>
              </w:sdtPr>
              <w:sdtEndPr/>
              <w:sdtContent>
                <w:r w:rsidR="00E113F6">
                  <w:rPr>
                    <w:sz w:val="22"/>
                  </w:rPr>
                  <w:t>Both</w:t>
                </w:r>
              </w:sdtContent>
            </w:sdt>
          </w:p>
        </w:tc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2083950556"/>
            <w:placeholder>
              <w:docPart w:val="94E4FFD7C8D64BAB8D2F0611B6E287DD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FB044D" w:rsidRPr="009D7059" w:rsidRDefault="00E113F6" w:rsidP="00E113F6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Neither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5D350F" w:rsidRDefault="005D350F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911008" w:rsidRPr="009D7059" w:rsidRDefault="00911008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3)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5D350F" w:rsidRDefault="005D350F" w:rsidP="00C52855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911008" w:rsidRPr="009D7059" w:rsidRDefault="00185E45" w:rsidP="005D350F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Determine which points </w:t>
            </w:r>
            <w:proofErr w:type="gramStart"/>
            <w:r>
              <w:rPr>
                <w:sz w:val="22"/>
              </w:rPr>
              <w:t>lie</w:t>
            </w:r>
            <w:proofErr w:type="gramEnd"/>
            <w:r>
              <w:rPr>
                <w:sz w:val="22"/>
              </w:rPr>
              <w:t xml:space="preserve"> on the line that contains the point (</w:t>
            </w:r>
            <w:r w:rsidR="005D350F">
              <w:rPr>
                <w:sz w:val="22"/>
              </w:rPr>
              <w:t>2, 9</w:t>
            </w:r>
            <w:r>
              <w:rPr>
                <w:sz w:val="22"/>
              </w:rPr>
              <w:t>) with a slope of 0.</w:t>
            </w:r>
          </w:p>
        </w:tc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130825788"/>
            <w:placeholder>
              <w:docPart w:val="0FAC843C5AA74B659AF1E8FD27E0F1F3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185E45" w:rsidP="005D350F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w:r w:rsidR="005D350F">
                  <w:rPr>
                    <w:sz w:val="22"/>
                  </w:rPr>
                  <w:t>9</w:t>
                </w:r>
                <w:r>
                  <w:rPr>
                    <w:sz w:val="22"/>
                  </w:rPr>
                  <w:t>, 0)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649412566"/>
            <w:placeholder>
              <w:docPart w:val="9E2A3A3413654B9D861CC0BCD665D1AF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185E45" w:rsidP="005D350F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w:r w:rsidR="005D350F">
                  <w:rPr>
                    <w:sz w:val="22"/>
                  </w:rPr>
                  <w:t>3</w:t>
                </w:r>
                <w:r>
                  <w:rPr>
                    <w:sz w:val="22"/>
                  </w:rPr>
                  <w:t xml:space="preserve">, </w:t>
                </w:r>
                <w:r w:rsidR="005D350F">
                  <w:rPr>
                    <w:sz w:val="22"/>
                  </w:rPr>
                  <w:t>9</w:t>
                </w:r>
                <w:r>
                  <w:rPr>
                    <w:sz w:val="22"/>
                  </w:rPr>
                  <w:t>)</w:t>
                </w:r>
                <w:r w:rsidR="00C73019" w:rsidRPr="009D7059">
                  <w:rPr>
                    <w:sz w:val="22"/>
                  </w:rPr>
                  <w:t xml:space="preserve">  </w:t>
                </w:r>
                <w:sdt>
                  <w:sdtPr>
                    <w:rPr>
                      <w:sz w:val="22"/>
                    </w:rPr>
                    <w:id w:val="-701623264"/>
                    <w:placeholder>
                      <w:docPart w:val="5FE0E47704DB4C85933D73079D1704A9"/>
                    </w:placeholder>
                  </w:sdtPr>
                  <w:sdtEndPr/>
                  <w:sdtContent>
                    <w:r w:rsidR="00C73019" w:rsidRPr="009D7059">
                      <w:rPr>
                        <w:sz w:val="22"/>
                      </w:rPr>
                      <w:t xml:space="preserve"> </w:t>
                    </w:r>
                  </w:sdtContent>
                </w:sdt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1129281967"/>
            <w:placeholder>
              <w:docPart w:val="9CE24F645354492DAA2536A07E88944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185E45" w:rsidP="005D350F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w:r w:rsidR="005D350F">
                  <w:rPr>
                    <w:sz w:val="22"/>
                  </w:rPr>
                  <w:t>2</w:t>
                </w:r>
                <w:r>
                  <w:rPr>
                    <w:sz w:val="22"/>
                  </w:rPr>
                  <w:t>, 5)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748411328"/>
            <w:placeholder>
              <w:docPart w:val="7614A8C0D26D4A109B12A3E7741CBA7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C73019" w:rsidP="00185E45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r w:rsidR="00185E45">
                  <w:rPr>
                    <w:sz w:val="22"/>
                  </w:rPr>
                  <w:t>All of these lie on the line.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488362089"/>
            <w:placeholder>
              <w:docPart w:val="637EF0C651C84199AC6A927A434EAD9F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C7301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  <w:r w:rsidR="00185E45">
                  <w:rPr>
                    <w:sz w:val="22"/>
                  </w:rPr>
                  <w:t xml:space="preserve"> lie on the line.</w:t>
                </w:r>
              </w:p>
            </w:tc>
          </w:sdtContent>
        </w:sdt>
      </w:tr>
    </w:tbl>
    <w:p w:rsidR="00C73019" w:rsidRPr="009D7059" w:rsidRDefault="00C73019" w:rsidP="00C32014">
      <w:pPr>
        <w:spacing w:line="240" w:lineRule="auto"/>
        <w:ind w:left="0" w:firstLine="0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4)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C73019" w:rsidRPr="009D7059" w:rsidRDefault="00C73019" w:rsidP="00325CD6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 xml:space="preserve">Find the equation of the </w:t>
            </w:r>
            <w:r w:rsidR="00185E45">
              <w:rPr>
                <w:sz w:val="22"/>
              </w:rPr>
              <w:t>line</w:t>
            </w:r>
            <w:r w:rsidRPr="009D7059">
              <w:rPr>
                <w:sz w:val="22"/>
              </w:rPr>
              <w:t xml:space="preserve"> that passes through the point (</w:t>
            </w:r>
            <w:r w:rsidR="00325CD6">
              <w:rPr>
                <w:sz w:val="22"/>
              </w:rPr>
              <w:t>-2</w:t>
            </w:r>
            <w:r w:rsidR="00185E45">
              <w:rPr>
                <w:sz w:val="22"/>
              </w:rPr>
              <w:t xml:space="preserve">, </w:t>
            </w:r>
            <w:r w:rsidR="005D350F">
              <w:rPr>
                <w:sz w:val="22"/>
              </w:rPr>
              <w:t>6</w:t>
            </w:r>
            <w:r w:rsidR="00185E45">
              <w:rPr>
                <w:sz w:val="22"/>
              </w:rPr>
              <w:t>) parallel to the line</w:t>
            </w:r>
            <w:r w:rsidR="005D350F">
              <w:rPr>
                <w:sz w:val="22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3x+2y=6.</m:t>
              </m:r>
            </m:oMath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354467019"/>
            <w:placeholder>
              <w:docPart w:val="1FFEA50408964029823646DA83F939BC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5D350F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790543582"/>
                    <w:placeholder>
                      <w:docPart w:val="2C634246BF674BE09E8F455D40DB23A9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x-3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471414620"/>
            <w:placeholder>
              <w:docPart w:val="2EE842F22B0C4A46B049C2582446464D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BB5888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985460930"/>
                    <w:placeholder>
                      <w:docPart w:val="AE975DEE4CE941A89E4570CB64818AE3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 w:cstheme="minorHAnsi"/>
                          <w:sz w:val="22"/>
                        </w:rPr>
                        <m:t>3x</m:t>
                      </m:r>
                    </m:oMath>
                    <w:r w:rsidR="005D350F">
                      <w:rPr>
                        <w:rFonts w:cstheme="minorHAnsi"/>
                        <w:sz w:val="22"/>
                      </w:rPr>
                      <w:t xml:space="preserve"> + 6</w:t>
                    </w:r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354395335"/>
            <w:placeholder>
              <w:docPart w:val="627684CEDF8945FD94E685A49354445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5D350F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7629651"/>
                    <w:placeholder>
                      <w:docPart w:val="0A37E957C26240F5BD77FA02C041BA70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 w:cstheme="minorHAnsi"/>
                          <w:sz w:val="22"/>
                        </w:rPr>
                        <m:t>-3x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</w:t>
                    </w:r>
                    <w:r w:rsidR="005D350F">
                      <w:rPr>
                        <w:rFonts w:cstheme="minorHAnsi"/>
                        <w:sz w:val="22"/>
                      </w:rPr>
                      <w:t>18</w:t>
                    </w:r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120681706"/>
            <w:placeholder>
              <w:docPart w:val="7A2C635E8C1B42E6A15C764535ED574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5D350F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935632047"/>
                    <w:placeholder>
                      <w:docPart w:val="8D5E016A47AD4C11B500946BDF3C3111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</w:t>
                    </w:r>
                    <w:r w:rsidR="005D350F">
                      <w:rPr>
                        <w:rFonts w:cstheme="minorHAnsi"/>
                        <w:sz w:val="22"/>
                      </w:rPr>
                      <w:t>9</w:t>
                    </w:r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1109663517"/>
            <w:placeholder>
              <w:docPart w:val="5ACDA62BB465402A864B09355211101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C7301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C73019" w:rsidRDefault="00C73019" w:rsidP="009D7059">
      <w:pPr>
        <w:spacing w:line="240" w:lineRule="auto"/>
        <w:contextualSpacing/>
        <w:rPr>
          <w:sz w:val="22"/>
        </w:rPr>
      </w:pPr>
    </w:p>
    <w:p w:rsidR="005B17A8" w:rsidRDefault="005B17A8" w:rsidP="009D7059">
      <w:pPr>
        <w:spacing w:line="240" w:lineRule="auto"/>
        <w:contextualSpacing/>
        <w:rPr>
          <w:sz w:val="22"/>
        </w:rPr>
      </w:pPr>
    </w:p>
    <w:p w:rsidR="005B17A8" w:rsidRDefault="005B17A8" w:rsidP="009D7059">
      <w:pPr>
        <w:spacing w:line="240" w:lineRule="auto"/>
        <w:contextualSpacing/>
        <w:rPr>
          <w:sz w:val="22"/>
        </w:rPr>
      </w:pPr>
    </w:p>
    <w:p w:rsidR="005B17A8" w:rsidRDefault="005B17A8" w:rsidP="009D7059">
      <w:pPr>
        <w:spacing w:line="240" w:lineRule="auto"/>
        <w:contextualSpacing/>
        <w:rPr>
          <w:sz w:val="22"/>
        </w:rPr>
      </w:pPr>
    </w:p>
    <w:p w:rsidR="005B17A8" w:rsidRDefault="005B17A8" w:rsidP="009D7059">
      <w:pPr>
        <w:spacing w:line="240" w:lineRule="auto"/>
        <w:contextualSpacing/>
        <w:rPr>
          <w:sz w:val="22"/>
        </w:rPr>
      </w:pPr>
    </w:p>
    <w:p w:rsidR="005B17A8" w:rsidRDefault="005B17A8" w:rsidP="009D7059">
      <w:pPr>
        <w:spacing w:line="240" w:lineRule="auto"/>
        <w:contextualSpacing/>
        <w:rPr>
          <w:sz w:val="22"/>
        </w:rPr>
      </w:pPr>
    </w:p>
    <w:p w:rsidR="005B17A8" w:rsidRPr="009D7059" w:rsidRDefault="005B17A8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lastRenderedPageBreak/>
              <w:t>**5)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C73019" w:rsidRPr="009D7059" w:rsidRDefault="00C73019" w:rsidP="005B17A8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Find the equation of the line that passes through the point (</w:t>
            </w:r>
            <w:r w:rsidR="005B17A8">
              <w:rPr>
                <w:sz w:val="22"/>
              </w:rPr>
              <w:t>3, 5</w:t>
            </w:r>
            <w:r w:rsidRPr="009D7059">
              <w:rPr>
                <w:sz w:val="22"/>
              </w:rPr>
              <w:t xml:space="preserve">) and is </w:t>
            </w:r>
            <w:r w:rsidR="00BB5888">
              <w:rPr>
                <w:sz w:val="22"/>
              </w:rPr>
              <w:t xml:space="preserve">perpendicular to the line </w:t>
            </w:r>
            <w:r w:rsidR="005846D0">
              <w:rPr>
                <w:sz w:val="22"/>
              </w:rPr>
              <w:t>x</w:t>
            </w:r>
            <w:r w:rsidR="00BB5888">
              <w:rPr>
                <w:sz w:val="22"/>
              </w:rPr>
              <w:t xml:space="preserve"> + 2</w:t>
            </w:r>
            <w:r w:rsidR="005846D0">
              <w:rPr>
                <w:sz w:val="22"/>
              </w:rPr>
              <w:t>y</w:t>
            </w:r>
            <w:r w:rsidRPr="009D7059">
              <w:rPr>
                <w:sz w:val="22"/>
              </w:rPr>
              <w:t xml:space="preserve"> </w:t>
            </w:r>
            <w:r w:rsidR="00BB5888">
              <w:rPr>
                <w:sz w:val="22"/>
              </w:rPr>
              <w:t xml:space="preserve">= </w:t>
            </w:r>
            <w:r w:rsidR="005B17A8">
              <w:rPr>
                <w:sz w:val="22"/>
              </w:rPr>
              <w:t>8</w:t>
            </w:r>
            <w:r w:rsidRPr="009D7059">
              <w:rPr>
                <w:sz w:val="22"/>
              </w:rPr>
              <w:t>.</w:t>
            </w:r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899256173"/>
            <w:placeholder>
              <w:docPart w:val="09F2C76ECE484777836BBA355C74199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5B17A8" w:rsidRDefault="005B17A8" w:rsidP="005B17A8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</w:p>
              <w:p w:rsidR="00C73019" w:rsidRPr="009D7059" w:rsidRDefault="005B17A8" w:rsidP="005B17A8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6736630"/>
                    <w:placeholder>
                      <w:docPart w:val="A6085C1B997943E2BA6BE9EE24921847"/>
                    </w:placeholder>
                  </w:sdtPr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x-2</m:t>
                      </m:r>
                    </m:oMath>
                  </w:sdtContent>
                </w:sdt>
                <w:r w:rsidR="00BB5888"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599247006"/>
            <w:placeholder>
              <w:docPart w:val="59AC5FC1462B4812A348410091E3B114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5B17A8" w:rsidRDefault="005B17A8" w:rsidP="005B17A8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 </w:t>
                </w:r>
                <w:sdt>
                  <w:sdtPr>
                    <w:rPr>
                      <w:sz w:val="22"/>
                    </w:rPr>
                    <w:id w:val="-1705640313"/>
                    <w:placeholder>
                      <w:docPart w:val="24CDACA362E44E2EA5F78859272D654C"/>
                    </w:placeholder>
                  </w:sdtPr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+ 8</w:t>
                    </w:r>
                  </w:sdtContent>
                </w:sdt>
              </w:p>
              <w:p w:rsidR="00C73019" w:rsidRPr="009D7059" w:rsidRDefault="00BB5888" w:rsidP="005B17A8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1455395139"/>
            <w:placeholder>
              <w:docPart w:val="8CEC68ADDB944464AECAF24B62B68DF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5B17A8" w:rsidP="005B17A8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372740320"/>
                    <w:placeholder>
                      <w:docPart w:val="3921E505C0894349AB8CE91F6FBFBA38"/>
                    </w:placeholder>
                  </w:sdtPr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+ 2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545369021"/>
            <w:placeholder>
              <w:docPart w:val="28307EBC2FBD4C6887150B9A81C6BF8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A81331" w:rsidP="00A81331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653013283"/>
                    <w:placeholder>
                      <w:docPart w:val="ACF1953A57A5466E93CF407A25840CE4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- 2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2137526928"/>
            <w:placeholder>
              <w:docPart w:val="0ACBA8D79E1346DCB47ECC9159CE532B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C7301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28316967"/>
                    <w:placeholder>
                      <w:docPart w:val="0CB01E000E4E4E58AB056E44DBDF0873"/>
                    </w:placeholder>
                  </w:sdtPr>
                  <w:sdtEndPr/>
                  <w:sdtContent>
                    <w:r w:rsidRPr="009D7059">
                      <w:rPr>
                        <w:sz w:val="22"/>
                      </w:rPr>
                      <w:t>None of these</w:t>
                    </w:r>
                  </w:sdtContent>
                </w:sdt>
                <w:r w:rsidRPr="009D7059"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5B17A8" w:rsidRDefault="005B17A8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E46EE9" w:rsidRPr="009D7059" w:rsidRDefault="00CE1B3B" w:rsidP="00CE1B3B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6) 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5B17A8" w:rsidRDefault="005B17A8" w:rsidP="006138C7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E46EE9" w:rsidRPr="00E96188" w:rsidRDefault="00E96188" w:rsidP="005B17A8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Find the x-intercept(s): </w:t>
            </w:r>
            <w:r w:rsidR="005B17A8">
              <w:rPr>
                <w:sz w:val="22"/>
              </w:rPr>
              <w:t>4</w:t>
            </w:r>
            <w:r>
              <w:rPr>
                <w:sz w:val="22"/>
              </w:rPr>
              <w:t>x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 xml:space="preserve"> + y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 xml:space="preserve"> + </w:t>
            </w:r>
            <w:r w:rsidR="005B17A8">
              <w:rPr>
                <w:sz w:val="22"/>
              </w:rPr>
              <w:t>9</w:t>
            </w:r>
            <w:r>
              <w:rPr>
                <w:sz w:val="22"/>
              </w:rPr>
              <w:t>xy – 1</w:t>
            </w:r>
            <w:r w:rsidR="005B17A8">
              <w:rPr>
                <w:sz w:val="22"/>
              </w:rPr>
              <w:t>6</w:t>
            </w:r>
            <w:r>
              <w:rPr>
                <w:sz w:val="22"/>
              </w:rPr>
              <w:t xml:space="preserve"> = 0.</w:t>
            </w:r>
          </w:p>
        </w:tc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1918706020"/>
            <w:placeholder>
              <w:docPart w:val="D8EAB9E0DFE640709FE3389F67E2814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9D7059" w:rsidRDefault="00B02479" w:rsidP="005B17A8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805843986"/>
                    <w:placeholder>
                      <w:docPart w:val="8C9BC7D9197B481F8D59BDCADFB65CCC"/>
                    </w:placeholder>
                  </w:sdtPr>
                  <w:sdtEndPr/>
                  <w:sdtContent>
                    <w:r>
                      <w:rPr>
                        <w:rFonts w:cstheme="minorHAnsi"/>
                        <w:sz w:val="22"/>
                      </w:rPr>
                      <w:t>±</w:t>
                    </w:r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e>
                      </m:rad>
                    </m:oMath>
                    <w:r>
                      <w:rPr>
                        <w:rFonts w:cstheme="minorHAnsi"/>
                        <w:sz w:val="22"/>
                      </w:rPr>
                      <w:t>, 0)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687784399"/>
            <w:placeholder>
              <w:docPart w:val="54BA55FBF70D4C539353669C951AD65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9D7059" w:rsidRDefault="00B02479" w:rsidP="00B0247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w:sdt>
                  <w:sdtPr>
                    <w:rPr>
                      <w:sz w:val="22"/>
                    </w:rPr>
                    <w:id w:val="2007084058"/>
                    <w:placeholder>
                      <w:docPart w:val="D473E1293A35469BA6BC071BF41F412C"/>
                    </w:placeholder>
                  </w:sdtPr>
                  <w:sdtEndPr/>
                  <w:sdtContent>
                    <w:r>
                      <w:rPr>
                        <w:rFonts w:cstheme="minorHAnsi"/>
                        <w:sz w:val="22"/>
                      </w:rPr>
                      <w:t>±</w:t>
                    </w:r>
                    <m:oMath>
                      <m:r>
                        <w:rPr>
                          <w:rFonts w:ascii="Cambria Math" w:hAnsi="Cambria Math" w:cstheme="minorHAnsi"/>
                          <w:sz w:val="22"/>
                        </w:rPr>
                        <m:t>2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>, 0)</w:t>
                    </w:r>
                  </w:sdtContent>
                </w:sdt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333688666"/>
            <w:placeholder>
              <w:docPart w:val="0B40E08DC7CE4C3ABF8BE8E2CB71332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9156DA" w:rsidRDefault="00B02479" w:rsidP="00B02479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rFonts w:cstheme="minorHAnsi"/>
                    <w:sz w:val="22"/>
                  </w:rPr>
                </w:pPr>
                <w:r>
                  <w:rPr>
                    <w:rFonts w:cstheme="minorHAnsi"/>
                    <w:sz w:val="22"/>
                  </w:rPr>
                  <w:t xml:space="preserve">(4, 0)  </w:t>
                </w:r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tc>
          <w:tcPr>
            <w:tcW w:w="8010" w:type="dxa"/>
            <w:vAlign w:val="bottom"/>
          </w:tcPr>
          <w:p w:rsidR="00B02479" w:rsidRPr="009D7059" w:rsidRDefault="00B02479" w:rsidP="005B17A8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(</w:t>
            </w:r>
            <w:sdt>
              <w:sdtPr>
                <w:rPr>
                  <w:sz w:val="22"/>
                </w:rPr>
                <w:id w:val="1167588292"/>
                <w:placeholder>
                  <w:docPart w:val="BD1D6BB3D2E54AFEB4891643ED892ED1"/>
                </w:placeholder>
              </w:sdtPr>
              <w:sdtEndPr/>
              <w:sdtContent>
                <w:r w:rsidR="005B17A8">
                  <w:rPr>
                    <w:rFonts w:cstheme="minorHAnsi"/>
                    <w:sz w:val="22"/>
                  </w:rPr>
                  <w:t>16</w:t>
                </w:r>
                <w:r>
                  <w:rPr>
                    <w:rFonts w:cstheme="minorHAnsi"/>
                    <w:sz w:val="22"/>
                  </w:rPr>
                  <w:t>, 0)</w:t>
                </w:r>
              </w:sdtContent>
            </w:sdt>
          </w:p>
        </w:tc>
      </w:tr>
      <w:tr w:rsidR="00B02479" w:rsidRPr="009D7059" w:rsidTr="003859BC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tc>
          <w:tcPr>
            <w:tcW w:w="8010" w:type="dxa"/>
          </w:tcPr>
          <w:p w:rsidR="00B02479" w:rsidRPr="009D7059" w:rsidRDefault="00B02479" w:rsidP="00B0247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None of these</w:t>
            </w:r>
          </w:p>
        </w:tc>
      </w:tr>
    </w:tbl>
    <w:p w:rsidR="00E46EE9" w:rsidRPr="009D7059" w:rsidRDefault="00E46EE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845407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7</w:t>
            </w:r>
            <w:r w:rsidR="00E46EE9" w:rsidRPr="009D7059">
              <w:rPr>
                <w:sz w:val="22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E46EE9" w:rsidRPr="009D7059" w:rsidRDefault="00396BC5" w:rsidP="00CE1B3B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Given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, x&lt;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6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6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x-7, x ≥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6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 xml:space="preserve"> </m:t>
                      </m:r>
                    </m:e>
                  </m:eqAr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, find 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8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.</m:t>
              </m:r>
            </m:oMath>
          </w:p>
        </w:tc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346980044"/>
            <w:placeholder>
              <w:docPart w:val="CA9285680D9B4B76ADA940DC172BDE96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396BC5" w:rsidP="00CE1B3B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-</w:t>
                </w:r>
                <w:r w:rsidR="00CE1B3B">
                  <w:rPr>
                    <w:sz w:val="22"/>
                  </w:rPr>
                  <w:t>61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08794560"/>
            <w:placeholder>
              <w:docPart w:val="A5D3D524EFB9446592FABCA2CF778766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CE1B3B" w:rsidP="00396BC5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41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1921481237"/>
            <w:placeholder>
              <w:docPart w:val="3103E2A7BBA44F8EADF28954A9680059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CE1B3B" w:rsidP="00CE1B3B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-55</w:t>
                </w:r>
                <w:r w:rsidR="00E46EE9" w:rsidRPr="009D7059"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623378219"/>
            <w:placeholder>
              <w:docPart w:val="6F9CF16E3FB34BF59AC4E6D15FA3580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CE1B3B" w:rsidP="00CE1B3B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67</w:t>
                </w:r>
                <w:r w:rsidR="00E46EE9" w:rsidRPr="009D7059"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012498582"/>
            <w:placeholder>
              <w:docPart w:val="110B52D9FFF544E8B74501342F5F2AE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E46EE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B00E11" w:rsidRPr="00845407" w:rsidRDefault="00B00E11" w:rsidP="00845407">
      <w:pPr>
        <w:pStyle w:val="ListParagraph"/>
        <w:numPr>
          <w:ilvl w:val="0"/>
          <w:numId w:val="10"/>
        </w:numPr>
        <w:spacing w:line="240" w:lineRule="auto"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845407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</w:t>
            </w:r>
            <w:r w:rsidR="00845407">
              <w:rPr>
                <w:sz w:val="22"/>
              </w:rPr>
              <w:t>8</w:t>
            </w:r>
            <w:r w:rsidRPr="009D7059">
              <w:rPr>
                <w:sz w:val="22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B00E11" w:rsidRPr="009D7059" w:rsidRDefault="00B00E11" w:rsidP="003859BC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B00E11" w:rsidRPr="00A80BBF" w:rsidRDefault="00B00E11" w:rsidP="00F85004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Find the domain of the function: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6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-x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.</m:t>
              </m:r>
            </m:oMath>
          </w:p>
        </w:tc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758863516"/>
            <w:placeholder>
              <w:docPart w:val="7E5DB140533F4BA4A31D2B05B6AE9E0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F85004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 xml:space="preserve">-∞, </m:t>
                  </m:r>
                  <m:r>
                    <w:rPr>
                      <w:rFonts w:ascii="Cambria Math" w:hAnsi="Cambria Math"/>
                      <w:sz w:val="22"/>
                    </w:rPr>
                    <m:t>6</m:t>
                  </m:r>
                  <m:r>
                    <w:rPr>
                      <w:rFonts w:ascii="Cambria Math" w:hAnsi="Cambria Math"/>
                      <w:sz w:val="22"/>
                    </w:rPr>
                    <m:t>]</m:t>
                  </m:r>
                </m:oMath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014413946"/>
            <w:placeholder>
              <w:docPart w:val="3E88580CF43D48048EEC33B92354A07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F85004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867954444"/>
                    <w:placeholder>
                      <w:docPart w:val="1709FA9BBDA84AFC923977AD3C86450E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 xml:space="preserve">-∞, 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6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)</m:t>
                      </m:r>
                    </m:oMath>
                  </w:sdtContent>
                </w:sdt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1165707986"/>
            <w:placeholder>
              <w:docPart w:val="E015A68C40F6479EA76D97F8819A8D2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F85004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201023334"/>
                    <w:placeholder>
                      <w:docPart w:val="12D8157D07184A8D80D5544A1FF43E38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[-</w:t>
                    </w:r>
                    <w:r w:rsidR="00F85004">
                      <w:rPr>
                        <w:sz w:val="22"/>
                      </w:rPr>
                      <w:t>6</w:t>
                    </w:r>
                    <w:r>
                      <w:rPr>
                        <w:sz w:val="22"/>
                      </w:rPr>
                      <w:t xml:space="preserve">,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1385219288"/>
            <w:placeholder>
              <w:docPart w:val="FE70EF98ADBE4021905DEE8BA431FA7C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F85004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775171476"/>
                    <w:placeholder>
                      <w:docPart w:val="1E098CA37271473B8B78BA4C9A904838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6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, 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214002368"/>
            <w:placeholder>
              <w:docPart w:val="5A916A67B76D4F789E3733DBE99E68A5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3859B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  <w:tr w:rsidR="00B00E11" w:rsidRPr="00A80BBF" w:rsidTr="003859BC">
        <w:tc>
          <w:tcPr>
            <w:tcW w:w="745" w:type="dxa"/>
            <w:vAlign w:val="bottom"/>
          </w:tcPr>
          <w:p w:rsidR="00B00E11" w:rsidRPr="009D7059" w:rsidRDefault="00B00E11" w:rsidP="00845407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</w:t>
            </w:r>
            <w:r w:rsidR="00845407">
              <w:rPr>
                <w:sz w:val="22"/>
              </w:rPr>
              <w:t>9)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B00E11" w:rsidRPr="009D7059" w:rsidRDefault="00B00E11" w:rsidP="003859BC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B00E11" w:rsidRPr="00A80BBF" w:rsidRDefault="00B00E11" w:rsidP="00901D24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Find the domain of the function: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den>
              </m:f>
            </m:oMath>
          </w:p>
        </w:tc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1841924490"/>
            <w:placeholder>
              <w:docPart w:val="E9B27816FB944979ACD4C8A6D7FE179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901D24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>-∞</m:t>
                  </m:r>
                  <m:r>
                    <w:rPr>
                      <w:rFonts w:ascii="Cambria Math" w:hAnsi="Cambria Math"/>
                      <w:sz w:val="22"/>
                    </w:rPr>
                    <m:t>, 2), (</m:t>
                  </m:r>
                  <m:r>
                    <w:rPr>
                      <w:rFonts w:ascii="Cambria Math" w:hAnsi="Cambria Math"/>
                      <w:sz w:val="22"/>
                    </w:rPr>
                    <m:t xml:space="preserve">2, </m:t>
                  </m:r>
                  <m:r>
                    <w:rPr>
                      <w:rFonts w:ascii="Cambria Math" w:hAnsi="Cambria Math"/>
                      <w:sz w:val="22"/>
                    </w:rPr>
                    <m:t>3</m:t>
                  </m:r>
                  <m:r>
                    <w:rPr>
                      <w:rFonts w:ascii="Cambria Math" w:hAnsi="Cambria Math"/>
                      <w:sz w:val="22"/>
                    </w:rPr>
                    <m:t>), (</m:t>
                  </m:r>
                  <m:r>
                    <w:rPr>
                      <w:rFonts w:ascii="Cambria Math" w:hAnsi="Cambria Math"/>
                      <w:sz w:val="22"/>
                    </w:rPr>
                    <m:t>3</m:t>
                  </m:r>
                  <m:r>
                    <w:rPr>
                      <w:rFonts w:ascii="Cambria Math" w:hAnsi="Cambria Math"/>
                      <w:sz w:val="22"/>
                    </w:rPr>
                    <m:t>, ∞)</m:t>
                  </m:r>
                </m:oMath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315889959"/>
            <w:placeholder>
              <w:docPart w:val="CF6AC10F562B461F813542F7F117B08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901D24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370073014"/>
                    <w:placeholder>
                      <w:docPart w:val="FCD5B76B5DF849629BA4890BAFF9B60A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 xml:space="preserve">-∞, 1), (1, 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5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), (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5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, ∞)</m:t>
                      </m:r>
                    </m:oMath>
                  </w:sdtContent>
                </w:sdt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698752979"/>
            <w:placeholder>
              <w:docPart w:val="B19937E377774F9A9220C8140DA9B42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3859B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m:oMath>
                  <m:r>
                    <w:rPr>
                      <w:rFonts w:ascii="Cambria Math" w:hAnsi="Cambria Math"/>
                      <w:sz w:val="22"/>
                    </w:rPr>
                    <m:t>(-∞</m:t>
                  </m:r>
                </m:oMath>
                <w:sdt>
                  <w:sdtPr>
                    <w:rPr>
                      <w:sz w:val="22"/>
                    </w:rPr>
                    <w:id w:val="660045971"/>
                    <w:placeholder>
                      <w:docPart w:val="B3421F4D840A4E5789760FD5CC812C87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,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297995465"/>
            <w:placeholder>
              <w:docPart w:val="575968B8940C4A51A79EE9F53C86C1DD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901D24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264617348"/>
                    <w:placeholder>
                      <w:docPart w:val="6118F04A8ECF418EBE6A6D33D3E12DAE"/>
                    </w:placeholder>
                  </w:sdtPr>
                  <w:sdtEndPr/>
                  <w:sdtContent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 xml:space="preserve"> (-∞</m:t>
                      </m:r>
                    </m:oMath>
                    <w:sdt>
                      <w:sdtPr>
                        <w:rPr>
                          <w:sz w:val="22"/>
                        </w:rPr>
                        <w:id w:val="-1907760922"/>
                        <w:placeholder>
                          <w:docPart w:val="E7E811E26BB849E4BC49E3F95BF3635E"/>
                        </w:placeholder>
                      </w:sdtPr>
                      <w:sdtEndPr/>
                      <w:sdtContent>
                        <w:r>
                          <w:rPr>
                            <w:sz w:val="22"/>
                          </w:rPr>
                          <w:t xml:space="preserve">, </w:t>
                        </w:r>
                        <m:oMath>
                          <m:r>
                            <w:rPr>
                              <w:rFonts w:ascii="Cambria Math" w:hAnsi="Cambria Math"/>
                              <w:sz w:val="22"/>
                            </w:rPr>
                            <m:t>3</m:t>
                          </m:r>
                          <m:r>
                            <w:rPr>
                              <w:rFonts w:ascii="Cambria Math" w:hAnsi="Cambria Math"/>
                              <w:sz w:val="22"/>
                            </w:rPr>
                            <m:t>)</m:t>
                          </m:r>
                        </m:oMath>
                      </w:sdtContent>
                    </w:sdt>
                    <w:r>
                      <w:rPr>
                        <w:sz w:val="22"/>
                      </w:rPr>
                      <w:t xml:space="preserve"> 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, 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594006088"/>
            <w:placeholder>
              <w:docPart w:val="28DC201619B049848FBDF82BFF1CF71F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3859B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  <w:tr w:rsidR="002F6187" w:rsidRPr="002F6187" w:rsidTr="009476AB">
        <w:tc>
          <w:tcPr>
            <w:tcW w:w="745" w:type="dxa"/>
            <w:vAlign w:val="bottom"/>
          </w:tcPr>
          <w:p w:rsidR="00845407" w:rsidRDefault="00845407" w:rsidP="009476AB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845407" w:rsidRDefault="00845407" w:rsidP="009476AB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845407" w:rsidRDefault="00845407" w:rsidP="009476AB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845407" w:rsidRDefault="00845407" w:rsidP="009476AB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845407" w:rsidRDefault="00845407" w:rsidP="00845407">
            <w:pPr>
              <w:pStyle w:val="Questionnumbering"/>
              <w:framePr w:hSpace="0" w:wrap="auto" w:vAnchor="margin" w:hAnchor="text" w:xAlign="left" w:yAlign="inline"/>
              <w:spacing w:before="0"/>
              <w:ind w:left="0" w:firstLine="0"/>
              <w:contextualSpacing/>
              <w:suppressOverlap w:val="0"/>
              <w:rPr>
                <w:sz w:val="22"/>
              </w:rPr>
            </w:pPr>
          </w:p>
          <w:p w:rsidR="00845407" w:rsidRDefault="00845407" w:rsidP="00845407">
            <w:pPr>
              <w:pStyle w:val="Questionnumbering"/>
              <w:framePr w:hSpace="0" w:wrap="auto" w:vAnchor="margin" w:hAnchor="text" w:xAlign="left" w:yAlign="inline"/>
              <w:spacing w:before="0"/>
              <w:ind w:left="0" w:firstLine="0"/>
              <w:contextualSpacing/>
              <w:suppressOverlap w:val="0"/>
              <w:rPr>
                <w:sz w:val="22"/>
              </w:rPr>
            </w:pPr>
          </w:p>
          <w:p w:rsidR="002F6187" w:rsidRPr="009D7059" w:rsidRDefault="00845407" w:rsidP="00845407">
            <w:pPr>
              <w:pStyle w:val="Questionnumbering"/>
              <w:framePr w:hSpace="0" w:wrap="auto" w:vAnchor="margin" w:hAnchor="text" w:xAlign="left" w:yAlign="inline"/>
              <w:spacing w:before="0"/>
              <w:ind w:left="0" w:firstLin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10</w:t>
            </w:r>
            <w:r w:rsidR="002F6187" w:rsidRPr="009D7059">
              <w:rPr>
                <w:sz w:val="22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F6187" w:rsidRPr="009D7059" w:rsidRDefault="002F6187" w:rsidP="009476AB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845407" w:rsidRDefault="00845407" w:rsidP="009476AB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845407" w:rsidRDefault="00845407" w:rsidP="009476AB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845407" w:rsidRDefault="00845407" w:rsidP="009476AB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845407" w:rsidRDefault="00845407" w:rsidP="009476AB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845407" w:rsidRDefault="00845407" w:rsidP="009476AB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845407" w:rsidRDefault="00845407" w:rsidP="009476AB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2F6187" w:rsidRPr="002F6187" w:rsidRDefault="002F6187" w:rsidP="009476AB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Determine the open intervals in which the function is increasing, decreasing, or constant.</w:t>
            </w:r>
          </w:p>
        </w:tc>
      </w:tr>
      <w:tr w:rsidR="002F6187" w:rsidRPr="009D7059" w:rsidTr="009476AB">
        <w:tc>
          <w:tcPr>
            <w:tcW w:w="745" w:type="dxa"/>
            <w:vAlign w:val="bottom"/>
          </w:tcPr>
          <w:p w:rsidR="002F6187" w:rsidRPr="009D7059" w:rsidRDefault="002F6187" w:rsidP="009476AB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2F6187" w:rsidRPr="009D7059" w:rsidRDefault="002F6187" w:rsidP="009476AB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1205170791"/>
            <w:placeholder>
              <w:docPart w:val="B3C1C1B8B68C439C865B828F1F67A16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2F6187" w:rsidRPr="009D7059" w:rsidRDefault="002F6187" w:rsidP="002F6187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Increasing on 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>-∞, ∞)</m:t>
                  </m:r>
                </m:oMath>
              </w:p>
            </w:tc>
          </w:sdtContent>
        </w:sdt>
      </w:tr>
      <w:tr w:rsidR="002F6187" w:rsidRPr="009D7059" w:rsidTr="009476AB">
        <w:tc>
          <w:tcPr>
            <w:tcW w:w="745" w:type="dxa"/>
            <w:vAlign w:val="bottom"/>
          </w:tcPr>
          <w:p w:rsidR="002F6187" w:rsidRPr="009D7059" w:rsidRDefault="002F6187" w:rsidP="009476AB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2F6187" w:rsidRPr="009D7059" w:rsidRDefault="002F6187" w:rsidP="009476AB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2073922737"/>
            <w:placeholder>
              <w:docPart w:val="EEF7C5D20CA94A3D9828190686B438E9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2F6187" w:rsidRPr="009D7059" w:rsidRDefault="00845407" w:rsidP="00C1222D">
                <w:pPr>
                  <w:pStyle w:val="Answers"/>
                  <w:framePr w:hSpace="0" w:wrap="auto" w:vAnchor="margin" w:hAnchor="text" w:xAlign="left" w:yAlign="inline"/>
                  <w:spacing w:before="6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735153370"/>
                    <w:placeholder>
                      <w:docPart w:val="D74EC5D9BADC46AD95B102615970C935"/>
                    </w:placeholder>
                  </w:sdtPr>
                  <w:sdtEndPr/>
                  <w:sdtContent>
                    <w:r w:rsidR="002F6187">
                      <w:rPr>
                        <w:sz w:val="22"/>
                      </w:rPr>
                      <w:t>Increasing on 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 xml:space="preserve">-∞, 0), </m:t>
                      </m:r>
                    </m:oMath>
                    <w:r w:rsidR="002F6187">
                      <w:rPr>
                        <w:sz w:val="22"/>
                      </w:rPr>
                      <w:t>decreasing on</w:t>
                    </w:r>
                  </w:sdtContent>
                </w:sdt>
                <w:r w:rsidR="002F6187">
                  <w:rPr>
                    <w:sz w:val="22"/>
                  </w:rPr>
                  <w:t xml:space="preserve"> 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>0, ∞)</m:t>
                  </m:r>
                </m:oMath>
              </w:p>
            </w:tc>
          </w:sdtContent>
        </w:sdt>
      </w:tr>
      <w:tr w:rsidR="002F6187" w:rsidRPr="009D7059" w:rsidTr="009476AB">
        <w:tc>
          <w:tcPr>
            <w:tcW w:w="745" w:type="dxa"/>
            <w:vAlign w:val="bottom"/>
          </w:tcPr>
          <w:p w:rsidR="002F6187" w:rsidRPr="009D7059" w:rsidRDefault="002F6187" w:rsidP="009476AB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2F6187" w:rsidRPr="009D7059" w:rsidRDefault="002F6187" w:rsidP="009476AB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1400718628"/>
            <w:placeholder>
              <w:docPart w:val="3C4D370C1CEF4672917B2089D668B38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2F6187" w:rsidRPr="009D7059" w:rsidRDefault="00845407" w:rsidP="00C1222D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534806425"/>
                    <w:placeholder>
                      <w:docPart w:val="7311CDCB059241CE80889570C421069B"/>
                    </w:placeholder>
                  </w:sdtPr>
                  <w:sdtEndPr/>
                  <w:sdtContent>
                    <w:r w:rsidR="002F6187">
                      <w:rPr>
                        <w:sz w:val="22"/>
                      </w:rPr>
                      <w:t>Increasing on 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-∞, -2)</m:t>
                      </m:r>
                    </m:oMath>
                  </w:sdtContent>
                </w:sdt>
                <w:r w:rsidR="002F6187">
                  <w:rPr>
                    <w:sz w:val="22"/>
                  </w:rPr>
                  <w:t xml:space="preserve">, (0, 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 xml:space="preserve">∞), </m:t>
                  </m:r>
                </m:oMath>
                <w:r w:rsidR="002F6187">
                  <w:rPr>
                    <w:sz w:val="22"/>
                  </w:rPr>
                  <w:t>decreasing on (-2, 0)</w:t>
                </w:r>
              </w:p>
            </w:tc>
          </w:sdtContent>
        </w:sdt>
      </w:tr>
      <w:tr w:rsidR="002F6187" w:rsidRPr="009D7059" w:rsidTr="009476AB">
        <w:tc>
          <w:tcPr>
            <w:tcW w:w="745" w:type="dxa"/>
            <w:vAlign w:val="bottom"/>
          </w:tcPr>
          <w:p w:rsidR="002F6187" w:rsidRPr="009D7059" w:rsidRDefault="002F6187" w:rsidP="009476AB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2F6187" w:rsidRPr="009D7059" w:rsidRDefault="002F6187" w:rsidP="009476AB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1785306241"/>
            <w:placeholder>
              <w:docPart w:val="4D5F52362BE341EC8641F8CA6813A845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2F6187" w:rsidRPr="009D7059" w:rsidRDefault="00845407" w:rsidP="002F6187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545829127"/>
                    <w:placeholder>
                      <w:docPart w:val="DF9A4A12A6BA43B99A00FEB9C579070F"/>
                    </w:placeholder>
                  </w:sdtPr>
                  <w:sdtEndPr/>
                  <w:sdtContent>
                    <w:r w:rsidR="002F6187">
                      <w:rPr>
                        <w:sz w:val="22"/>
                      </w:rPr>
                      <w:t>Increasing on 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-∞, 3)</m:t>
                      </m:r>
                    </m:oMath>
                  </w:sdtContent>
                </w:sdt>
                <w:r w:rsidR="002F6187">
                  <w:rPr>
                    <w:sz w:val="22"/>
                  </w:rPr>
                  <w:t xml:space="preserve">, decreasing on (3, 0) </w:t>
                </w:r>
              </w:p>
            </w:tc>
          </w:sdtContent>
        </w:sdt>
      </w:tr>
      <w:tr w:rsidR="002F6187" w:rsidRPr="009D7059" w:rsidTr="009476AB">
        <w:tc>
          <w:tcPr>
            <w:tcW w:w="745" w:type="dxa"/>
            <w:vAlign w:val="bottom"/>
          </w:tcPr>
          <w:p w:rsidR="002F6187" w:rsidRPr="009D7059" w:rsidRDefault="002F6187" w:rsidP="009476AB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2F6187" w:rsidRPr="009D7059" w:rsidRDefault="002F6187" w:rsidP="009476AB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133138688"/>
            <w:placeholder>
              <w:docPart w:val="1F36F7818A654C25BD2FB956AF3FADB1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2F6187" w:rsidRPr="009D7059" w:rsidRDefault="002F6187" w:rsidP="00845407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845407" w:rsidRPr="009D7059" w:rsidRDefault="00845407" w:rsidP="00396BC5">
      <w:pPr>
        <w:spacing w:line="240" w:lineRule="auto"/>
        <w:ind w:left="0" w:firstLine="0"/>
        <w:contextualSpacing/>
        <w:rPr>
          <w:sz w:val="22"/>
        </w:rPr>
      </w:pPr>
      <w:bookmarkStart w:id="0" w:name="_GoBack"/>
      <w:bookmarkEnd w:id="0"/>
    </w:p>
    <w:sectPr w:rsidR="00845407" w:rsidRPr="009D7059" w:rsidSect="003859B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BC" w:rsidRDefault="003859BC" w:rsidP="004F07FE">
      <w:pPr>
        <w:spacing w:after="0" w:line="240" w:lineRule="auto"/>
      </w:pPr>
      <w:r>
        <w:separator/>
      </w:r>
    </w:p>
  </w:endnote>
  <w:endnote w:type="continuationSeparator" w:id="0">
    <w:p w:rsidR="003859BC" w:rsidRDefault="003859BC" w:rsidP="004F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9BC" w:rsidRPr="00466DC7" w:rsidRDefault="003859BC" w:rsidP="00466DC7">
    <w:pPr>
      <w:pStyle w:val="Pagenumbers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45407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BC" w:rsidRDefault="003859BC" w:rsidP="004F07FE">
      <w:pPr>
        <w:spacing w:after="0" w:line="240" w:lineRule="auto"/>
      </w:pPr>
      <w:r>
        <w:separator/>
      </w:r>
    </w:p>
  </w:footnote>
  <w:footnote w:type="continuationSeparator" w:id="0">
    <w:p w:rsidR="003859BC" w:rsidRDefault="003859BC" w:rsidP="004F0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453E5"/>
    <w:multiLevelType w:val="hybridMultilevel"/>
    <w:tmpl w:val="326E0DB4"/>
    <w:lvl w:ilvl="0" w:tplc="3B9428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D42C3"/>
    <w:multiLevelType w:val="hybridMultilevel"/>
    <w:tmpl w:val="24ECCD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0061"/>
    <w:multiLevelType w:val="hybridMultilevel"/>
    <w:tmpl w:val="8416D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62E44"/>
    <w:multiLevelType w:val="hybridMultilevel"/>
    <w:tmpl w:val="38A0B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D5"/>
    <w:rsid w:val="0000780C"/>
    <w:rsid w:val="000210FD"/>
    <w:rsid w:val="000249BF"/>
    <w:rsid w:val="00075DBF"/>
    <w:rsid w:val="000E05EC"/>
    <w:rsid w:val="000E62F6"/>
    <w:rsid w:val="000E6942"/>
    <w:rsid w:val="000F4721"/>
    <w:rsid w:val="001068A0"/>
    <w:rsid w:val="00133A59"/>
    <w:rsid w:val="00147B28"/>
    <w:rsid w:val="00183FAB"/>
    <w:rsid w:val="00185E45"/>
    <w:rsid w:val="001C122E"/>
    <w:rsid w:val="001C2E47"/>
    <w:rsid w:val="001F06E3"/>
    <w:rsid w:val="0020041F"/>
    <w:rsid w:val="00212C2F"/>
    <w:rsid w:val="0024033D"/>
    <w:rsid w:val="002A52D0"/>
    <w:rsid w:val="002F6187"/>
    <w:rsid w:val="002F6B40"/>
    <w:rsid w:val="002F6D17"/>
    <w:rsid w:val="00302E28"/>
    <w:rsid w:val="00325CD6"/>
    <w:rsid w:val="0035541E"/>
    <w:rsid w:val="00381AB4"/>
    <w:rsid w:val="003859BC"/>
    <w:rsid w:val="00396BC5"/>
    <w:rsid w:val="003A176D"/>
    <w:rsid w:val="003C703B"/>
    <w:rsid w:val="003D28D5"/>
    <w:rsid w:val="003D64A2"/>
    <w:rsid w:val="0040738C"/>
    <w:rsid w:val="004619EC"/>
    <w:rsid w:val="00466DC7"/>
    <w:rsid w:val="004955F9"/>
    <w:rsid w:val="004A2D7C"/>
    <w:rsid w:val="004C612E"/>
    <w:rsid w:val="004D2D3C"/>
    <w:rsid w:val="004E366E"/>
    <w:rsid w:val="004F07FE"/>
    <w:rsid w:val="004F5155"/>
    <w:rsid w:val="005006E2"/>
    <w:rsid w:val="00534F49"/>
    <w:rsid w:val="00546E22"/>
    <w:rsid w:val="0054737F"/>
    <w:rsid w:val="00562799"/>
    <w:rsid w:val="0056518C"/>
    <w:rsid w:val="005846D0"/>
    <w:rsid w:val="00590098"/>
    <w:rsid w:val="00594BFF"/>
    <w:rsid w:val="00595B02"/>
    <w:rsid w:val="00596F6E"/>
    <w:rsid w:val="005A17BE"/>
    <w:rsid w:val="005A19DD"/>
    <w:rsid w:val="005B17A8"/>
    <w:rsid w:val="005C01C9"/>
    <w:rsid w:val="005C6C7D"/>
    <w:rsid w:val="005D350F"/>
    <w:rsid w:val="005F27B4"/>
    <w:rsid w:val="006138C7"/>
    <w:rsid w:val="0061743B"/>
    <w:rsid w:val="006602D5"/>
    <w:rsid w:val="006753E6"/>
    <w:rsid w:val="006B4EC4"/>
    <w:rsid w:val="006E4C32"/>
    <w:rsid w:val="00710232"/>
    <w:rsid w:val="007336AF"/>
    <w:rsid w:val="0073448A"/>
    <w:rsid w:val="007520F4"/>
    <w:rsid w:val="00765E39"/>
    <w:rsid w:val="007740A0"/>
    <w:rsid w:val="0078473A"/>
    <w:rsid w:val="007879C9"/>
    <w:rsid w:val="007950CF"/>
    <w:rsid w:val="007B087A"/>
    <w:rsid w:val="007D2146"/>
    <w:rsid w:val="007D2A62"/>
    <w:rsid w:val="007E123A"/>
    <w:rsid w:val="00830B3D"/>
    <w:rsid w:val="008319BF"/>
    <w:rsid w:val="00834949"/>
    <w:rsid w:val="00845407"/>
    <w:rsid w:val="00845D1B"/>
    <w:rsid w:val="0089004C"/>
    <w:rsid w:val="008A1390"/>
    <w:rsid w:val="008A1435"/>
    <w:rsid w:val="008A3C67"/>
    <w:rsid w:val="008B06E1"/>
    <w:rsid w:val="008C205F"/>
    <w:rsid w:val="008C4C68"/>
    <w:rsid w:val="008E47B2"/>
    <w:rsid w:val="008F2B9B"/>
    <w:rsid w:val="00901D24"/>
    <w:rsid w:val="00911008"/>
    <w:rsid w:val="009156DA"/>
    <w:rsid w:val="00915F39"/>
    <w:rsid w:val="00942A1F"/>
    <w:rsid w:val="00951D4D"/>
    <w:rsid w:val="0098454B"/>
    <w:rsid w:val="00987E0E"/>
    <w:rsid w:val="009B128D"/>
    <w:rsid w:val="009B516F"/>
    <w:rsid w:val="009C6445"/>
    <w:rsid w:val="009D7059"/>
    <w:rsid w:val="009D7F91"/>
    <w:rsid w:val="00A44BD6"/>
    <w:rsid w:val="00A66420"/>
    <w:rsid w:val="00A77026"/>
    <w:rsid w:val="00A80BBF"/>
    <w:rsid w:val="00A81331"/>
    <w:rsid w:val="00A84ED0"/>
    <w:rsid w:val="00AD00DC"/>
    <w:rsid w:val="00AD5E87"/>
    <w:rsid w:val="00AF3241"/>
    <w:rsid w:val="00B00E11"/>
    <w:rsid w:val="00B02479"/>
    <w:rsid w:val="00B101A8"/>
    <w:rsid w:val="00B1432A"/>
    <w:rsid w:val="00B3500A"/>
    <w:rsid w:val="00B967F1"/>
    <w:rsid w:val="00BB5888"/>
    <w:rsid w:val="00BB74AB"/>
    <w:rsid w:val="00BC40F3"/>
    <w:rsid w:val="00BD5B0D"/>
    <w:rsid w:val="00C1222D"/>
    <w:rsid w:val="00C32014"/>
    <w:rsid w:val="00C5093C"/>
    <w:rsid w:val="00C52855"/>
    <w:rsid w:val="00C73019"/>
    <w:rsid w:val="00C8278A"/>
    <w:rsid w:val="00CA65A3"/>
    <w:rsid w:val="00CE1B3B"/>
    <w:rsid w:val="00CE24D9"/>
    <w:rsid w:val="00CF0768"/>
    <w:rsid w:val="00CF60AF"/>
    <w:rsid w:val="00D016F0"/>
    <w:rsid w:val="00D107FF"/>
    <w:rsid w:val="00D45322"/>
    <w:rsid w:val="00D715B6"/>
    <w:rsid w:val="00DB09A2"/>
    <w:rsid w:val="00DD6A1C"/>
    <w:rsid w:val="00E113F6"/>
    <w:rsid w:val="00E22263"/>
    <w:rsid w:val="00E46EE9"/>
    <w:rsid w:val="00E803C7"/>
    <w:rsid w:val="00E82AF4"/>
    <w:rsid w:val="00E96188"/>
    <w:rsid w:val="00EB0C97"/>
    <w:rsid w:val="00EE0124"/>
    <w:rsid w:val="00EE32A9"/>
    <w:rsid w:val="00EE3590"/>
    <w:rsid w:val="00F05A7F"/>
    <w:rsid w:val="00F259B6"/>
    <w:rsid w:val="00F32901"/>
    <w:rsid w:val="00F40F97"/>
    <w:rsid w:val="00F4693E"/>
    <w:rsid w:val="00F52A35"/>
    <w:rsid w:val="00F85004"/>
    <w:rsid w:val="00F914C2"/>
    <w:rsid w:val="00FA2196"/>
    <w:rsid w:val="00FA2430"/>
    <w:rsid w:val="00FA5715"/>
    <w:rsid w:val="00FB044D"/>
    <w:rsid w:val="00FC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"/>
    <w:qFormat/>
    <w:rsid w:val="00F914C2"/>
    <w:pPr>
      <w:numPr>
        <w:numId w:val="2"/>
      </w:numPr>
      <w:spacing w:after="0"/>
      <w:ind w:left="720" w:firstLine="0"/>
    </w:pPr>
  </w:style>
  <w:style w:type="character" w:styleId="CommentReference">
    <w:name w:val="annotation reference"/>
    <w:basedOn w:val="DefaultParagraphFont"/>
    <w:uiPriority w:val="99"/>
    <w:semiHidden/>
    <w:unhideWhenUsed/>
    <w:rsid w:val="00F91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Heading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Header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"/>
    <w:qFormat/>
    <w:rsid w:val="00CE24D9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PlaceholderText">
    <w:name w:val="Placeholder Text"/>
    <w:basedOn w:val="DefaultParagraphFont"/>
    <w:uiPriority w:val="99"/>
    <w:semiHidden/>
    <w:rsid w:val="00BC40F3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ListParagraph"/>
    <w:rsid w:val="00466DC7"/>
    <w:pPr>
      <w:numPr>
        <w:numId w:val="5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Footer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Footer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"/>
    <w:qFormat/>
    <w:rsid w:val="005C01C9"/>
    <w:pPr>
      <w:framePr w:wrap="auto" w:vAnchor="text" w:hAnchor="page" w:x="1585" w:y="1"/>
      <w:numPr>
        <w:numId w:val="6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7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  <w:style w:type="table" w:styleId="TableGrid">
    <w:name w:val="Table Grid"/>
    <w:basedOn w:val="TableNormal"/>
    <w:uiPriority w:val="59"/>
    <w:rsid w:val="00CF60A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"/>
    <w:qFormat/>
    <w:rsid w:val="00F914C2"/>
    <w:pPr>
      <w:numPr>
        <w:numId w:val="2"/>
      </w:numPr>
      <w:spacing w:after="0"/>
      <w:ind w:left="720" w:firstLine="0"/>
    </w:pPr>
  </w:style>
  <w:style w:type="character" w:styleId="CommentReference">
    <w:name w:val="annotation reference"/>
    <w:basedOn w:val="DefaultParagraphFont"/>
    <w:uiPriority w:val="99"/>
    <w:semiHidden/>
    <w:unhideWhenUsed/>
    <w:rsid w:val="00F91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Heading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Header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"/>
    <w:qFormat/>
    <w:rsid w:val="00CE24D9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PlaceholderText">
    <w:name w:val="Placeholder Text"/>
    <w:basedOn w:val="DefaultParagraphFont"/>
    <w:uiPriority w:val="99"/>
    <w:semiHidden/>
    <w:rsid w:val="00BC40F3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ListParagraph"/>
    <w:rsid w:val="00466DC7"/>
    <w:pPr>
      <w:numPr>
        <w:numId w:val="5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Footer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Footer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"/>
    <w:qFormat/>
    <w:rsid w:val="005C01C9"/>
    <w:pPr>
      <w:framePr w:wrap="auto" w:vAnchor="text" w:hAnchor="page" w:x="1585" w:y="1"/>
      <w:numPr>
        <w:numId w:val="6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7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  <w:style w:type="table" w:styleId="TableGrid">
    <w:name w:val="Table Grid"/>
    <w:basedOn w:val="TableNormal"/>
    <w:uiPriority w:val="59"/>
    <w:rsid w:val="00CF60A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tron\Application%20Data\Microsoft\Templates\multchcBBk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29851E53E64FA9A63B02DD754BF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53541-F75E-4D70-9075-3BCF0B10776F}"/>
      </w:docPartPr>
      <w:docPartBody>
        <w:p w:rsidR="001D5721" w:rsidRDefault="005C3D40">
          <w:pPr>
            <w:pStyle w:val="EE29851E53E64FA9A63B02DD754BF615"/>
          </w:pPr>
          <w:r>
            <w:t>[Type your name]</w:t>
          </w:r>
        </w:p>
      </w:docPartBody>
    </w:docPart>
    <w:docPart>
      <w:docPartPr>
        <w:name w:val="8EA1863DD2E74564A19857444749C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197AC-6EC1-439C-8C53-FE791B9BC9A9}"/>
      </w:docPartPr>
      <w:docPartBody>
        <w:p w:rsidR="001D5721" w:rsidRDefault="005C3D40">
          <w:pPr>
            <w:pStyle w:val="8EA1863DD2E74564A19857444749C077"/>
          </w:pPr>
          <w:r>
            <w:t>[Type a class name]</w:t>
          </w:r>
        </w:p>
      </w:docPartBody>
    </w:docPart>
    <w:docPart>
      <w:docPartPr>
        <w:name w:val="1988212547A2466FB2FD356D24A30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B2671-3FAD-49A6-95C4-BB4ABB068ABB}"/>
      </w:docPartPr>
      <w:docPartBody>
        <w:p w:rsidR="001D5721" w:rsidRDefault="005C3D40">
          <w:pPr>
            <w:pStyle w:val="1988212547A2466FB2FD356D24A30AD5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70A3139BB0F646BBA94054AE9349D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01EC2-7F87-4778-B26C-9F8E0970862E}"/>
      </w:docPartPr>
      <w:docPartBody>
        <w:p w:rsidR="001D5721" w:rsidRDefault="00DB6756" w:rsidP="00DB6756">
          <w:pPr>
            <w:pStyle w:val="70A3139BB0F646BBA94054AE9349D814"/>
          </w:pPr>
          <w:r w:rsidRPr="00CE24D9">
            <w:t>[Type question here]</w:t>
          </w:r>
        </w:p>
      </w:docPartBody>
    </w:docPart>
    <w:docPart>
      <w:docPartPr>
        <w:name w:val="E5243F7E594C4B0E89409374311A6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F458F-9EDA-4D42-BBBB-F18D3752B422}"/>
      </w:docPartPr>
      <w:docPartBody>
        <w:p w:rsidR="001D5721" w:rsidRDefault="00DB6756" w:rsidP="00DB6756">
          <w:pPr>
            <w:pStyle w:val="E5243F7E594C4B0E89409374311A62A7"/>
          </w:pPr>
          <w:r>
            <w:t>[Answer A]</w:t>
          </w:r>
        </w:p>
      </w:docPartBody>
    </w:docPart>
    <w:docPart>
      <w:docPartPr>
        <w:name w:val="99B9028FA4544CD19F6FDAD1757B8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2A723-B1F4-4C67-B701-602C5AEAEC98}"/>
      </w:docPartPr>
      <w:docPartBody>
        <w:p w:rsidR="001D5721" w:rsidRDefault="00DB6756" w:rsidP="00DB6756">
          <w:pPr>
            <w:pStyle w:val="99B9028FA4544CD19F6FDAD1757B8F43"/>
          </w:pPr>
          <w:r>
            <w:t>[Answer B]</w:t>
          </w:r>
        </w:p>
      </w:docPartBody>
    </w:docPart>
    <w:docPart>
      <w:docPartPr>
        <w:name w:val="01535A5E3FD44463A5BA72F1D8813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7E349-D88E-4B17-8A60-0CC86232499C}"/>
      </w:docPartPr>
      <w:docPartBody>
        <w:p w:rsidR="001D5721" w:rsidRDefault="00DB6756" w:rsidP="00DB6756">
          <w:pPr>
            <w:pStyle w:val="01535A5E3FD44463A5BA72F1D8813855"/>
          </w:pPr>
          <w:r>
            <w:t>[Answer C]</w:t>
          </w:r>
        </w:p>
      </w:docPartBody>
    </w:docPart>
    <w:docPart>
      <w:docPartPr>
        <w:name w:val="33A7280DC0D544988D4B034346ACA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11812-2354-41D8-A82F-E9D8FF80824D}"/>
      </w:docPartPr>
      <w:docPartBody>
        <w:p w:rsidR="001D5721" w:rsidRDefault="00DB6756" w:rsidP="00DB6756">
          <w:pPr>
            <w:pStyle w:val="33A7280DC0D544988D4B034346ACA42E"/>
          </w:pPr>
          <w:r>
            <w:t>[Answer D]</w:t>
          </w:r>
        </w:p>
      </w:docPartBody>
    </w:docPart>
    <w:docPart>
      <w:docPartPr>
        <w:name w:val="0FAC843C5AA74B659AF1E8FD27E0F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AF827-1A20-4608-9AFE-021DF134755B}"/>
      </w:docPartPr>
      <w:docPartBody>
        <w:p w:rsidR="001D5721" w:rsidRDefault="00DB6756" w:rsidP="00DB6756">
          <w:pPr>
            <w:pStyle w:val="0FAC843C5AA74B659AF1E8FD27E0F1F3"/>
          </w:pPr>
          <w:r>
            <w:t>[Answer A]</w:t>
          </w:r>
        </w:p>
      </w:docPartBody>
    </w:docPart>
    <w:docPart>
      <w:docPartPr>
        <w:name w:val="9E2A3A3413654B9D861CC0BCD665D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974F8-8DB9-40FC-B0C8-488DF4DF0BA7}"/>
      </w:docPartPr>
      <w:docPartBody>
        <w:p w:rsidR="001D5721" w:rsidRDefault="00DB6756" w:rsidP="00DB6756">
          <w:pPr>
            <w:pStyle w:val="9E2A3A3413654B9D861CC0BCD665D1AF"/>
          </w:pPr>
          <w:r w:rsidRPr="00CE24D9">
            <w:t>[Answer B]</w:t>
          </w:r>
        </w:p>
      </w:docPartBody>
    </w:docPart>
    <w:docPart>
      <w:docPartPr>
        <w:name w:val="9CE24F645354492DAA2536A07E889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76A59-793B-4189-ABD3-9AFD540EFE41}"/>
      </w:docPartPr>
      <w:docPartBody>
        <w:p w:rsidR="001D5721" w:rsidRDefault="00DB6756" w:rsidP="00DB6756">
          <w:pPr>
            <w:pStyle w:val="9CE24F645354492DAA2536A07E889448"/>
          </w:pPr>
          <w:r w:rsidRPr="00CE24D9">
            <w:t>[Answer C]</w:t>
          </w:r>
        </w:p>
      </w:docPartBody>
    </w:docPart>
    <w:docPart>
      <w:docPartPr>
        <w:name w:val="7614A8C0D26D4A109B12A3E7741CB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A27CA-EAF7-4F86-9EF2-A3F05B938A3A}"/>
      </w:docPartPr>
      <w:docPartBody>
        <w:p w:rsidR="001D5721" w:rsidRDefault="00DB6756" w:rsidP="00DB6756">
          <w:pPr>
            <w:pStyle w:val="7614A8C0D26D4A109B12A3E7741CBA7E"/>
          </w:pPr>
          <w:r w:rsidRPr="00CE24D9">
            <w:t>[Answer D]</w:t>
          </w:r>
        </w:p>
      </w:docPartBody>
    </w:docPart>
    <w:docPart>
      <w:docPartPr>
        <w:name w:val="637EF0C651C84199AC6A927A434EA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4E364-FCCF-47C8-804C-19AD1CA6AC91}"/>
      </w:docPartPr>
      <w:docPartBody>
        <w:p w:rsidR="001D5721" w:rsidRDefault="00DB6756" w:rsidP="00DB6756">
          <w:pPr>
            <w:pStyle w:val="637EF0C651C84199AC6A927A434EAD9F"/>
          </w:pPr>
          <w:r>
            <w:t>[Answer E]</w:t>
          </w:r>
        </w:p>
      </w:docPartBody>
    </w:docPart>
    <w:docPart>
      <w:docPartPr>
        <w:name w:val="5FE0E47704DB4C85933D73079D170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97BDA-51E9-48DD-8260-617D44E3E17B}"/>
      </w:docPartPr>
      <w:docPartBody>
        <w:p w:rsidR="001D5721" w:rsidRDefault="00DB6756" w:rsidP="00DB6756">
          <w:pPr>
            <w:pStyle w:val="5FE0E47704DB4C85933D73079D1704A9"/>
          </w:pPr>
          <w:r>
            <w:t>[Answer A]</w:t>
          </w:r>
        </w:p>
      </w:docPartBody>
    </w:docPart>
    <w:docPart>
      <w:docPartPr>
        <w:name w:val="1FFEA50408964029823646DA83F93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DCC16-19A0-4340-B189-80D3584B23CF}"/>
      </w:docPartPr>
      <w:docPartBody>
        <w:p w:rsidR="001D5721" w:rsidRDefault="00DB6756" w:rsidP="00DB6756">
          <w:pPr>
            <w:pStyle w:val="1FFEA50408964029823646DA83F939BC"/>
          </w:pPr>
          <w:r>
            <w:t>[Answer A]</w:t>
          </w:r>
        </w:p>
      </w:docPartBody>
    </w:docPart>
    <w:docPart>
      <w:docPartPr>
        <w:name w:val="2EE842F22B0C4A46B049C25824464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917F4-23F0-4BBF-BD16-BE8AF6655788}"/>
      </w:docPartPr>
      <w:docPartBody>
        <w:p w:rsidR="001D5721" w:rsidRDefault="00DB6756" w:rsidP="00DB6756">
          <w:pPr>
            <w:pStyle w:val="2EE842F22B0C4A46B049C2582446464D"/>
          </w:pPr>
          <w:r w:rsidRPr="00CE24D9">
            <w:t>[Answer B]</w:t>
          </w:r>
        </w:p>
      </w:docPartBody>
    </w:docPart>
    <w:docPart>
      <w:docPartPr>
        <w:name w:val="627684CEDF8945FD94E685A493544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7A306-653B-4608-B8D4-7C3A66231EBF}"/>
      </w:docPartPr>
      <w:docPartBody>
        <w:p w:rsidR="001D5721" w:rsidRDefault="00DB6756" w:rsidP="00DB6756">
          <w:pPr>
            <w:pStyle w:val="627684CEDF8945FD94E685A49354445A"/>
          </w:pPr>
          <w:r w:rsidRPr="00CE24D9">
            <w:t>[Answer C]</w:t>
          </w:r>
        </w:p>
      </w:docPartBody>
    </w:docPart>
    <w:docPart>
      <w:docPartPr>
        <w:name w:val="7A2C635E8C1B42E6A15C764535ED5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0BE23-988A-4459-8ADF-8669642F484B}"/>
      </w:docPartPr>
      <w:docPartBody>
        <w:p w:rsidR="001D5721" w:rsidRDefault="00DB6756" w:rsidP="00DB6756">
          <w:pPr>
            <w:pStyle w:val="7A2C635E8C1B42E6A15C764535ED574E"/>
          </w:pPr>
          <w:r w:rsidRPr="00CE24D9">
            <w:t>[Answer D]</w:t>
          </w:r>
        </w:p>
      </w:docPartBody>
    </w:docPart>
    <w:docPart>
      <w:docPartPr>
        <w:name w:val="5ACDA62BB465402A864B093552111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32ACF-B485-42F2-ABCE-EA2DE735214A}"/>
      </w:docPartPr>
      <w:docPartBody>
        <w:p w:rsidR="001D5721" w:rsidRDefault="00DB6756" w:rsidP="00DB6756">
          <w:pPr>
            <w:pStyle w:val="5ACDA62BB465402A864B093552111018"/>
          </w:pPr>
          <w:r>
            <w:t>[Answer E]</w:t>
          </w:r>
        </w:p>
      </w:docPartBody>
    </w:docPart>
    <w:docPart>
      <w:docPartPr>
        <w:name w:val="09F2C76ECE484777836BBA355C741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D9AA5-B156-4E77-95E9-DAA33F13CB0D}"/>
      </w:docPartPr>
      <w:docPartBody>
        <w:p w:rsidR="001D5721" w:rsidRDefault="00DB6756" w:rsidP="00DB6756">
          <w:pPr>
            <w:pStyle w:val="09F2C76ECE484777836BBA355C741997"/>
          </w:pPr>
          <w:r>
            <w:t>[Answer A]</w:t>
          </w:r>
        </w:p>
      </w:docPartBody>
    </w:docPart>
    <w:docPart>
      <w:docPartPr>
        <w:name w:val="59AC5FC1462B4812A348410091E3B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4F7FF-B980-4F18-BF40-14DB21621907}"/>
      </w:docPartPr>
      <w:docPartBody>
        <w:p w:rsidR="001D5721" w:rsidRDefault="00DB6756" w:rsidP="00DB6756">
          <w:pPr>
            <w:pStyle w:val="59AC5FC1462B4812A348410091E3B114"/>
          </w:pPr>
          <w:r w:rsidRPr="00CE24D9">
            <w:t>[Answer B]</w:t>
          </w:r>
        </w:p>
      </w:docPartBody>
    </w:docPart>
    <w:docPart>
      <w:docPartPr>
        <w:name w:val="8CEC68ADDB944464AECAF24B62B68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45451-32C9-4A7D-8B14-A544701B4235}"/>
      </w:docPartPr>
      <w:docPartBody>
        <w:p w:rsidR="001D5721" w:rsidRDefault="00DB6756" w:rsidP="00DB6756">
          <w:pPr>
            <w:pStyle w:val="8CEC68ADDB944464AECAF24B62B68DFE"/>
          </w:pPr>
          <w:r w:rsidRPr="00CE24D9">
            <w:t>[Answer C]</w:t>
          </w:r>
        </w:p>
      </w:docPartBody>
    </w:docPart>
    <w:docPart>
      <w:docPartPr>
        <w:name w:val="28307EBC2FBD4C6887150B9A81C6B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FC440-A23F-43C5-BA9E-05CB351E9B99}"/>
      </w:docPartPr>
      <w:docPartBody>
        <w:p w:rsidR="001D5721" w:rsidRDefault="00DB6756" w:rsidP="00DB6756">
          <w:pPr>
            <w:pStyle w:val="28307EBC2FBD4C6887150B9A81C6BF8E"/>
          </w:pPr>
          <w:r w:rsidRPr="00CE24D9">
            <w:t>[Answer D]</w:t>
          </w:r>
        </w:p>
      </w:docPartBody>
    </w:docPart>
    <w:docPart>
      <w:docPartPr>
        <w:name w:val="0ACBA8D79E1346DCB47ECC9159CE5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02E0D-1CA3-4AA2-9C02-96573C13A02B}"/>
      </w:docPartPr>
      <w:docPartBody>
        <w:p w:rsidR="001D5721" w:rsidRDefault="00DB6756" w:rsidP="00DB6756">
          <w:pPr>
            <w:pStyle w:val="0ACBA8D79E1346DCB47ECC9159CE532B"/>
          </w:pPr>
          <w:r>
            <w:t>[Answer E]</w:t>
          </w:r>
        </w:p>
      </w:docPartBody>
    </w:docPart>
    <w:docPart>
      <w:docPartPr>
        <w:name w:val="0CB01E000E4E4E58AB056E44DBDF0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CC30D7-1D72-414A-91C3-50AE5D9E1228}"/>
      </w:docPartPr>
      <w:docPartBody>
        <w:p w:rsidR="001D5721" w:rsidRDefault="00DB6756" w:rsidP="00DB6756">
          <w:pPr>
            <w:pStyle w:val="0CB01E000E4E4E58AB056E44DBDF0873"/>
          </w:pPr>
          <w:r>
            <w:t>[Answer E]</w:t>
          </w:r>
        </w:p>
      </w:docPartBody>
    </w:docPart>
    <w:docPart>
      <w:docPartPr>
        <w:name w:val="CA9285680D9B4B76ADA940DC172B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82276-009F-4980-8C06-0BAC2479E927}"/>
      </w:docPartPr>
      <w:docPartBody>
        <w:p w:rsidR="001D5721" w:rsidRDefault="00DB6756" w:rsidP="00DB6756">
          <w:pPr>
            <w:pStyle w:val="CA9285680D9B4B76ADA940DC172BDE96"/>
          </w:pPr>
          <w:r>
            <w:t>[Answer A]</w:t>
          </w:r>
        </w:p>
      </w:docPartBody>
    </w:docPart>
    <w:docPart>
      <w:docPartPr>
        <w:name w:val="A5D3D524EFB9446592FABCA2CF778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6DF9D-6A79-473B-9485-7B2682111471}"/>
      </w:docPartPr>
      <w:docPartBody>
        <w:p w:rsidR="001D5721" w:rsidRDefault="00DB6756" w:rsidP="00DB6756">
          <w:pPr>
            <w:pStyle w:val="A5D3D524EFB9446592FABCA2CF778766"/>
          </w:pPr>
          <w:r w:rsidRPr="00CE24D9">
            <w:t>[Answer B]</w:t>
          </w:r>
        </w:p>
      </w:docPartBody>
    </w:docPart>
    <w:docPart>
      <w:docPartPr>
        <w:name w:val="3103E2A7BBA44F8EADF28954A9680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B2AD2-62C7-476C-8653-708034A928F4}"/>
      </w:docPartPr>
      <w:docPartBody>
        <w:p w:rsidR="001D5721" w:rsidRDefault="00DB6756" w:rsidP="00DB6756">
          <w:pPr>
            <w:pStyle w:val="3103E2A7BBA44F8EADF28954A9680059"/>
          </w:pPr>
          <w:r w:rsidRPr="00CE24D9">
            <w:t>[Answer C]</w:t>
          </w:r>
        </w:p>
      </w:docPartBody>
    </w:docPart>
    <w:docPart>
      <w:docPartPr>
        <w:name w:val="6F9CF16E3FB34BF59AC4E6D15FA35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27260-9539-407F-84BB-954284D04914}"/>
      </w:docPartPr>
      <w:docPartBody>
        <w:p w:rsidR="001D5721" w:rsidRDefault="00DB6756" w:rsidP="00DB6756">
          <w:pPr>
            <w:pStyle w:val="6F9CF16E3FB34BF59AC4E6D15FA35807"/>
          </w:pPr>
          <w:r w:rsidRPr="00CE24D9">
            <w:t>[Answer D]</w:t>
          </w:r>
        </w:p>
      </w:docPartBody>
    </w:docPart>
    <w:docPart>
      <w:docPartPr>
        <w:name w:val="110B52D9FFF544E8B74501342F5F2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691FF-3672-4DDF-9171-8AB97767276F}"/>
      </w:docPartPr>
      <w:docPartBody>
        <w:p w:rsidR="001D5721" w:rsidRDefault="00DB6756" w:rsidP="00DB6756">
          <w:pPr>
            <w:pStyle w:val="110B52D9FFF544E8B74501342F5F2AE8"/>
          </w:pPr>
          <w:r>
            <w:t>[Answer E]</w:t>
          </w:r>
        </w:p>
      </w:docPartBody>
    </w:docPart>
    <w:docPart>
      <w:docPartPr>
        <w:name w:val="0F4D0F8AAE4C431F84B0BD0CB0F8E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05F8E-D046-4C0F-BFFA-0376AEB90706}"/>
      </w:docPartPr>
      <w:docPartBody>
        <w:p w:rsidR="005310A8" w:rsidRDefault="005310A8" w:rsidP="005310A8">
          <w:pPr>
            <w:pStyle w:val="0F4D0F8AAE4C431F84B0BD0CB0F8EC71"/>
          </w:pPr>
          <w:r>
            <w:t>[Answer A]</w:t>
          </w:r>
        </w:p>
      </w:docPartBody>
    </w:docPart>
    <w:docPart>
      <w:docPartPr>
        <w:name w:val="E479B5E0BB044C0EA2DDA95B1BBC6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955C9-E472-4C21-B5B7-5C8F79757978}"/>
      </w:docPartPr>
      <w:docPartBody>
        <w:p w:rsidR="005310A8" w:rsidRDefault="005310A8" w:rsidP="005310A8">
          <w:pPr>
            <w:pStyle w:val="E479B5E0BB044C0EA2DDA95B1BBC633E"/>
          </w:pPr>
          <w:r>
            <w:t>[Answer A]</w:t>
          </w:r>
        </w:p>
      </w:docPartBody>
    </w:docPart>
    <w:docPart>
      <w:docPartPr>
        <w:name w:val="2086E968A0314149A396CADC757F9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7373B-2DC5-4695-B982-5EA84F442AC9}"/>
      </w:docPartPr>
      <w:docPartBody>
        <w:p w:rsidR="005310A8" w:rsidRDefault="005310A8" w:rsidP="005310A8">
          <w:pPr>
            <w:pStyle w:val="2086E968A0314149A396CADC757F9560"/>
          </w:pPr>
          <w:r>
            <w:t>[Answer A]</w:t>
          </w:r>
        </w:p>
      </w:docPartBody>
    </w:docPart>
    <w:docPart>
      <w:docPartPr>
        <w:name w:val="23A36A64C960489AA1FC97EB136B4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3BD22-CD2B-4103-BA73-2C6DA8C889B4}"/>
      </w:docPartPr>
      <w:docPartBody>
        <w:p w:rsidR="005310A8" w:rsidRDefault="005310A8" w:rsidP="005310A8">
          <w:pPr>
            <w:pStyle w:val="23A36A64C960489AA1FC97EB136B4FB0"/>
          </w:pPr>
          <w:r>
            <w:t>[Answer A]</w:t>
          </w:r>
        </w:p>
      </w:docPartBody>
    </w:docPart>
    <w:docPart>
      <w:docPartPr>
        <w:name w:val="D1B851B581E54CFD86A63A72FFC6D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3DDAF2-D256-404D-A4D8-4960BE59F2F4}"/>
      </w:docPartPr>
      <w:docPartBody>
        <w:p w:rsidR="005310A8" w:rsidRDefault="005310A8" w:rsidP="005310A8">
          <w:pPr>
            <w:pStyle w:val="D1B851B581E54CFD86A63A72FFC6D592"/>
          </w:pPr>
          <w:r>
            <w:t>[Answer A]</w:t>
          </w:r>
        </w:p>
      </w:docPartBody>
    </w:docPart>
    <w:docPart>
      <w:docPartPr>
        <w:name w:val="94E4FFD7C8D64BAB8D2F0611B6E28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F9A38-6688-4C38-8C4E-39364D50103C}"/>
      </w:docPartPr>
      <w:docPartBody>
        <w:p w:rsidR="005310A8" w:rsidRDefault="005310A8" w:rsidP="005310A8">
          <w:pPr>
            <w:pStyle w:val="94E4FFD7C8D64BAB8D2F0611B6E287DD"/>
          </w:pPr>
          <w:r>
            <w:t>[Answer A]</w:t>
          </w:r>
        </w:p>
      </w:docPartBody>
    </w:docPart>
    <w:docPart>
      <w:docPartPr>
        <w:name w:val="2C634246BF674BE09E8F455D40DB23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EBDFF-BC47-47BA-82D7-4B0AAE88CE3C}"/>
      </w:docPartPr>
      <w:docPartBody>
        <w:p w:rsidR="005310A8" w:rsidRDefault="005310A8" w:rsidP="005310A8">
          <w:pPr>
            <w:pStyle w:val="2C634246BF674BE09E8F455D40DB23A9"/>
          </w:pPr>
          <w:r>
            <w:t>[Answer A]</w:t>
          </w:r>
        </w:p>
      </w:docPartBody>
    </w:docPart>
    <w:docPart>
      <w:docPartPr>
        <w:name w:val="AE975DEE4CE941A89E4570CB64818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CB7EF-69A9-450A-A51F-C1494C0C994B}"/>
      </w:docPartPr>
      <w:docPartBody>
        <w:p w:rsidR="005310A8" w:rsidRDefault="005310A8" w:rsidP="005310A8">
          <w:pPr>
            <w:pStyle w:val="AE975DEE4CE941A89E4570CB64818AE3"/>
          </w:pPr>
          <w:r>
            <w:t>[Answer A]</w:t>
          </w:r>
        </w:p>
      </w:docPartBody>
    </w:docPart>
    <w:docPart>
      <w:docPartPr>
        <w:name w:val="0A37E957C26240F5BD77FA02C041B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17128-5087-4863-A851-8A4240944FED}"/>
      </w:docPartPr>
      <w:docPartBody>
        <w:p w:rsidR="005310A8" w:rsidRDefault="005310A8" w:rsidP="005310A8">
          <w:pPr>
            <w:pStyle w:val="0A37E957C26240F5BD77FA02C041BA70"/>
          </w:pPr>
          <w:r>
            <w:t>[Answer A]</w:t>
          </w:r>
        </w:p>
      </w:docPartBody>
    </w:docPart>
    <w:docPart>
      <w:docPartPr>
        <w:name w:val="8D5E016A47AD4C11B500946BDF3C3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C7532-454D-468F-8597-AADA001FABE6}"/>
      </w:docPartPr>
      <w:docPartBody>
        <w:p w:rsidR="005310A8" w:rsidRDefault="005310A8" w:rsidP="005310A8">
          <w:pPr>
            <w:pStyle w:val="8D5E016A47AD4C11B500946BDF3C3111"/>
          </w:pPr>
          <w:r>
            <w:t>[Answer A]</w:t>
          </w:r>
        </w:p>
      </w:docPartBody>
    </w:docPart>
    <w:docPart>
      <w:docPartPr>
        <w:name w:val="ACF1953A57A5466E93CF407A25840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2A79C-A5BD-4C8C-87AE-B523D23920C1}"/>
      </w:docPartPr>
      <w:docPartBody>
        <w:p w:rsidR="005310A8" w:rsidRDefault="005310A8" w:rsidP="005310A8">
          <w:pPr>
            <w:pStyle w:val="ACF1953A57A5466E93CF407A25840CE4"/>
          </w:pPr>
          <w:r>
            <w:t>[Answer A]</w:t>
          </w:r>
        </w:p>
      </w:docPartBody>
    </w:docPart>
    <w:docPart>
      <w:docPartPr>
        <w:name w:val="D8EAB9E0DFE640709FE3389F67E28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3E87B-04F8-4C2A-922F-A2D529798B61}"/>
      </w:docPartPr>
      <w:docPartBody>
        <w:p w:rsidR="005310A8" w:rsidRDefault="005310A8" w:rsidP="005310A8">
          <w:pPr>
            <w:pStyle w:val="D8EAB9E0DFE640709FE3389F67E28140"/>
          </w:pPr>
          <w:r>
            <w:t>[Answer A]</w:t>
          </w:r>
        </w:p>
      </w:docPartBody>
    </w:docPart>
    <w:docPart>
      <w:docPartPr>
        <w:name w:val="54BA55FBF70D4C539353669C951AD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D1799-390E-43B6-BD62-688F23E39CC2}"/>
      </w:docPartPr>
      <w:docPartBody>
        <w:p w:rsidR="005310A8" w:rsidRDefault="005310A8" w:rsidP="005310A8">
          <w:pPr>
            <w:pStyle w:val="54BA55FBF70D4C539353669C951AD652"/>
          </w:pPr>
          <w:r>
            <w:t>[Answer B]</w:t>
          </w:r>
        </w:p>
      </w:docPartBody>
    </w:docPart>
    <w:docPart>
      <w:docPartPr>
        <w:name w:val="0B40E08DC7CE4C3ABF8BE8E2CB713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8D459-458D-4EE5-A101-B15B37E0DF14}"/>
      </w:docPartPr>
      <w:docPartBody>
        <w:p w:rsidR="005310A8" w:rsidRDefault="005310A8" w:rsidP="005310A8">
          <w:pPr>
            <w:pStyle w:val="0B40E08DC7CE4C3ABF8BE8E2CB71332A"/>
          </w:pPr>
          <w:r>
            <w:t>[Answer C]</w:t>
          </w:r>
        </w:p>
      </w:docPartBody>
    </w:docPart>
    <w:docPart>
      <w:docPartPr>
        <w:name w:val="BD1D6BB3D2E54AFEB4891643ED892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A5AD8-0F3D-4259-ACCC-68804CBD4DCB}"/>
      </w:docPartPr>
      <w:docPartBody>
        <w:p w:rsidR="005310A8" w:rsidRDefault="005310A8" w:rsidP="005310A8">
          <w:pPr>
            <w:pStyle w:val="BD1D6BB3D2E54AFEB4891643ED892ED1"/>
          </w:pPr>
          <w:r>
            <w:t>[Answer D]</w:t>
          </w:r>
        </w:p>
      </w:docPartBody>
    </w:docPart>
    <w:docPart>
      <w:docPartPr>
        <w:name w:val="8C9BC7D9197B481F8D59BDCADFB65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EA971-E180-4436-8148-A4E71348CD98}"/>
      </w:docPartPr>
      <w:docPartBody>
        <w:p w:rsidR="005310A8" w:rsidRDefault="005310A8" w:rsidP="005310A8">
          <w:pPr>
            <w:pStyle w:val="8C9BC7D9197B481F8D59BDCADFB65CCC"/>
          </w:pPr>
          <w:r>
            <w:t>[Answer D]</w:t>
          </w:r>
        </w:p>
      </w:docPartBody>
    </w:docPart>
    <w:docPart>
      <w:docPartPr>
        <w:name w:val="D473E1293A35469BA6BC071BF41F4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7AE31-DDFE-4058-825C-7951C75D0363}"/>
      </w:docPartPr>
      <w:docPartBody>
        <w:p w:rsidR="005310A8" w:rsidRDefault="005310A8" w:rsidP="005310A8">
          <w:pPr>
            <w:pStyle w:val="D473E1293A35469BA6BC071BF41F412C"/>
          </w:pPr>
          <w:r>
            <w:t>[Answer D]</w:t>
          </w:r>
        </w:p>
      </w:docPartBody>
    </w:docPart>
    <w:docPart>
      <w:docPartPr>
        <w:name w:val="7E5DB140533F4BA4A31D2B05B6AE9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208F8-4174-4FA9-9BE4-7224DA5DBC03}"/>
      </w:docPartPr>
      <w:docPartBody>
        <w:p w:rsidR="005310A8" w:rsidRDefault="005310A8" w:rsidP="005310A8">
          <w:pPr>
            <w:pStyle w:val="7E5DB140533F4BA4A31D2B05B6AE9E02"/>
          </w:pPr>
          <w:r>
            <w:t>[Answer A]</w:t>
          </w:r>
        </w:p>
      </w:docPartBody>
    </w:docPart>
    <w:docPart>
      <w:docPartPr>
        <w:name w:val="3E88580CF43D48048EEC33B92354A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70560-746D-4DB3-B1E9-6727E029A2E3}"/>
      </w:docPartPr>
      <w:docPartBody>
        <w:p w:rsidR="005310A8" w:rsidRDefault="005310A8" w:rsidP="005310A8">
          <w:pPr>
            <w:pStyle w:val="3E88580CF43D48048EEC33B92354A072"/>
          </w:pPr>
          <w:r w:rsidRPr="00CE24D9">
            <w:t>[Answer B]</w:t>
          </w:r>
        </w:p>
      </w:docPartBody>
    </w:docPart>
    <w:docPart>
      <w:docPartPr>
        <w:name w:val="E015A68C40F6479EA76D97F8819A8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49730-631C-4B18-A25E-B1A7D7A36139}"/>
      </w:docPartPr>
      <w:docPartBody>
        <w:p w:rsidR="005310A8" w:rsidRDefault="005310A8" w:rsidP="005310A8">
          <w:pPr>
            <w:pStyle w:val="E015A68C40F6479EA76D97F8819A8D2E"/>
          </w:pPr>
          <w:r w:rsidRPr="00CE24D9">
            <w:t>[Answer C]</w:t>
          </w:r>
        </w:p>
      </w:docPartBody>
    </w:docPart>
    <w:docPart>
      <w:docPartPr>
        <w:name w:val="FE70EF98ADBE4021905DEE8BA431FA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FAF90-2EC4-4BB3-80A8-C78B57F3FCF6}"/>
      </w:docPartPr>
      <w:docPartBody>
        <w:p w:rsidR="005310A8" w:rsidRDefault="005310A8" w:rsidP="005310A8">
          <w:pPr>
            <w:pStyle w:val="FE70EF98ADBE4021905DEE8BA431FA7C"/>
          </w:pPr>
          <w:r w:rsidRPr="00CE24D9">
            <w:t>[Answer D]</w:t>
          </w:r>
        </w:p>
      </w:docPartBody>
    </w:docPart>
    <w:docPart>
      <w:docPartPr>
        <w:name w:val="5A916A67B76D4F789E3733DBE99E6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E5CD5-A1AB-457D-A3C4-BFA5AFDA5A86}"/>
      </w:docPartPr>
      <w:docPartBody>
        <w:p w:rsidR="005310A8" w:rsidRDefault="005310A8" w:rsidP="005310A8">
          <w:pPr>
            <w:pStyle w:val="5A916A67B76D4F789E3733DBE99E68A5"/>
          </w:pPr>
          <w:r>
            <w:t>[Answer E]</w:t>
          </w:r>
        </w:p>
      </w:docPartBody>
    </w:docPart>
    <w:docPart>
      <w:docPartPr>
        <w:name w:val="1709FA9BBDA84AFC923977AD3C864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71AA6-FE97-4383-9253-DF59861D7B58}"/>
      </w:docPartPr>
      <w:docPartBody>
        <w:p w:rsidR="005310A8" w:rsidRDefault="005310A8" w:rsidP="005310A8">
          <w:pPr>
            <w:pStyle w:val="1709FA9BBDA84AFC923977AD3C86450E"/>
          </w:pPr>
          <w:r>
            <w:t>[Answer A]</w:t>
          </w:r>
        </w:p>
      </w:docPartBody>
    </w:docPart>
    <w:docPart>
      <w:docPartPr>
        <w:name w:val="12D8157D07184A8D80D5544A1FF43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660D9-061C-4D51-8472-A53DB67378C1}"/>
      </w:docPartPr>
      <w:docPartBody>
        <w:p w:rsidR="005310A8" w:rsidRDefault="005310A8" w:rsidP="005310A8">
          <w:pPr>
            <w:pStyle w:val="12D8157D07184A8D80D5544A1FF43E38"/>
          </w:pPr>
          <w:r>
            <w:t>[Answer A]</w:t>
          </w:r>
        </w:p>
      </w:docPartBody>
    </w:docPart>
    <w:docPart>
      <w:docPartPr>
        <w:name w:val="1E098CA37271473B8B78BA4C9A904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6F494-469E-4EAD-B212-AD8A11190492}"/>
      </w:docPartPr>
      <w:docPartBody>
        <w:p w:rsidR="005310A8" w:rsidRDefault="005310A8" w:rsidP="005310A8">
          <w:pPr>
            <w:pStyle w:val="1E098CA37271473B8B78BA4C9A904838"/>
          </w:pPr>
          <w:r>
            <w:t>[Answer A]</w:t>
          </w:r>
        </w:p>
      </w:docPartBody>
    </w:docPart>
    <w:docPart>
      <w:docPartPr>
        <w:name w:val="E9B27816FB944979ACD4C8A6D7FE1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68C1A-488C-4C09-A865-910F0C8671C8}"/>
      </w:docPartPr>
      <w:docPartBody>
        <w:p w:rsidR="005310A8" w:rsidRDefault="005310A8" w:rsidP="005310A8">
          <w:pPr>
            <w:pStyle w:val="E9B27816FB944979ACD4C8A6D7FE179A"/>
          </w:pPr>
          <w:r>
            <w:t>[Answer A]</w:t>
          </w:r>
        </w:p>
      </w:docPartBody>
    </w:docPart>
    <w:docPart>
      <w:docPartPr>
        <w:name w:val="CF6AC10F562B461F813542F7F117B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EEAEC-7A2E-4E95-8D50-BC744DA3328A}"/>
      </w:docPartPr>
      <w:docPartBody>
        <w:p w:rsidR="005310A8" w:rsidRDefault="005310A8" w:rsidP="005310A8">
          <w:pPr>
            <w:pStyle w:val="CF6AC10F562B461F813542F7F117B08A"/>
          </w:pPr>
          <w:r w:rsidRPr="00CE24D9">
            <w:t>[Answer B]</w:t>
          </w:r>
        </w:p>
      </w:docPartBody>
    </w:docPart>
    <w:docPart>
      <w:docPartPr>
        <w:name w:val="B19937E377774F9A9220C8140DA9B4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8B97E-5883-4AC8-8704-9DC69C393B63}"/>
      </w:docPartPr>
      <w:docPartBody>
        <w:p w:rsidR="005310A8" w:rsidRDefault="005310A8" w:rsidP="005310A8">
          <w:pPr>
            <w:pStyle w:val="B19937E377774F9A9220C8140DA9B420"/>
          </w:pPr>
          <w:r w:rsidRPr="00CE24D9">
            <w:t>[Answer C]</w:t>
          </w:r>
        </w:p>
      </w:docPartBody>
    </w:docPart>
    <w:docPart>
      <w:docPartPr>
        <w:name w:val="B3421F4D840A4E5789760FD5CC812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AEBDF-257A-4F8C-8E93-BA6379FF1034}"/>
      </w:docPartPr>
      <w:docPartBody>
        <w:p w:rsidR="005310A8" w:rsidRDefault="005310A8" w:rsidP="005310A8">
          <w:pPr>
            <w:pStyle w:val="B3421F4D840A4E5789760FD5CC812C87"/>
          </w:pPr>
          <w:r>
            <w:t>[Answer A]</w:t>
          </w:r>
        </w:p>
      </w:docPartBody>
    </w:docPart>
    <w:docPart>
      <w:docPartPr>
        <w:name w:val="575968B8940C4A51A79EE9F53C86C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91C7BB-B986-482E-8688-C8538521CD5C}"/>
      </w:docPartPr>
      <w:docPartBody>
        <w:p w:rsidR="005310A8" w:rsidRDefault="005310A8" w:rsidP="005310A8">
          <w:pPr>
            <w:pStyle w:val="575968B8940C4A51A79EE9F53C86C1DD"/>
          </w:pPr>
          <w:r w:rsidRPr="00CE24D9">
            <w:t>[Answer D]</w:t>
          </w:r>
        </w:p>
      </w:docPartBody>
    </w:docPart>
    <w:docPart>
      <w:docPartPr>
        <w:name w:val="6118F04A8ECF418EBE6A6D33D3E12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8A75D-9998-4531-8325-ED6EF6FE124C}"/>
      </w:docPartPr>
      <w:docPartBody>
        <w:p w:rsidR="005310A8" w:rsidRDefault="005310A8" w:rsidP="005310A8">
          <w:pPr>
            <w:pStyle w:val="6118F04A8ECF418EBE6A6D33D3E12DAE"/>
          </w:pPr>
          <w:r>
            <w:t>[Answer A]</w:t>
          </w:r>
        </w:p>
      </w:docPartBody>
    </w:docPart>
    <w:docPart>
      <w:docPartPr>
        <w:name w:val="28DC201619B049848FBDF82BFF1CF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46B0D-7126-486D-B063-332809552348}"/>
      </w:docPartPr>
      <w:docPartBody>
        <w:p w:rsidR="005310A8" w:rsidRDefault="005310A8" w:rsidP="005310A8">
          <w:pPr>
            <w:pStyle w:val="28DC201619B049848FBDF82BFF1CF71F"/>
          </w:pPr>
          <w:r>
            <w:t>[Answer E]</w:t>
          </w:r>
        </w:p>
      </w:docPartBody>
    </w:docPart>
    <w:docPart>
      <w:docPartPr>
        <w:name w:val="FCD5B76B5DF849629BA4890BAFF9B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84E9E-A0C7-4DE7-8ABA-3965428F145F}"/>
      </w:docPartPr>
      <w:docPartBody>
        <w:p w:rsidR="005310A8" w:rsidRDefault="005310A8" w:rsidP="005310A8">
          <w:pPr>
            <w:pStyle w:val="FCD5B76B5DF849629BA4890BAFF9B60A"/>
          </w:pPr>
          <w:r>
            <w:t>[Answer A]</w:t>
          </w:r>
        </w:p>
      </w:docPartBody>
    </w:docPart>
    <w:docPart>
      <w:docPartPr>
        <w:name w:val="E7E811E26BB849E4BC49E3F95BF36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F608B-BBC9-450A-B97E-53199CCC4CA7}"/>
      </w:docPartPr>
      <w:docPartBody>
        <w:p w:rsidR="005310A8" w:rsidRDefault="005310A8" w:rsidP="005310A8">
          <w:pPr>
            <w:pStyle w:val="E7E811E26BB849E4BC49E3F95BF3635E"/>
          </w:pPr>
          <w:r>
            <w:t>[Answer A]</w:t>
          </w:r>
        </w:p>
      </w:docPartBody>
    </w:docPart>
    <w:docPart>
      <w:docPartPr>
        <w:name w:val="B3C1C1B8B68C439C865B828F1F67A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AB1D6-7BF4-47C0-B963-4839489CFC90}"/>
      </w:docPartPr>
      <w:docPartBody>
        <w:p w:rsidR="00B76CBC" w:rsidRDefault="00503898" w:rsidP="00503898">
          <w:pPr>
            <w:pStyle w:val="B3C1C1B8B68C439C865B828F1F67A167"/>
          </w:pPr>
          <w:r>
            <w:t>[Answer A]</w:t>
          </w:r>
        </w:p>
      </w:docPartBody>
    </w:docPart>
    <w:docPart>
      <w:docPartPr>
        <w:name w:val="EEF7C5D20CA94A3D9828190686B43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24A3F-E28B-467C-B267-BE2BB78DAA6E}"/>
      </w:docPartPr>
      <w:docPartBody>
        <w:p w:rsidR="00B76CBC" w:rsidRDefault="00503898" w:rsidP="00503898">
          <w:pPr>
            <w:pStyle w:val="EEF7C5D20CA94A3D9828190686B438E9"/>
          </w:pPr>
          <w:r w:rsidRPr="00CE24D9">
            <w:t>[Answer B]</w:t>
          </w:r>
        </w:p>
      </w:docPartBody>
    </w:docPart>
    <w:docPart>
      <w:docPartPr>
        <w:name w:val="3C4D370C1CEF4672917B2089D668B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CEA96-D6CD-4C04-A3F7-73F3BE846895}"/>
      </w:docPartPr>
      <w:docPartBody>
        <w:p w:rsidR="00B76CBC" w:rsidRDefault="00503898" w:rsidP="00503898">
          <w:pPr>
            <w:pStyle w:val="3C4D370C1CEF4672917B2089D668B388"/>
          </w:pPr>
          <w:r w:rsidRPr="00CE24D9">
            <w:t>[Answer C]</w:t>
          </w:r>
        </w:p>
      </w:docPartBody>
    </w:docPart>
    <w:docPart>
      <w:docPartPr>
        <w:name w:val="4D5F52362BE341EC8641F8CA6813A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273D6-5B94-4EC2-B4F3-1E48E8971933}"/>
      </w:docPartPr>
      <w:docPartBody>
        <w:p w:rsidR="00B76CBC" w:rsidRDefault="00503898" w:rsidP="00503898">
          <w:pPr>
            <w:pStyle w:val="4D5F52362BE341EC8641F8CA6813A845"/>
          </w:pPr>
          <w:r w:rsidRPr="00CE24D9">
            <w:t>[Answer D]</w:t>
          </w:r>
        </w:p>
      </w:docPartBody>
    </w:docPart>
    <w:docPart>
      <w:docPartPr>
        <w:name w:val="1F36F7818A654C25BD2FB956AF3FA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70AFB-C687-4ACE-9149-B6065FC61699}"/>
      </w:docPartPr>
      <w:docPartBody>
        <w:p w:rsidR="00B76CBC" w:rsidRDefault="00503898" w:rsidP="00503898">
          <w:pPr>
            <w:pStyle w:val="1F36F7818A654C25BD2FB956AF3FADB1"/>
          </w:pPr>
          <w:r>
            <w:t>[Answer E]</w:t>
          </w:r>
        </w:p>
      </w:docPartBody>
    </w:docPart>
    <w:docPart>
      <w:docPartPr>
        <w:name w:val="D74EC5D9BADC46AD95B102615970C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0FFCF-BE01-4BF2-9B6A-D6FC8791BB52}"/>
      </w:docPartPr>
      <w:docPartBody>
        <w:p w:rsidR="00B76CBC" w:rsidRDefault="00503898" w:rsidP="00503898">
          <w:pPr>
            <w:pStyle w:val="D74EC5D9BADC46AD95B102615970C935"/>
          </w:pPr>
          <w:r>
            <w:t>[Answer A]</w:t>
          </w:r>
        </w:p>
      </w:docPartBody>
    </w:docPart>
    <w:docPart>
      <w:docPartPr>
        <w:name w:val="7311CDCB059241CE80889570C4210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B59D2-FB93-42E1-B636-CD936930B6CE}"/>
      </w:docPartPr>
      <w:docPartBody>
        <w:p w:rsidR="00B76CBC" w:rsidRDefault="00503898" w:rsidP="00503898">
          <w:pPr>
            <w:pStyle w:val="7311CDCB059241CE80889570C421069B"/>
          </w:pPr>
          <w:r>
            <w:t>[Answer A]</w:t>
          </w:r>
        </w:p>
      </w:docPartBody>
    </w:docPart>
    <w:docPart>
      <w:docPartPr>
        <w:name w:val="DF9A4A12A6BA43B99A00FEB9C5790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5E825-21CB-4DD6-9441-D54E8B305850}"/>
      </w:docPartPr>
      <w:docPartBody>
        <w:p w:rsidR="00B76CBC" w:rsidRDefault="00503898" w:rsidP="00503898">
          <w:pPr>
            <w:pStyle w:val="DF9A4A12A6BA43B99A00FEB9C579070F"/>
          </w:pPr>
          <w:r>
            <w:t>[Answer A]</w:t>
          </w:r>
        </w:p>
      </w:docPartBody>
    </w:docPart>
    <w:docPart>
      <w:docPartPr>
        <w:name w:val="A6085C1B997943E2BA6BE9EE24921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315E8-9EA9-4B98-A316-3D5C2A283E52}"/>
      </w:docPartPr>
      <w:docPartBody>
        <w:p w:rsidR="00000000" w:rsidRDefault="002E25C5" w:rsidP="002E25C5">
          <w:pPr>
            <w:pStyle w:val="A6085C1B997943E2BA6BE9EE24921847"/>
          </w:pPr>
          <w:r>
            <w:t>[Answer A]</w:t>
          </w:r>
        </w:p>
      </w:docPartBody>
    </w:docPart>
    <w:docPart>
      <w:docPartPr>
        <w:name w:val="24CDACA362E44E2EA5F78859272D6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4A8C8-0088-4D0C-813C-6AB601310F37}"/>
      </w:docPartPr>
      <w:docPartBody>
        <w:p w:rsidR="00000000" w:rsidRDefault="002E25C5" w:rsidP="002E25C5">
          <w:pPr>
            <w:pStyle w:val="24CDACA362E44E2EA5F78859272D654C"/>
          </w:pPr>
          <w:r>
            <w:t>[Answer A]</w:t>
          </w:r>
        </w:p>
      </w:docPartBody>
    </w:docPart>
    <w:docPart>
      <w:docPartPr>
        <w:name w:val="3921E505C0894349AB8CE91F6FBFB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93CE8-19E1-4929-8460-06EF1B71265A}"/>
      </w:docPartPr>
      <w:docPartBody>
        <w:p w:rsidR="00000000" w:rsidRDefault="002E25C5" w:rsidP="002E25C5">
          <w:pPr>
            <w:pStyle w:val="3921E505C0894349AB8CE91F6FBFBA38"/>
          </w:pPr>
          <w:r>
            <w:t>[Answer 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56"/>
    <w:rsid w:val="001D5721"/>
    <w:rsid w:val="002E25C5"/>
    <w:rsid w:val="00503898"/>
    <w:rsid w:val="005310A8"/>
    <w:rsid w:val="005C3D40"/>
    <w:rsid w:val="00B76CBC"/>
    <w:rsid w:val="00DB6756"/>
    <w:rsid w:val="00ED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E6DD450E5C40CC8F18A0D3C1104A9D">
    <w:name w:val="0EE6DD450E5C40CC8F18A0D3C1104A9D"/>
  </w:style>
  <w:style w:type="paragraph" w:customStyle="1" w:styleId="EE29851E53E64FA9A63B02DD754BF615">
    <w:name w:val="EE29851E53E64FA9A63B02DD754BF615"/>
  </w:style>
  <w:style w:type="paragraph" w:customStyle="1" w:styleId="8EA1863DD2E74564A19857444749C077">
    <w:name w:val="8EA1863DD2E74564A19857444749C077"/>
  </w:style>
  <w:style w:type="paragraph" w:customStyle="1" w:styleId="B5ACF312C2DD4ADFA35D8A1C3E963A18">
    <w:name w:val="B5ACF312C2DD4ADFA35D8A1C3E963A18"/>
  </w:style>
  <w:style w:type="paragraph" w:customStyle="1" w:styleId="1988212547A2466FB2FD356D24A30AD5">
    <w:name w:val="1988212547A2466FB2FD356D24A30AD5"/>
  </w:style>
  <w:style w:type="paragraph" w:customStyle="1" w:styleId="EF58AF0BFF23433F930FD808084D8AE8">
    <w:name w:val="EF58AF0BFF23433F930FD808084D8AE8"/>
  </w:style>
  <w:style w:type="paragraph" w:customStyle="1" w:styleId="87C62D7600FB468291318824BC8F3381">
    <w:name w:val="87C62D7600FB468291318824BC8F3381"/>
  </w:style>
  <w:style w:type="paragraph" w:customStyle="1" w:styleId="372B0AA5E2EC43DBB2E000F973B8448B">
    <w:name w:val="372B0AA5E2EC43DBB2E000F973B8448B"/>
  </w:style>
  <w:style w:type="paragraph" w:customStyle="1" w:styleId="422D54E915EE4F388BC9D87110955C6E">
    <w:name w:val="422D54E915EE4F388BC9D87110955C6E"/>
  </w:style>
  <w:style w:type="paragraph" w:customStyle="1" w:styleId="DAA83CA4CA19432A8D0C3E89E0911960">
    <w:name w:val="DAA83CA4CA19432A8D0C3E89E0911960"/>
  </w:style>
  <w:style w:type="paragraph" w:customStyle="1" w:styleId="1B5244AA042E437380736BD0E5815644">
    <w:name w:val="1B5244AA042E437380736BD0E5815644"/>
  </w:style>
  <w:style w:type="paragraph" w:customStyle="1" w:styleId="168A1EA9128F41C7A3E0716E2FFD544B">
    <w:name w:val="168A1EA9128F41C7A3E0716E2FFD544B"/>
  </w:style>
  <w:style w:type="paragraph" w:customStyle="1" w:styleId="841D0D3933DA4589A040A9A5C7AA87B9">
    <w:name w:val="841D0D3933DA4589A040A9A5C7AA87B9"/>
  </w:style>
  <w:style w:type="paragraph" w:customStyle="1" w:styleId="B6E0862F513D4C16803DFEA54AEE1833">
    <w:name w:val="B6E0862F513D4C16803DFEA54AEE1833"/>
  </w:style>
  <w:style w:type="paragraph" w:customStyle="1" w:styleId="2A647985B15D4C5A91CA884203EF3A3F">
    <w:name w:val="2A647985B15D4C5A91CA884203EF3A3F"/>
  </w:style>
  <w:style w:type="paragraph" w:customStyle="1" w:styleId="B7073D404B204AD39D2CAE281626FAEA">
    <w:name w:val="B7073D404B204AD39D2CAE281626FAEA"/>
  </w:style>
  <w:style w:type="paragraph" w:customStyle="1" w:styleId="544B6D6A66BC472B9A262CD44FC2B1B1">
    <w:name w:val="544B6D6A66BC472B9A262CD44FC2B1B1"/>
  </w:style>
  <w:style w:type="paragraph" w:customStyle="1" w:styleId="CEB5D7ED34B44B4E9F7B29D0A05FBEF5">
    <w:name w:val="CEB5D7ED34B44B4E9F7B29D0A05FBEF5"/>
  </w:style>
  <w:style w:type="paragraph" w:customStyle="1" w:styleId="01B2FA61FD0F46799070AE0DBA72D4BC">
    <w:name w:val="01B2FA61FD0F46799070AE0DBA72D4BC"/>
  </w:style>
  <w:style w:type="paragraph" w:customStyle="1" w:styleId="6CFB14E475CA43659068B1840F2FE732">
    <w:name w:val="6CFB14E475CA43659068B1840F2FE732"/>
  </w:style>
  <w:style w:type="paragraph" w:customStyle="1" w:styleId="1F06870CFF1B43E585F92983B8E342E9">
    <w:name w:val="1F06870CFF1B43E585F92983B8E342E9"/>
  </w:style>
  <w:style w:type="paragraph" w:customStyle="1" w:styleId="686B8793ECCA49859D5BFD117523E6D7">
    <w:name w:val="686B8793ECCA49859D5BFD117523E6D7"/>
  </w:style>
  <w:style w:type="paragraph" w:customStyle="1" w:styleId="7844CE27689F4A80951BE33F47755327">
    <w:name w:val="7844CE27689F4A80951BE33F47755327"/>
  </w:style>
  <w:style w:type="character" w:styleId="PlaceholderText">
    <w:name w:val="Placeholder Text"/>
    <w:basedOn w:val="DefaultParagraphFont"/>
    <w:uiPriority w:val="99"/>
    <w:semiHidden/>
    <w:rsid w:val="002E25C5"/>
    <w:rPr>
      <w:color w:val="808080"/>
    </w:rPr>
  </w:style>
  <w:style w:type="paragraph" w:customStyle="1" w:styleId="717A437F2F6B4FBEA398956E1EC3BB5C">
    <w:name w:val="717A437F2F6B4FBEA398956E1EC3BB5C"/>
    <w:rsid w:val="00DB6756"/>
  </w:style>
  <w:style w:type="paragraph" w:customStyle="1" w:styleId="E009578E60184F4E8DFED5BDABBC77F5">
    <w:name w:val="E009578E60184F4E8DFED5BDABBC77F5"/>
    <w:rsid w:val="00DB6756"/>
  </w:style>
  <w:style w:type="paragraph" w:customStyle="1" w:styleId="BBA98DAAE93840FA9E795223C97BF55C">
    <w:name w:val="BBA98DAAE93840FA9E795223C97BF55C"/>
    <w:rsid w:val="00DB6756"/>
  </w:style>
  <w:style w:type="paragraph" w:customStyle="1" w:styleId="2BCDE9B02965490B8DB24D3A97E6AB07">
    <w:name w:val="2BCDE9B02965490B8DB24D3A97E6AB07"/>
    <w:rsid w:val="00DB6756"/>
  </w:style>
  <w:style w:type="paragraph" w:customStyle="1" w:styleId="E049C06DA4EF4ADAA9FB241EC0A19E08">
    <w:name w:val="E049C06DA4EF4ADAA9FB241EC0A19E08"/>
    <w:rsid w:val="00DB6756"/>
  </w:style>
  <w:style w:type="paragraph" w:customStyle="1" w:styleId="46920E4213A141AEA389C31A78CEFA4B">
    <w:name w:val="46920E4213A141AEA389C31A78CEFA4B"/>
    <w:rsid w:val="00DB6756"/>
  </w:style>
  <w:style w:type="paragraph" w:customStyle="1" w:styleId="DC391AEC5A074B689E3169A238F1B24B">
    <w:name w:val="DC391AEC5A074B689E3169A238F1B24B"/>
    <w:rsid w:val="00DB6756"/>
  </w:style>
  <w:style w:type="paragraph" w:customStyle="1" w:styleId="2ADD59F3AF96406EBFEED905F7C0F5F3">
    <w:name w:val="2ADD59F3AF96406EBFEED905F7C0F5F3"/>
    <w:rsid w:val="00DB6756"/>
  </w:style>
  <w:style w:type="paragraph" w:customStyle="1" w:styleId="CAD6A09411FA40479EDCAF34215D40CF">
    <w:name w:val="CAD6A09411FA40479EDCAF34215D40CF"/>
    <w:rsid w:val="00DB6756"/>
  </w:style>
  <w:style w:type="paragraph" w:customStyle="1" w:styleId="6D4C853CF9F7460D95DEE67455AF47EA">
    <w:name w:val="6D4C853CF9F7460D95DEE67455AF47EA"/>
    <w:rsid w:val="00DB6756"/>
  </w:style>
  <w:style w:type="paragraph" w:customStyle="1" w:styleId="B5D331DBAAE9425F931DDC2BEB2A6B6F">
    <w:name w:val="B5D331DBAAE9425F931DDC2BEB2A6B6F"/>
    <w:rsid w:val="00DB6756"/>
  </w:style>
  <w:style w:type="paragraph" w:customStyle="1" w:styleId="093A9F8FB5184C1AA255A2CB9B60DC8F">
    <w:name w:val="093A9F8FB5184C1AA255A2CB9B60DC8F"/>
    <w:rsid w:val="00DB6756"/>
  </w:style>
  <w:style w:type="paragraph" w:customStyle="1" w:styleId="A775B82A1B24464FB2EF1A29DCFCDE70">
    <w:name w:val="A775B82A1B24464FB2EF1A29DCFCDE70"/>
    <w:rsid w:val="00DB6756"/>
  </w:style>
  <w:style w:type="paragraph" w:customStyle="1" w:styleId="EE061F78C41542D3985FA1CD3173ADD4">
    <w:name w:val="EE061F78C41542D3985FA1CD3173ADD4"/>
    <w:rsid w:val="00DB6756"/>
  </w:style>
  <w:style w:type="paragraph" w:customStyle="1" w:styleId="4B448F8C82BE45149B9EAE462C2BA74E">
    <w:name w:val="4B448F8C82BE45149B9EAE462C2BA74E"/>
    <w:rsid w:val="00DB6756"/>
  </w:style>
  <w:style w:type="paragraph" w:customStyle="1" w:styleId="C21C33BBFACA4A95A0FE9A72E2ED34F5">
    <w:name w:val="C21C33BBFACA4A95A0FE9A72E2ED34F5"/>
    <w:rsid w:val="00DB6756"/>
  </w:style>
  <w:style w:type="paragraph" w:customStyle="1" w:styleId="BCA70F43A84A429FBA7A09F84E1BBE4E">
    <w:name w:val="BCA70F43A84A429FBA7A09F84E1BBE4E"/>
    <w:rsid w:val="00DB6756"/>
  </w:style>
  <w:style w:type="paragraph" w:customStyle="1" w:styleId="F5546D478E394A2283075897D2520DEB">
    <w:name w:val="F5546D478E394A2283075897D2520DEB"/>
    <w:rsid w:val="00DB6756"/>
  </w:style>
  <w:style w:type="paragraph" w:customStyle="1" w:styleId="BBDA648E2CBE4A92BFC3D4A221940103">
    <w:name w:val="BBDA648E2CBE4A92BFC3D4A221940103"/>
    <w:rsid w:val="00DB6756"/>
  </w:style>
  <w:style w:type="paragraph" w:customStyle="1" w:styleId="7FF2F5C5EDD942EB942B24BD9D29F5CF">
    <w:name w:val="7FF2F5C5EDD942EB942B24BD9D29F5CF"/>
    <w:rsid w:val="00DB6756"/>
  </w:style>
  <w:style w:type="paragraph" w:customStyle="1" w:styleId="01B6983486A345D4ADD386411585E3B2">
    <w:name w:val="01B6983486A345D4ADD386411585E3B2"/>
    <w:rsid w:val="00DB6756"/>
  </w:style>
  <w:style w:type="paragraph" w:customStyle="1" w:styleId="B154400085B9480AB4C9AE0376D3E859">
    <w:name w:val="B154400085B9480AB4C9AE0376D3E859"/>
    <w:rsid w:val="00DB6756"/>
  </w:style>
  <w:style w:type="paragraph" w:customStyle="1" w:styleId="FBBD0E5175DC49EFAA4C1594676C66BF">
    <w:name w:val="FBBD0E5175DC49EFAA4C1594676C66BF"/>
    <w:rsid w:val="00DB6756"/>
  </w:style>
  <w:style w:type="paragraph" w:customStyle="1" w:styleId="2A50F5719B214C6494FE86A9A94AD49A">
    <w:name w:val="2A50F5719B214C6494FE86A9A94AD49A"/>
    <w:rsid w:val="00DB6756"/>
  </w:style>
  <w:style w:type="paragraph" w:customStyle="1" w:styleId="2A4655FFFDAE4DBC916D268FBEBD7E82">
    <w:name w:val="2A4655FFFDAE4DBC916D268FBEBD7E82"/>
    <w:rsid w:val="00DB6756"/>
  </w:style>
  <w:style w:type="paragraph" w:customStyle="1" w:styleId="4BA48049586B49D28F5C44928B7AD447">
    <w:name w:val="4BA48049586B49D28F5C44928B7AD447"/>
    <w:rsid w:val="00DB6756"/>
  </w:style>
  <w:style w:type="paragraph" w:customStyle="1" w:styleId="6F075E4821AD4BF0BB157EAFA575CC15">
    <w:name w:val="6F075E4821AD4BF0BB157EAFA575CC15"/>
    <w:rsid w:val="00DB6756"/>
  </w:style>
  <w:style w:type="paragraph" w:customStyle="1" w:styleId="03368B290113428A824F3DF596EBD5A6">
    <w:name w:val="03368B290113428A824F3DF596EBD5A6"/>
    <w:rsid w:val="00DB6756"/>
  </w:style>
  <w:style w:type="paragraph" w:customStyle="1" w:styleId="1DBFC7570D134E609ED2D2D957F414DD">
    <w:name w:val="1DBFC7570D134E609ED2D2D957F414DD"/>
    <w:rsid w:val="00DB6756"/>
  </w:style>
  <w:style w:type="paragraph" w:customStyle="1" w:styleId="86219DFA80064EBB91851AFD2CAC833A">
    <w:name w:val="86219DFA80064EBB91851AFD2CAC833A"/>
    <w:rsid w:val="00DB6756"/>
  </w:style>
  <w:style w:type="paragraph" w:customStyle="1" w:styleId="676598B51D03455B921905D720E9E06D">
    <w:name w:val="676598B51D03455B921905D720E9E06D"/>
    <w:rsid w:val="00DB6756"/>
  </w:style>
  <w:style w:type="paragraph" w:customStyle="1" w:styleId="14EA023B2E124EC3B2436BB1830D9489">
    <w:name w:val="14EA023B2E124EC3B2436BB1830D9489"/>
    <w:rsid w:val="00DB6756"/>
  </w:style>
  <w:style w:type="paragraph" w:customStyle="1" w:styleId="D80811A82663424A8DFCF87408F73B3E">
    <w:name w:val="D80811A82663424A8DFCF87408F73B3E"/>
    <w:rsid w:val="00DB6756"/>
  </w:style>
  <w:style w:type="paragraph" w:customStyle="1" w:styleId="CBD17332F2EF4147A72599631517CF5C">
    <w:name w:val="CBD17332F2EF4147A72599631517CF5C"/>
    <w:rsid w:val="00DB6756"/>
  </w:style>
  <w:style w:type="paragraph" w:customStyle="1" w:styleId="41C387DE73664A54BEC9C56C2FF9BB1F">
    <w:name w:val="41C387DE73664A54BEC9C56C2FF9BB1F"/>
    <w:rsid w:val="00DB6756"/>
  </w:style>
  <w:style w:type="paragraph" w:customStyle="1" w:styleId="BE90740D6ADB405F8880E6CFF1508B15">
    <w:name w:val="BE90740D6ADB405F8880E6CFF1508B15"/>
    <w:rsid w:val="00DB6756"/>
  </w:style>
  <w:style w:type="paragraph" w:customStyle="1" w:styleId="6772807C47FA4063AA579394A4C5EEE2">
    <w:name w:val="6772807C47FA4063AA579394A4C5EEE2"/>
    <w:rsid w:val="00DB6756"/>
  </w:style>
  <w:style w:type="paragraph" w:customStyle="1" w:styleId="6916667BCE534578BB7DBBB2F20C437C">
    <w:name w:val="6916667BCE534578BB7DBBB2F20C437C"/>
    <w:rsid w:val="00DB6756"/>
  </w:style>
  <w:style w:type="paragraph" w:customStyle="1" w:styleId="F242D552D80E4E5CBD688B269DCB35B3">
    <w:name w:val="F242D552D80E4E5CBD688B269DCB35B3"/>
    <w:rsid w:val="00DB6756"/>
  </w:style>
  <w:style w:type="paragraph" w:customStyle="1" w:styleId="5B52B75B838C4474925D274247F102D7">
    <w:name w:val="5B52B75B838C4474925D274247F102D7"/>
    <w:rsid w:val="00DB6756"/>
  </w:style>
  <w:style w:type="paragraph" w:customStyle="1" w:styleId="6788B84263794D5A81F8BC93AC12BA71">
    <w:name w:val="6788B84263794D5A81F8BC93AC12BA71"/>
    <w:rsid w:val="00DB6756"/>
  </w:style>
  <w:style w:type="paragraph" w:customStyle="1" w:styleId="31D2EAE2CC8D493C9272EF9ED80797B5">
    <w:name w:val="31D2EAE2CC8D493C9272EF9ED80797B5"/>
    <w:rsid w:val="00DB6756"/>
  </w:style>
  <w:style w:type="paragraph" w:customStyle="1" w:styleId="970B095FA92241E499BB9DBED4EA5153">
    <w:name w:val="970B095FA92241E499BB9DBED4EA5153"/>
    <w:rsid w:val="00DB6756"/>
  </w:style>
  <w:style w:type="paragraph" w:customStyle="1" w:styleId="E2147F709F7A47448473A091EAACCE9A">
    <w:name w:val="E2147F709F7A47448473A091EAACCE9A"/>
    <w:rsid w:val="00DB6756"/>
  </w:style>
  <w:style w:type="paragraph" w:customStyle="1" w:styleId="DD0CEEACD6D74CDDB60901C0348BB2DF">
    <w:name w:val="DD0CEEACD6D74CDDB60901C0348BB2DF"/>
    <w:rsid w:val="00DB6756"/>
  </w:style>
  <w:style w:type="paragraph" w:customStyle="1" w:styleId="F6E45541AC5A438EAF569C0A628BD1E8">
    <w:name w:val="F6E45541AC5A438EAF569C0A628BD1E8"/>
    <w:rsid w:val="00DB6756"/>
  </w:style>
  <w:style w:type="paragraph" w:customStyle="1" w:styleId="93FD4DA1561F4BF2BF52FA1D07697920">
    <w:name w:val="93FD4DA1561F4BF2BF52FA1D07697920"/>
    <w:rsid w:val="00DB6756"/>
  </w:style>
  <w:style w:type="paragraph" w:customStyle="1" w:styleId="45032A8A73324894885D5AA4DAC9859E">
    <w:name w:val="45032A8A73324894885D5AA4DAC9859E"/>
    <w:rsid w:val="00DB6756"/>
  </w:style>
  <w:style w:type="paragraph" w:customStyle="1" w:styleId="C3F355DC25344F83874C71D2AEFB4187">
    <w:name w:val="C3F355DC25344F83874C71D2AEFB4187"/>
    <w:rsid w:val="00DB6756"/>
  </w:style>
  <w:style w:type="paragraph" w:customStyle="1" w:styleId="987DFF9A821C4749AB8E48705B3524FE">
    <w:name w:val="987DFF9A821C4749AB8E48705B3524FE"/>
    <w:rsid w:val="00DB6756"/>
  </w:style>
  <w:style w:type="paragraph" w:customStyle="1" w:styleId="89535E328439474395499D5BCA4FE6DA">
    <w:name w:val="89535E328439474395499D5BCA4FE6DA"/>
    <w:rsid w:val="00DB6756"/>
  </w:style>
  <w:style w:type="paragraph" w:customStyle="1" w:styleId="639F0AB27DDE456894723494CBD9662F">
    <w:name w:val="639F0AB27DDE456894723494CBD9662F"/>
    <w:rsid w:val="00DB6756"/>
  </w:style>
  <w:style w:type="paragraph" w:customStyle="1" w:styleId="F285FC4A328A41279BBAD71E408B323C">
    <w:name w:val="F285FC4A328A41279BBAD71E408B323C"/>
    <w:rsid w:val="00DB6756"/>
  </w:style>
  <w:style w:type="paragraph" w:customStyle="1" w:styleId="2A722ED167BE4651AB055EA990823B79">
    <w:name w:val="2A722ED167BE4651AB055EA990823B79"/>
    <w:rsid w:val="00DB6756"/>
  </w:style>
  <w:style w:type="paragraph" w:customStyle="1" w:styleId="AF82524E1A264E65A89DB2277BA6C75F">
    <w:name w:val="AF82524E1A264E65A89DB2277BA6C75F"/>
    <w:rsid w:val="00DB6756"/>
  </w:style>
  <w:style w:type="paragraph" w:customStyle="1" w:styleId="9EE06DC170C741A4B661CCE762D164AC">
    <w:name w:val="9EE06DC170C741A4B661CCE762D164AC"/>
    <w:rsid w:val="00DB6756"/>
  </w:style>
  <w:style w:type="paragraph" w:customStyle="1" w:styleId="197F648481A5493BA7F9C5B283BA6480">
    <w:name w:val="197F648481A5493BA7F9C5B283BA6480"/>
    <w:rsid w:val="00DB6756"/>
  </w:style>
  <w:style w:type="paragraph" w:customStyle="1" w:styleId="1B82B1C4655B4219B835FD2ABC1762F2">
    <w:name w:val="1B82B1C4655B4219B835FD2ABC1762F2"/>
    <w:rsid w:val="00DB6756"/>
  </w:style>
  <w:style w:type="paragraph" w:customStyle="1" w:styleId="FB551903E5F44C9888E75BF9B208D5F9">
    <w:name w:val="FB551903E5F44C9888E75BF9B208D5F9"/>
    <w:rsid w:val="00DB6756"/>
  </w:style>
  <w:style w:type="paragraph" w:customStyle="1" w:styleId="7D03AAD22D6D481BA37730517F197D4A">
    <w:name w:val="7D03AAD22D6D481BA37730517F197D4A"/>
    <w:rsid w:val="00DB6756"/>
  </w:style>
  <w:style w:type="paragraph" w:customStyle="1" w:styleId="46EBB44AECD04E27B87FDACEA4E9587E">
    <w:name w:val="46EBB44AECD04E27B87FDACEA4E9587E"/>
    <w:rsid w:val="00DB6756"/>
  </w:style>
  <w:style w:type="paragraph" w:customStyle="1" w:styleId="5F8E25E2E4FB47DAAB936C001CF5070C">
    <w:name w:val="5F8E25E2E4FB47DAAB936C001CF5070C"/>
    <w:rsid w:val="00DB6756"/>
  </w:style>
  <w:style w:type="paragraph" w:customStyle="1" w:styleId="8EAB933F564E49C58FC7B680A323EE1B">
    <w:name w:val="8EAB933F564E49C58FC7B680A323EE1B"/>
    <w:rsid w:val="00DB6756"/>
  </w:style>
  <w:style w:type="paragraph" w:customStyle="1" w:styleId="716DBCBA8F69491C8DEADBED10F29B89">
    <w:name w:val="716DBCBA8F69491C8DEADBED10F29B89"/>
    <w:rsid w:val="00DB6756"/>
  </w:style>
  <w:style w:type="paragraph" w:customStyle="1" w:styleId="8930664A7F2A4F54898A8626D0765686">
    <w:name w:val="8930664A7F2A4F54898A8626D0765686"/>
    <w:rsid w:val="00DB6756"/>
  </w:style>
  <w:style w:type="paragraph" w:customStyle="1" w:styleId="BFB729C8D1AA464AB48DE92383F7EE69">
    <w:name w:val="BFB729C8D1AA464AB48DE92383F7EE69"/>
    <w:rsid w:val="00DB6756"/>
  </w:style>
  <w:style w:type="paragraph" w:customStyle="1" w:styleId="7771C459563040A5B3D18E8CDAF9910F">
    <w:name w:val="7771C459563040A5B3D18E8CDAF9910F"/>
    <w:rsid w:val="00DB6756"/>
  </w:style>
  <w:style w:type="paragraph" w:customStyle="1" w:styleId="438389C2856549F7B6DFBF949F72356B">
    <w:name w:val="438389C2856549F7B6DFBF949F72356B"/>
    <w:rsid w:val="00DB6756"/>
  </w:style>
  <w:style w:type="paragraph" w:customStyle="1" w:styleId="432CB1D6534C4111AE1568938F49BEF3">
    <w:name w:val="432CB1D6534C4111AE1568938F49BEF3"/>
    <w:rsid w:val="00DB6756"/>
  </w:style>
  <w:style w:type="paragraph" w:customStyle="1" w:styleId="8A64F3AF21FC4974A6905D30D9DFC6FA">
    <w:name w:val="8A64F3AF21FC4974A6905D30D9DFC6FA"/>
    <w:rsid w:val="00DB6756"/>
  </w:style>
  <w:style w:type="paragraph" w:customStyle="1" w:styleId="4AD53BD05BC64293A0FD5D24D9024385">
    <w:name w:val="4AD53BD05BC64293A0FD5D24D9024385"/>
    <w:rsid w:val="00DB6756"/>
  </w:style>
  <w:style w:type="paragraph" w:customStyle="1" w:styleId="B2CC50D4D5E94FCAAE321DF33238BA4A">
    <w:name w:val="B2CC50D4D5E94FCAAE321DF33238BA4A"/>
    <w:rsid w:val="00DB6756"/>
  </w:style>
  <w:style w:type="paragraph" w:customStyle="1" w:styleId="FF6B83CC6E8F4253A2D129D5D31C4ED2">
    <w:name w:val="FF6B83CC6E8F4253A2D129D5D31C4ED2"/>
    <w:rsid w:val="00DB6756"/>
  </w:style>
  <w:style w:type="paragraph" w:customStyle="1" w:styleId="DF81B4BC801B4CD2BFEE4F6B5A48E2B7">
    <w:name w:val="DF81B4BC801B4CD2BFEE4F6B5A48E2B7"/>
    <w:rsid w:val="00DB6756"/>
  </w:style>
  <w:style w:type="paragraph" w:customStyle="1" w:styleId="6F746FA2823447539DCC9AD808B13D40">
    <w:name w:val="6F746FA2823447539DCC9AD808B13D40"/>
    <w:rsid w:val="00DB6756"/>
  </w:style>
  <w:style w:type="paragraph" w:customStyle="1" w:styleId="1CCD58E812B14118A233608E09BC9F65">
    <w:name w:val="1CCD58E812B14118A233608E09BC9F65"/>
    <w:rsid w:val="00DB6756"/>
  </w:style>
  <w:style w:type="paragraph" w:customStyle="1" w:styleId="092A018F6C0D41959B654CEA2C381C14">
    <w:name w:val="092A018F6C0D41959B654CEA2C381C14"/>
    <w:rsid w:val="00DB6756"/>
  </w:style>
  <w:style w:type="paragraph" w:customStyle="1" w:styleId="69E21C9EA51D4466BE19A624E1C4D0C9">
    <w:name w:val="69E21C9EA51D4466BE19A624E1C4D0C9"/>
    <w:rsid w:val="00DB6756"/>
  </w:style>
  <w:style w:type="paragraph" w:customStyle="1" w:styleId="99E75EABF0CE482A9DEC909731A15FBF">
    <w:name w:val="99E75EABF0CE482A9DEC909731A15FBF"/>
    <w:rsid w:val="00DB6756"/>
  </w:style>
  <w:style w:type="paragraph" w:customStyle="1" w:styleId="003A2D246F2E4AE0B33A0F7A1473BC3B">
    <w:name w:val="003A2D246F2E4AE0B33A0F7A1473BC3B"/>
    <w:rsid w:val="00DB6756"/>
  </w:style>
  <w:style w:type="paragraph" w:customStyle="1" w:styleId="BF256D34A7AA43CABB13C111E2E60D90">
    <w:name w:val="BF256D34A7AA43CABB13C111E2E60D90"/>
    <w:rsid w:val="00DB6756"/>
  </w:style>
  <w:style w:type="paragraph" w:customStyle="1" w:styleId="70E8A86AF3264FBAA145902476021F2B">
    <w:name w:val="70E8A86AF3264FBAA145902476021F2B"/>
    <w:rsid w:val="00DB6756"/>
  </w:style>
  <w:style w:type="paragraph" w:customStyle="1" w:styleId="FCE7003B3BAB40A39D36028EBFEF28B1">
    <w:name w:val="FCE7003B3BAB40A39D36028EBFEF28B1"/>
    <w:rsid w:val="00DB6756"/>
  </w:style>
  <w:style w:type="paragraph" w:customStyle="1" w:styleId="70A3139BB0F646BBA94054AE9349D814">
    <w:name w:val="70A3139BB0F646BBA94054AE9349D814"/>
    <w:rsid w:val="00DB6756"/>
  </w:style>
  <w:style w:type="paragraph" w:customStyle="1" w:styleId="E5243F7E594C4B0E89409374311A62A7">
    <w:name w:val="E5243F7E594C4B0E89409374311A62A7"/>
    <w:rsid w:val="00DB6756"/>
  </w:style>
  <w:style w:type="paragraph" w:customStyle="1" w:styleId="99B9028FA4544CD19F6FDAD1757B8F43">
    <w:name w:val="99B9028FA4544CD19F6FDAD1757B8F43"/>
    <w:rsid w:val="00DB6756"/>
  </w:style>
  <w:style w:type="paragraph" w:customStyle="1" w:styleId="01535A5E3FD44463A5BA72F1D8813855">
    <w:name w:val="01535A5E3FD44463A5BA72F1D8813855"/>
    <w:rsid w:val="00DB6756"/>
  </w:style>
  <w:style w:type="paragraph" w:customStyle="1" w:styleId="33A7280DC0D544988D4B034346ACA42E">
    <w:name w:val="33A7280DC0D544988D4B034346ACA42E"/>
    <w:rsid w:val="00DB6756"/>
  </w:style>
  <w:style w:type="paragraph" w:customStyle="1" w:styleId="E8100914305649ECB5DF461DC32EA471">
    <w:name w:val="E8100914305649ECB5DF461DC32EA471"/>
    <w:rsid w:val="00DB6756"/>
  </w:style>
  <w:style w:type="paragraph" w:customStyle="1" w:styleId="2C3D10671B2042868D8C83AEE5201DA4">
    <w:name w:val="2C3D10671B2042868D8C83AEE5201DA4"/>
    <w:rsid w:val="00DB6756"/>
  </w:style>
  <w:style w:type="paragraph" w:customStyle="1" w:styleId="64870BB864E1460C8E6B7A54052E1EEE">
    <w:name w:val="64870BB864E1460C8E6B7A54052E1EEE"/>
    <w:rsid w:val="00DB6756"/>
  </w:style>
  <w:style w:type="paragraph" w:customStyle="1" w:styleId="F7A79324DAF74214BCEB9818B454F8C8">
    <w:name w:val="F7A79324DAF74214BCEB9818B454F8C8"/>
    <w:rsid w:val="00DB6756"/>
  </w:style>
  <w:style w:type="paragraph" w:customStyle="1" w:styleId="AAD5AD75D4EE43BD880160D75632CDD7">
    <w:name w:val="AAD5AD75D4EE43BD880160D75632CDD7"/>
    <w:rsid w:val="00DB6756"/>
  </w:style>
  <w:style w:type="paragraph" w:customStyle="1" w:styleId="26C989C1247F4053955BE362AC8375AD">
    <w:name w:val="26C989C1247F4053955BE362AC8375AD"/>
    <w:rsid w:val="00DB6756"/>
  </w:style>
  <w:style w:type="paragraph" w:customStyle="1" w:styleId="2AAFE0B3C0D241DAB5D882FE557EDF7F">
    <w:name w:val="2AAFE0B3C0D241DAB5D882FE557EDF7F"/>
    <w:rsid w:val="00DB6756"/>
  </w:style>
  <w:style w:type="paragraph" w:customStyle="1" w:styleId="CCBD3E5208184807B976AF8B693F5472">
    <w:name w:val="CCBD3E5208184807B976AF8B693F5472"/>
    <w:rsid w:val="00DB6756"/>
  </w:style>
  <w:style w:type="paragraph" w:customStyle="1" w:styleId="C727ADDAEB884B939C448962F6D5CC1A">
    <w:name w:val="C727ADDAEB884B939C448962F6D5CC1A"/>
    <w:rsid w:val="00DB6756"/>
  </w:style>
  <w:style w:type="paragraph" w:customStyle="1" w:styleId="D729E65532154442AA493D3FC766EAF7">
    <w:name w:val="D729E65532154442AA493D3FC766EAF7"/>
    <w:rsid w:val="00DB6756"/>
  </w:style>
  <w:style w:type="paragraph" w:customStyle="1" w:styleId="93DE267ADF0D4F519249657F3566932F">
    <w:name w:val="93DE267ADF0D4F519249657F3566932F"/>
    <w:rsid w:val="00DB6756"/>
  </w:style>
  <w:style w:type="paragraph" w:customStyle="1" w:styleId="AAF04796C0254215A005FD9C1639E0B1">
    <w:name w:val="AAF04796C0254215A005FD9C1639E0B1"/>
    <w:rsid w:val="00DB6756"/>
  </w:style>
  <w:style w:type="paragraph" w:customStyle="1" w:styleId="7F860163CEF9449986792C9F8483E2B7">
    <w:name w:val="7F860163CEF9449986792C9F8483E2B7"/>
    <w:rsid w:val="00DB6756"/>
  </w:style>
  <w:style w:type="paragraph" w:customStyle="1" w:styleId="0FAC843C5AA74B659AF1E8FD27E0F1F3">
    <w:name w:val="0FAC843C5AA74B659AF1E8FD27E0F1F3"/>
    <w:rsid w:val="00DB6756"/>
  </w:style>
  <w:style w:type="paragraph" w:customStyle="1" w:styleId="9E2A3A3413654B9D861CC0BCD665D1AF">
    <w:name w:val="9E2A3A3413654B9D861CC0BCD665D1AF"/>
    <w:rsid w:val="00DB6756"/>
  </w:style>
  <w:style w:type="paragraph" w:customStyle="1" w:styleId="9CE24F645354492DAA2536A07E889448">
    <w:name w:val="9CE24F645354492DAA2536A07E889448"/>
    <w:rsid w:val="00DB6756"/>
  </w:style>
  <w:style w:type="paragraph" w:customStyle="1" w:styleId="7614A8C0D26D4A109B12A3E7741CBA7E">
    <w:name w:val="7614A8C0D26D4A109B12A3E7741CBA7E"/>
    <w:rsid w:val="00DB6756"/>
  </w:style>
  <w:style w:type="paragraph" w:customStyle="1" w:styleId="637EF0C651C84199AC6A927A434EAD9F">
    <w:name w:val="637EF0C651C84199AC6A927A434EAD9F"/>
    <w:rsid w:val="00DB6756"/>
  </w:style>
  <w:style w:type="paragraph" w:customStyle="1" w:styleId="5FE0E47704DB4C85933D73079D1704A9">
    <w:name w:val="5FE0E47704DB4C85933D73079D1704A9"/>
    <w:rsid w:val="00DB6756"/>
  </w:style>
  <w:style w:type="paragraph" w:customStyle="1" w:styleId="3E433EB88FF14AD5BD9AD415D1B604F8">
    <w:name w:val="3E433EB88FF14AD5BD9AD415D1B604F8"/>
    <w:rsid w:val="00DB6756"/>
  </w:style>
  <w:style w:type="paragraph" w:customStyle="1" w:styleId="1FFEA50408964029823646DA83F939BC">
    <w:name w:val="1FFEA50408964029823646DA83F939BC"/>
    <w:rsid w:val="00DB6756"/>
  </w:style>
  <w:style w:type="paragraph" w:customStyle="1" w:styleId="2EE842F22B0C4A46B049C2582446464D">
    <w:name w:val="2EE842F22B0C4A46B049C2582446464D"/>
    <w:rsid w:val="00DB6756"/>
  </w:style>
  <w:style w:type="paragraph" w:customStyle="1" w:styleId="627684CEDF8945FD94E685A49354445A">
    <w:name w:val="627684CEDF8945FD94E685A49354445A"/>
    <w:rsid w:val="00DB6756"/>
  </w:style>
  <w:style w:type="paragraph" w:customStyle="1" w:styleId="7A2C635E8C1B42E6A15C764535ED574E">
    <w:name w:val="7A2C635E8C1B42E6A15C764535ED574E"/>
    <w:rsid w:val="00DB6756"/>
  </w:style>
  <w:style w:type="paragraph" w:customStyle="1" w:styleId="5ACDA62BB465402A864B093552111018">
    <w:name w:val="5ACDA62BB465402A864B093552111018"/>
    <w:rsid w:val="00DB6756"/>
  </w:style>
  <w:style w:type="paragraph" w:customStyle="1" w:styleId="61876F7AFE2542FCA8D0B714BAB19FF4">
    <w:name w:val="61876F7AFE2542FCA8D0B714BAB19FF4"/>
    <w:rsid w:val="00DB6756"/>
  </w:style>
  <w:style w:type="paragraph" w:customStyle="1" w:styleId="09F2C76ECE484777836BBA355C741997">
    <w:name w:val="09F2C76ECE484777836BBA355C741997"/>
    <w:rsid w:val="00DB6756"/>
  </w:style>
  <w:style w:type="paragraph" w:customStyle="1" w:styleId="59AC5FC1462B4812A348410091E3B114">
    <w:name w:val="59AC5FC1462B4812A348410091E3B114"/>
    <w:rsid w:val="00DB6756"/>
  </w:style>
  <w:style w:type="paragraph" w:customStyle="1" w:styleId="8CEC68ADDB944464AECAF24B62B68DFE">
    <w:name w:val="8CEC68ADDB944464AECAF24B62B68DFE"/>
    <w:rsid w:val="00DB6756"/>
  </w:style>
  <w:style w:type="paragraph" w:customStyle="1" w:styleId="28307EBC2FBD4C6887150B9A81C6BF8E">
    <w:name w:val="28307EBC2FBD4C6887150B9A81C6BF8E"/>
    <w:rsid w:val="00DB6756"/>
  </w:style>
  <w:style w:type="paragraph" w:customStyle="1" w:styleId="0ACBA8D79E1346DCB47ECC9159CE532B">
    <w:name w:val="0ACBA8D79E1346DCB47ECC9159CE532B"/>
    <w:rsid w:val="00DB6756"/>
  </w:style>
  <w:style w:type="paragraph" w:customStyle="1" w:styleId="0CB01E000E4E4E58AB056E44DBDF0873">
    <w:name w:val="0CB01E000E4E4E58AB056E44DBDF0873"/>
    <w:rsid w:val="00DB6756"/>
  </w:style>
  <w:style w:type="paragraph" w:customStyle="1" w:styleId="219CADA3D9894BE682B9724D88E488AF">
    <w:name w:val="219CADA3D9894BE682B9724D88E488AF"/>
    <w:rsid w:val="00DB6756"/>
  </w:style>
  <w:style w:type="paragraph" w:customStyle="1" w:styleId="DE3800CE35CF4BE8BB3380722E1542B0">
    <w:name w:val="DE3800CE35CF4BE8BB3380722E1542B0"/>
    <w:rsid w:val="00DB6756"/>
  </w:style>
  <w:style w:type="paragraph" w:customStyle="1" w:styleId="21FE4C1E2D584180989CC62D6F38BBEB">
    <w:name w:val="21FE4C1E2D584180989CC62D6F38BBEB"/>
    <w:rsid w:val="00DB6756"/>
  </w:style>
  <w:style w:type="paragraph" w:customStyle="1" w:styleId="1539BE27E72049F7B1B0AC856686D8EE">
    <w:name w:val="1539BE27E72049F7B1B0AC856686D8EE"/>
    <w:rsid w:val="00DB6756"/>
  </w:style>
  <w:style w:type="paragraph" w:customStyle="1" w:styleId="D14E2DAC1A6542C881E7BAF3A9805EDD">
    <w:name w:val="D14E2DAC1A6542C881E7BAF3A9805EDD"/>
    <w:rsid w:val="00DB6756"/>
  </w:style>
  <w:style w:type="paragraph" w:customStyle="1" w:styleId="DE23313E98BB4E9FA8ACA3D309EE08A3">
    <w:name w:val="DE23313E98BB4E9FA8ACA3D309EE08A3"/>
    <w:rsid w:val="00DB6756"/>
  </w:style>
  <w:style w:type="paragraph" w:customStyle="1" w:styleId="CC1557B38A564AE7AD4D1ED3AE6F431C">
    <w:name w:val="CC1557B38A564AE7AD4D1ED3AE6F431C"/>
    <w:rsid w:val="00DB6756"/>
  </w:style>
  <w:style w:type="paragraph" w:customStyle="1" w:styleId="1DAB82156DCB472BA06080F3F9A42B96">
    <w:name w:val="1DAB82156DCB472BA06080F3F9A42B96"/>
    <w:rsid w:val="00DB6756"/>
  </w:style>
  <w:style w:type="paragraph" w:customStyle="1" w:styleId="555CF888E87B440C96F2187A7E9D34F2">
    <w:name w:val="555CF888E87B440C96F2187A7E9D34F2"/>
    <w:rsid w:val="00DB6756"/>
  </w:style>
  <w:style w:type="paragraph" w:customStyle="1" w:styleId="A847DB76BF6C474FB68FDD96299A4079">
    <w:name w:val="A847DB76BF6C474FB68FDD96299A4079"/>
    <w:rsid w:val="00DB6756"/>
  </w:style>
  <w:style w:type="paragraph" w:customStyle="1" w:styleId="BDD16F0084274ECB8D3AB3B1AD28B5DA">
    <w:name w:val="BDD16F0084274ECB8D3AB3B1AD28B5DA"/>
    <w:rsid w:val="00DB6756"/>
  </w:style>
  <w:style w:type="paragraph" w:customStyle="1" w:styleId="32616F82788E4085BFF8A61348E0F820">
    <w:name w:val="32616F82788E4085BFF8A61348E0F820"/>
    <w:rsid w:val="00DB6756"/>
  </w:style>
  <w:style w:type="paragraph" w:customStyle="1" w:styleId="A2CB346E02494A2ABFDF97F8CCB7E968">
    <w:name w:val="A2CB346E02494A2ABFDF97F8CCB7E968"/>
    <w:rsid w:val="00DB6756"/>
  </w:style>
  <w:style w:type="paragraph" w:customStyle="1" w:styleId="42F151847A124FCF9034220D02016247">
    <w:name w:val="42F151847A124FCF9034220D02016247"/>
    <w:rsid w:val="00DB6756"/>
  </w:style>
  <w:style w:type="paragraph" w:customStyle="1" w:styleId="CE0089FF499C4D7A9024885C4A1CBEEC">
    <w:name w:val="CE0089FF499C4D7A9024885C4A1CBEEC"/>
    <w:rsid w:val="00DB6756"/>
  </w:style>
  <w:style w:type="paragraph" w:customStyle="1" w:styleId="908183C51C75492DA6E494ED00D55824">
    <w:name w:val="908183C51C75492DA6E494ED00D55824"/>
    <w:rsid w:val="00DB6756"/>
  </w:style>
  <w:style w:type="paragraph" w:customStyle="1" w:styleId="9A3879A6D78842D19C51001684746238">
    <w:name w:val="9A3879A6D78842D19C51001684746238"/>
    <w:rsid w:val="00DB6756"/>
  </w:style>
  <w:style w:type="paragraph" w:customStyle="1" w:styleId="D3BB095B8B664E16BC55AE58641C3083">
    <w:name w:val="D3BB095B8B664E16BC55AE58641C3083"/>
    <w:rsid w:val="00DB6756"/>
  </w:style>
  <w:style w:type="paragraph" w:customStyle="1" w:styleId="7A067A837BE6495FBD171AA065DF8816">
    <w:name w:val="7A067A837BE6495FBD171AA065DF8816"/>
    <w:rsid w:val="00DB6756"/>
  </w:style>
  <w:style w:type="paragraph" w:customStyle="1" w:styleId="DF5E2BE5051142C4B1026C5A6A2810BB">
    <w:name w:val="DF5E2BE5051142C4B1026C5A6A2810BB"/>
    <w:rsid w:val="00DB6756"/>
  </w:style>
  <w:style w:type="paragraph" w:customStyle="1" w:styleId="2187E9A6626F4904801F1B6C706E17E4">
    <w:name w:val="2187E9A6626F4904801F1B6C706E17E4"/>
    <w:rsid w:val="00DB6756"/>
  </w:style>
  <w:style w:type="paragraph" w:customStyle="1" w:styleId="196F8B0A33E34053978938D2293B9480">
    <w:name w:val="196F8B0A33E34053978938D2293B9480"/>
    <w:rsid w:val="00DB6756"/>
  </w:style>
  <w:style w:type="paragraph" w:customStyle="1" w:styleId="C7D825E1132D4BFFBD05AFF2538883E7">
    <w:name w:val="C7D825E1132D4BFFBD05AFF2538883E7"/>
    <w:rsid w:val="00DB6756"/>
  </w:style>
  <w:style w:type="paragraph" w:customStyle="1" w:styleId="EE74FF9AF10A46B493D0AFB590DEED38">
    <w:name w:val="EE74FF9AF10A46B493D0AFB590DEED38"/>
    <w:rsid w:val="00DB6756"/>
  </w:style>
  <w:style w:type="paragraph" w:customStyle="1" w:styleId="17F6DBB3D9EC439BB6D070866FFCF850">
    <w:name w:val="17F6DBB3D9EC439BB6D070866FFCF850"/>
    <w:rsid w:val="00DB6756"/>
  </w:style>
  <w:style w:type="paragraph" w:customStyle="1" w:styleId="6CD23C8CD6F24277ACB936B9F3A0ACF0">
    <w:name w:val="6CD23C8CD6F24277ACB936B9F3A0ACF0"/>
    <w:rsid w:val="00DB6756"/>
  </w:style>
  <w:style w:type="paragraph" w:customStyle="1" w:styleId="77302F2679B7416180FDE494802062C0">
    <w:name w:val="77302F2679B7416180FDE494802062C0"/>
    <w:rsid w:val="00DB6756"/>
  </w:style>
  <w:style w:type="paragraph" w:customStyle="1" w:styleId="339F6975AEB64561B9D05C81FC891DAE">
    <w:name w:val="339F6975AEB64561B9D05C81FC891DAE"/>
    <w:rsid w:val="00DB6756"/>
  </w:style>
  <w:style w:type="paragraph" w:customStyle="1" w:styleId="318CE1E39B4F461D96CC8303D6EDB393">
    <w:name w:val="318CE1E39B4F461D96CC8303D6EDB393"/>
    <w:rsid w:val="00DB6756"/>
  </w:style>
  <w:style w:type="paragraph" w:customStyle="1" w:styleId="AFF6D49C89F34BD49E494A25945E70F3">
    <w:name w:val="AFF6D49C89F34BD49E494A25945E70F3"/>
    <w:rsid w:val="00DB6756"/>
  </w:style>
  <w:style w:type="paragraph" w:customStyle="1" w:styleId="22F506BFF779474C89050B6E940AB851">
    <w:name w:val="22F506BFF779474C89050B6E940AB851"/>
    <w:rsid w:val="00DB6756"/>
  </w:style>
  <w:style w:type="paragraph" w:customStyle="1" w:styleId="165784E430644E68BB503C32FCBA0DA1">
    <w:name w:val="165784E430644E68BB503C32FCBA0DA1"/>
    <w:rsid w:val="00DB6756"/>
  </w:style>
  <w:style w:type="paragraph" w:customStyle="1" w:styleId="CA9285680D9B4B76ADA940DC172BDE96">
    <w:name w:val="CA9285680D9B4B76ADA940DC172BDE96"/>
    <w:rsid w:val="00DB6756"/>
  </w:style>
  <w:style w:type="paragraph" w:customStyle="1" w:styleId="A5D3D524EFB9446592FABCA2CF778766">
    <w:name w:val="A5D3D524EFB9446592FABCA2CF778766"/>
    <w:rsid w:val="00DB6756"/>
  </w:style>
  <w:style w:type="paragraph" w:customStyle="1" w:styleId="3103E2A7BBA44F8EADF28954A9680059">
    <w:name w:val="3103E2A7BBA44F8EADF28954A9680059"/>
    <w:rsid w:val="00DB6756"/>
  </w:style>
  <w:style w:type="paragraph" w:customStyle="1" w:styleId="6F9CF16E3FB34BF59AC4E6D15FA35807">
    <w:name w:val="6F9CF16E3FB34BF59AC4E6D15FA35807"/>
    <w:rsid w:val="00DB6756"/>
  </w:style>
  <w:style w:type="paragraph" w:customStyle="1" w:styleId="110B52D9FFF544E8B74501342F5F2AE8">
    <w:name w:val="110B52D9FFF544E8B74501342F5F2AE8"/>
    <w:rsid w:val="00DB6756"/>
  </w:style>
  <w:style w:type="paragraph" w:customStyle="1" w:styleId="2265E580F7CD4B928EC3D33F38CF9EB6">
    <w:name w:val="2265E580F7CD4B928EC3D33F38CF9EB6"/>
    <w:rsid w:val="001D5721"/>
  </w:style>
  <w:style w:type="paragraph" w:customStyle="1" w:styleId="BCFC9C1AE61B4A51A20A6990640A694E">
    <w:name w:val="BCFC9C1AE61B4A51A20A6990640A694E"/>
    <w:rsid w:val="001D5721"/>
  </w:style>
  <w:style w:type="paragraph" w:customStyle="1" w:styleId="312917F153964681A995873FF549C403">
    <w:name w:val="312917F153964681A995873FF549C403"/>
    <w:rsid w:val="00ED365F"/>
  </w:style>
  <w:style w:type="paragraph" w:customStyle="1" w:styleId="EC7AD495561042FBA70375E4EC900619">
    <w:name w:val="EC7AD495561042FBA70375E4EC900619"/>
    <w:rsid w:val="00ED365F"/>
  </w:style>
  <w:style w:type="paragraph" w:customStyle="1" w:styleId="B8FC019142024597892861F8E522730F">
    <w:name w:val="B8FC019142024597892861F8E522730F"/>
    <w:rsid w:val="00ED365F"/>
  </w:style>
  <w:style w:type="paragraph" w:customStyle="1" w:styleId="4A9AB642ACA6418B9ECC12AA02316C8D">
    <w:name w:val="4A9AB642ACA6418B9ECC12AA02316C8D"/>
    <w:rsid w:val="00ED365F"/>
  </w:style>
  <w:style w:type="paragraph" w:customStyle="1" w:styleId="0F4D0F8AAE4C431F84B0BD0CB0F8EC71">
    <w:name w:val="0F4D0F8AAE4C431F84B0BD0CB0F8EC71"/>
    <w:rsid w:val="005310A8"/>
  </w:style>
  <w:style w:type="paragraph" w:customStyle="1" w:styleId="E479B5E0BB044C0EA2DDA95B1BBC633E">
    <w:name w:val="E479B5E0BB044C0EA2DDA95B1BBC633E"/>
    <w:rsid w:val="005310A8"/>
  </w:style>
  <w:style w:type="paragraph" w:customStyle="1" w:styleId="2086E968A0314149A396CADC757F9560">
    <w:name w:val="2086E968A0314149A396CADC757F9560"/>
    <w:rsid w:val="005310A8"/>
  </w:style>
  <w:style w:type="paragraph" w:customStyle="1" w:styleId="23A36A64C960489AA1FC97EB136B4FB0">
    <w:name w:val="23A36A64C960489AA1FC97EB136B4FB0"/>
    <w:rsid w:val="005310A8"/>
  </w:style>
  <w:style w:type="paragraph" w:customStyle="1" w:styleId="841A3C6039D2485790C90B92F7DD7537">
    <w:name w:val="841A3C6039D2485790C90B92F7DD7537"/>
    <w:rsid w:val="005310A8"/>
  </w:style>
  <w:style w:type="paragraph" w:customStyle="1" w:styleId="48CB181E7B9146A28EB62903259C719B">
    <w:name w:val="48CB181E7B9146A28EB62903259C719B"/>
    <w:rsid w:val="005310A8"/>
  </w:style>
  <w:style w:type="paragraph" w:customStyle="1" w:styleId="8AE85CE3D7F64BE68B7C033EEEB3DA3D">
    <w:name w:val="8AE85CE3D7F64BE68B7C033EEEB3DA3D"/>
    <w:rsid w:val="005310A8"/>
  </w:style>
  <w:style w:type="paragraph" w:customStyle="1" w:styleId="D1B851B581E54CFD86A63A72FFC6D592">
    <w:name w:val="D1B851B581E54CFD86A63A72FFC6D592"/>
    <w:rsid w:val="005310A8"/>
  </w:style>
  <w:style w:type="paragraph" w:customStyle="1" w:styleId="C4B94ADA8B074A47B0CF6D9EB3B80951">
    <w:name w:val="C4B94ADA8B074A47B0CF6D9EB3B80951"/>
    <w:rsid w:val="005310A8"/>
  </w:style>
  <w:style w:type="paragraph" w:customStyle="1" w:styleId="4D7FD5DF98294ACDB7064B26813DEF48">
    <w:name w:val="4D7FD5DF98294ACDB7064B26813DEF48"/>
    <w:rsid w:val="005310A8"/>
  </w:style>
  <w:style w:type="paragraph" w:customStyle="1" w:styleId="94E4FFD7C8D64BAB8D2F0611B6E287DD">
    <w:name w:val="94E4FFD7C8D64BAB8D2F0611B6E287DD"/>
    <w:rsid w:val="005310A8"/>
  </w:style>
  <w:style w:type="paragraph" w:customStyle="1" w:styleId="B158B67BDDB84AFEA2097883A9F33F08">
    <w:name w:val="B158B67BDDB84AFEA2097883A9F33F08"/>
    <w:rsid w:val="005310A8"/>
  </w:style>
  <w:style w:type="paragraph" w:customStyle="1" w:styleId="F19E70C0E7A34D1A81D636047CF236E5">
    <w:name w:val="F19E70C0E7A34D1A81D636047CF236E5"/>
    <w:rsid w:val="005310A8"/>
  </w:style>
  <w:style w:type="paragraph" w:customStyle="1" w:styleId="2C634246BF674BE09E8F455D40DB23A9">
    <w:name w:val="2C634246BF674BE09E8F455D40DB23A9"/>
    <w:rsid w:val="005310A8"/>
  </w:style>
  <w:style w:type="paragraph" w:customStyle="1" w:styleId="AE975DEE4CE941A89E4570CB64818AE3">
    <w:name w:val="AE975DEE4CE941A89E4570CB64818AE3"/>
    <w:rsid w:val="005310A8"/>
  </w:style>
  <w:style w:type="paragraph" w:customStyle="1" w:styleId="0A37E957C26240F5BD77FA02C041BA70">
    <w:name w:val="0A37E957C26240F5BD77FA02C041BA70"/>
    <w:rsid w:val="005310A8"/>
  </w:style>
  <w:style w:type="paragraph" w:customStyle="1" w:styleId="8D5E016A47AD4C11B500946BDF3C3111">
    <w:name w:val="8D5E016A47AD4C11B500946BDF3C3111"/>
    <w:rsid w:val="005310A8"/>
  </w:style>
  <w:style w:type="paragraph" w:customStyle="1" w:styleId="C1D907D9639147A393E791E115B8424C">
    <w:name w:val="C1D907D9639147A393E791E115B8424C"/>
    <w:rsid w:val="005310A8"/>
  </w:style>
  <w:style w:type="paragraph" w:customStyle="1" w:styleId="7DBECC8FEAF74DB1B8BF7372A1B97569">
    <w:name w:val="7DBECC8FEAF74DB1B8BF7372A1B97569"/>
    <w:rsid w:val="005310A8"/>
  </w:style>
  <w:style w:type="paragraph" w:customStyle="1" w:styleId="71CE7770592B4C23959462D4E6E98808">
    <w:name w:val="71CE7770592B4C23959462D4E6E98808"/>
    <w:rsid w:val="005310A8"/>
  </w:style>
  <w:style w:type="paragraph" w:customStyle="1" w:styleId="ACF1953A57A5466E93CF407A25840CE4">
    <w:name w:val="ACF1953A57A5466E93CF407A25840CE4"/>
    <w:rsid w:val="005310A8"/>
  </w:style>
  <w:style w:type="paragraph" w:customStyle="1" w:styleId="8681C75D96FD4E23AF5374BDF29435DF">
    <w:name w:val="8681C75D96FD4E23AF5374BDF29435DF"/>
    <w:rsid w:val="005310A8"/>
  </w:style>
  <w:style w:type="paragraph" w:customStyle="1" w:styleId="1FB623C173F4428F8F9D4D2CF622BE74">
    <w:name w:val="1FB623C173F4428F8F9D4D2CF622BE74"/>
    <w:rsid w:val="005310A8"/>
  </w:style>
  <w:style w:type="paragraph" w:customStyle="1" w:styleId="E2D646F2C4DB4416984F4ED0E5634786">
    <w:name w:val="E2D646F2C4DB4416984F4ED0E5634786"/>
    <w:rsid w:val="005310A8"/>
  </w:style>
  <w:style w:type="paragraph" w:customStyle="1" w:styleId="6F89E0A873BF4A22BAB0D4950AA05709">
    <w:name w:val="6F89E0A873BF4A22BAB0D4950AA05709"/>
    <w:rsid w:val="005310A8"/>
  </w:style>
  <w:style w:type="paragraph" w:customStyle="1" w:styleId="D1AC65D79EF644E4B53177E5711D167E">
    <w:name w:val="D1AC65D79EF644E4B53177E5711D167E"/>
    <w:rsid w:val="005310A8"/>
  </w:style>
  <w:style w:type="paragraph" w:customStyle="1" w:styleId="7CBC6642F396493590EE8171B3BDA62D">
    <w:name w:val="7CBC6642F396493590EE8171B3BDA62D"/>
    <w:rsid w:val="005310A8"/>
  </w:style>
  <w:style w:type="paragraph" w:customStyle="1" w:styleId="1C41FC82B5BA492AAFC9FA7C277590EC">
    <w:name w:val="1C41FC82B5BA492AAFC9FA7C277590EC"/>
    <w:rsid w:val="005310A8"/>
  </w:style>
  <w:style w:type="paragraph" w:customStyle="1" w:styleId="D8EAB9E0DFE640709FE3389F67E28140">
    <w:name w:val="D8EAB9E0DFE640709FE3389F67E28140"/>
    <w:rsid w:val="005310A8"/>
  </w:style>
  <w:style w:type="paragraph" w:customStyle="1" w:styleId="54BA55FBF70D4C539353669C951AD652">
    <w:name w:val="54BA55FBF70D4C539353669C951AD652"/>
    <w:rsid w:val="005310A8"/>
  </w:style>
  <w:style w:type="paragraph" w:customStyle="1" w:styleId="0B40E08DC7CE4C3ABF8BE8E2CB71332A">
    <w:name w:val="0B40E08DC7CE4C3ABF8BE8E2CB71332A"/>
    <w:rsid w:val="005310A8"/>
  </w:style>
  <w:style w:type="paragraph" w:customStyle="1" w:styleId="BD1D6BB3D2E54AFEB4891643ED892ED1">
    <w:name w:val="BD1D6BB3D2E54AFEB4891643ED892ED1"/>
    <w:rsid w:val="005310A8"/>
  </w:style>
  <w:style w:type="paragraph" w:customStyle="1" w:styleId="8C9BC7D9197B481F8D59BDCADFB65CCC">
    <w:name w:val="8C9BC7D9197B481F8D59BDCADFB65CCC"/>
    <w:rsid w:val="005310A8"/>
  </w:style>
  <w:style w:type="paragraph" w:customStyle="1" w:styleId="D473E1293A35469BA6BC071BF41F412C">
    <w:name w:val="D473E1293A35469BA6BC071BF41F412C"/>
    <w:rsid w:val="005310A8"/>
  </w:style>
  <w:style w:type="paragraph" w:customStyle="1" w:styleId="214C20F8A6604BD3BF6CBD2F232665C2">
    <w:name w:val="214C20F8A6604BD3BF6CBD2F232665C2"/>
    <w:rsid w:val="005310A8"/>
  </w:style>
  <w:style w:type="paragraph" w:customStyle="1" w:styleId="4A87202F0CBD4E89A449F51D9D02D3A9">
    <w:name w:val="4A87202F0CBD4E89A449F51D9D02D3A9"/>
    <w:rsid w:val="005310A8"/>
  </w:style>
  <w:style w:type="paragraph" w:customStyle="1" w:styleId="AE173586DE204C93861772B7F15973CD">
    <w:name w:val="AE173586DE204C93861772B7F15973CD"/>
    <w:rsid w:val="005310A8"/>
  </w:style>
  <w:style w:type="paragraph" w:customStyle="1" w:styleId="28B784822943480AA060D0F9302449D3">
    <w:name w:val="28B784822943480AA060D0F9302449D3"/>
    <w:rsid w:val="005310A8"/>
  </w:style>
  <w:style w:type="paragraph" w:customStyle="1" w:styleId="7E5DB140533F4BA4A31D2B05B6AE9E02">
    <w:name w:val="7E5DB140533F4BA4A31D2B05B6AE9E02"/>
    <w:rsid w:val="005310A8"/>
  </w:style>
  <w:style w:type="paragraph" w:customStyle="1" w:styleId="3E88580CF43D48048EEC33B92354A072">
    <w:name w:val="3E88580CF43D48048EEC33B92354A072"/>
    <w:rsid w:val="005310A8"/>
  </w:style>
  <w:style w:type="paragraph" w:customStyle="1" w:styleId="21FA2F56ECD940C08D7C8E6EDBDA4E14">
    <w:name w:val="21FA2F56ECD940C08D7C8E6EDBDA4E14"/>
    <w:rsid w:val="005310A8"/>
  </w:style>
  <w:style w:type="paragraph" w:customStyle="1" w:styleId="E015A68C40F6479EA76D97F8819A8D2E">
    <w:name w:val="E015A68C40F6479EA76D97F8819A8D2E"/>
    <w:rsid w:val="005310A8"/>
  </w:style>
  <w:style w:type="paragraph" w:customStyle="1" w:styleId="F04115AA11A54BA3A9B90BF34BF327AF">
    <w:name w:val="F04115AA11A54BA3A9B90BF34BF327AF"/>
    <w:rsid w:val="005310A8"/>
  </w:style>
  <w:style w:type="paragraph" w:customStyle="1" w:styleId="22FD071D2E984A56863D9247C060766D">
    <w:name w:val="22FD071D2E984A56863D9247C060766D"/>
    <w:rsid w:val="005310A8"/>
  </w:style>
  <w:style w:type="paragraph" w:customStyle="1" w:styleId="FE70EF98ADBE4021905DEE8BA431FA7C">
    <w:name w:val="FE70EF98ADBE4021905DEE8BA431FA7C"/>
    <w:rsid w:val="005310A8"/>
  </w:style>
  <w:style w:type="paragraph" w:customStyle="1" w:styleId="E61500BD8D7F4E69B0A1CD414B5BBA54">
    <w:name w:val="E61500BD8D7F4E69B0A1CD414B5BBA54"/>
    <w:rsid w:val="005310A8"/>
  </w:style>
  <w:style w:type="paragraph" w:customStyle="1" w:styleId="EA09D1AD1DD542FDA0A644DAD1550793">
    <w:name w:val="EA09D1AD1DD542FDA0A644DAD1550793"/>
    <w:rsid w:val="005310A8"/>
  </w:style>
  <w:style w:type="paragraph" w:customStyle="1" w:styleId="5A916A67B76D4F789E3733DBE99E68A5">
    <w:name w:val="5A916A67B76D4F789E3733DBE99E68A5"/>
    <w:rsid w:val="005310A8"/>
  </w:style>
  <w:style w:type="paragraph" w:customStyle="1" w:styleId="1709FA9BBDA84AFC923977AD3C86450E">
    <w:name w:val="1709FA9BBDA84AFC923977AD3C86450E"/>
    <w:rsid w:val="005310A8"/>
  </w:style>
  <w:style w:type="paragraph" w:customStyle="1" w:styleId="12D8157D07184A8D80D5544A1FF43E38">
    <w:name w:val="12D8157D07184A8D80D5544A1FF43E38"/>
    <w:rsid w:val="005310A8"/>
  </w:style>
  <w:style w:type="paragraph" w:customStyle="1" w:styleId="1E098CA37271473B8B78BA4C9A904838">
    <w:name w:val="1E098CA37271473B8B78BA4C9A904838"/>
    <w:rsid w:val="005310A8"/>
  </w:style>
  <w:style w:type="paragraph" w:customStyle="1" w:styleId="E9B27816FB944979ACD4C8A6D7FE179A">
    <w:name w:val="E9B27816FB944979ACD4C8A6D7FE179A"/>
    <w:rsid w:val="005310A8"/>
  </w:style>
  <w:style w:type="paragraph" w:customStyle="1" w:styleId="CF6AC10F562B461F813542F7F117B08A">
    <w:name w:val="CF6AC10F562B461F813542F7F117B08A"/>
    <w:rsid w:val="005310A8"/>
  </w:style>
  <w:style w:type="paragraph" w:customStyle="1" w:styleId="FACB5112B6ED423988E4D8501AC93926">
    <w:name w:val="FACB5112B6ED423988E4D8501AC93926"/>
    <w:rsid w:val="005310A8"/>
  </w:style>
  <w:style w:type="paragraph" w:customStyle="1" w:styleId="B19937E377774F9A9220C8140DA9B420">
    <w:name w:val="B19937E377774F9A9220C8140DA9B420"/>
    <w:rsid w:val="005310A8"/>
  </w:style>
  <w:style w:type="paragraph" w:customStyle="1" w:styleId="B3421F4D840A4E5789760FD5CC812C87">
    <w:name w:val="B3421F4D840A4E5789760FD5CC812C87"/>
    <w:rsid w:val="005310A8"/>
  </w:style>
  <w:style w:type="paragraph" w:customStyle="1" w:styleId="575968B8940C4A51A79EE9F53C86C1DD">
    <w:name w:val="575968B8940C4A51A79EE9F53C86C1DD"/>
    <w:rsid w:val="005310A8"/>
  </w:style>
  <w:style w:type="paragraph" w:customStyle="1" w:styleId="6118F04A8ECF418EBE6A6D33D3E12DAE">
    <w:name w:val="6118F04A8ECF418EBE6A6D33D3E12DAE"/>
    <w:rsid w:val="005310A8"/>
  </w:style>
  <w:style w:type="paragraph" w:customStyle="1" w:styleId="28DC201619B049848FBDF82BFF1CF71F">
    <w:name w:val="28DC201619B049848FBDF82BFF1CF71F"/>
    <w:rsid w:val="005310A8"/>
  </w:style>
  <w:style w:type="paragraph" w:customStyle="1" w:styleId="FCD5B76B5DF849629BA4890BAFF9B60A">
    <w:name w:val="FCD5B76B5DF849629BA4890BAFF9B60A"/>
    <w:rsid w:val="005310A8"/>
  </w:style>
  <w:style w:type="paragraph" w:customStyle="1" w:styleId="E7E811E26BB849E4BC49E3F95BF3635E">
    <w:name w:val="E7E811E26BB849E4BC49E3F95BF3635E"/>
    <w:rsid w:val="005310A8"/>
  </w:style>
  <w:style w:type="paragraph" w:customStyle="1" w:styleId="25CE405BD6644B4295E7F1938F92B7BC">
    <w:name w:val="25CE405BD6644B4295E7F1938F92B7BC"/>
    <w:rsid w:val="005310A8"/>
  </w:style>
  <w:style w:type="paragraph" w:customStyle="1" w:styleId="707956A5333E409497B59AA4732D3831">
    <w:name w:val="707956A5333E409497B59AA4732D3831"/>
    <w:rsid w:val="005310A8"/>
  </w:style>
  <w:style w:type="paragraph" w:customStyle="1" w:styleId="64ACA26778884C70826A3E0C2293117A">
    <w:name w:val="64ACA26778884C70826A3E0C2293117A"/>
    <w:rsid w:val="005310A8"/>
  </w:style>
  <w:style w:type="paragraph" w:customStyle="1" w:styleId="AB03FE42D977495997A36D42C8147EB9">
    <w:name w:val="AB03FE42D977495997A36D42C8147EB9"/>
    <w:rsid w:val="005310A8"/>
  </w:style>
  <w:style w:type="paragraph" w:customStyle="1" w:styleId="EE335A4964F342A0B6897F21F4DAB223">
    <w:name w:val="EE335A4964F342A0B6897F21F4DAB223"/>
    <w:rsid w:val="005310A8"/>
  </w:style>
  <w:style w:type="paragraph" w:customStyle="1" w:styleId="33FB82B4C0CB41D5BAD9202A5C4C84AF">
    <w:name w:val="33FB82B4C0CB41D5BAD9202A5C4C84AF"/>
    <w:rsid w:val="005310A8"/>
  </w:style>
  <w:style w:type="paragraph" w:customStyle="1" w:styleId="64C682C631B94702BF723527DF04999D">
    <w:name w:val="64C682C631B94702BF723527DF04999D"/>
    <w:rsid w:val="005310A8"/>
  </w:style>
  <w:style w:type="paragraph" w:customStyle="1" w:styleId="3DF61E93C902490DA1085C248D6823FF">
    <w:name w:val="3DF61E93C902490DA1085C248D6823FF"/>
    <w:rsid w:val="005310A8"/>
  </w:style>
  <w:style w:type="paragraph" w:customStyle="1" w:styleId="5CC663CF22A445BA996BD23FC5B872F8">
    <w:name w:val="5CC663CF22A445BA996BD23FC5B872F8"/>
    <w:rsid w:val="005310A8"/>
  </w:style>
  <w:style w:type="paragraph" w:customStyle="1" w:styleId="F3F8DB8B8C7344859D79068A5D342417">
    <w:name w:val="F3F8DB8B8C7344859D79068A5D342417"/>
    <w:rsid w:val="005310A8"/>
  </w:style>
  <w:style w:type="paragraph" w:customStyle="1" w:styleId="8A789B95FA124259B23A9E8062EE7A16">
    <w:name w:val="8A789B95FA124259B23A9E8062EE7A16"/>
    <w:rsid w:val="005310A8"/>
  </w:style>
  <w:style w:type="paragraph" w:customStyle="1" w:styleId="300508D397834903A6CA0D51AE6BB27A">
    <w:name w:val="300508D397834903A6CA0D51AE6BB27A"/>
    <w:rsid w:val="005310A8"/>
  </w:style>
  <w:style w:type="paragraph" w:customStyle="1" w:styleId="9E30B72F14A040348848DA828BA1E8B0">
    <w:name w:val="9E30B72F14A040348848DA828BA1E8B0"/>
    <w:rsid w:val="005310A8"/>
  </w:style>
  <w:style w:type="paragraph" w:customStyle="1" w:styleId="6A8E345905BD4714B37CC491E8E1BC34">
    <w:name w:val="6A8E345905BD4714B37CC491E8E1BC34"/>
    <w:rsid w:val="005310A8"/>
  </w:style>
  <w:style w:type="paragraph" w:customStyle="1" w:styleId="286D5BC436D4476F97F441ADAFE678B2">
    <w:name w:val="286D5BC436D4476F97F441ADAFE678B2"/>
    <w:rsid w:val="005310A8"/>
  </w:style>
  <w:style w:type="paragraph" w:customStyle="1" w:styleId="0ACB70A94E804F2BB8B528FAF0079851">
    <w:name w:val="0ACB70A94E804F2BB8B528FAF0079851"/>
    <w:rsid w:val="005310A8"/>
  </w:style>
  <w:style w:type="paragraph" w:customStyle="1" w:styleId="88D5EBF7600543FB85ED894F95E0D206">
    <w:name w:val="88D5EBF7600543FB85ED894F95E0D206"/>
    <w:rsid w:val="00503898"/>
  </w:style>
  <w:style w:type="paragraph" w:customStyle="1" w:styleId="7DE5DBD371494D1B9F12792F6452ECE0">
    <w:name w:val="7DE5DBD371494D1B9F12792F6452ECE0"/>
    <w:rsid w:val="00503898"/>
  </w:style>
  <w:style w:type="paragraph" w:customStyle="1" w:styleId="7A265BDAA16541EDA1B55A76C18F3021">
    <w:name w:val="7A265BDAA16541EDA1B55A76C18F3021"/>
    <w:rsid w:val="00503898"/>
  </w:style>
  <w:style w:type="paragraph" w:customStyle="1" w:styleId="24AC75589AD14190B61102332C119C28">
    <w:name w:val="24AC75589AD14190B61102332C119C28"/>
    <w:rsid w:val="00503898"/>
  </w:style>
  <w:style w:type="paragraph" w:customStyle="1" w:styleId="399D6F2404AB4CADB8C52EC2FF707860">
    <w:name w:val="399D6F2404AB4CADB8C52EC2FF707860"/>
    <w:rsid w:val="00503898"/>
  </w:style>
  <w:style w:type="paragraph" w:customStyle="1" w:styleId="B3C1C1B8B68C439C865B828F1F67A167">
    <w:name w:val="B3C1C1B8B68C439C865B828F1F67A167"/>
    <w:rsid w:val="00503898"/>
  </w:style>
  <w:style w:type="paragraph" w:customStyle="1" w:styleId="EEF7C5D20CA94A3D9828190686B438E9">
    <w:name w:val="EEF7C5D20CA94A3D9828190686B438E9"/>
    <w:rsid w:val="00503898"/>
  </w:style>
  <w:style w:type="paragraph" w:customStyle="1" w:styleId="E7E3C313C9F24172978C8380DF7A43BE">
    <w:name w:val="E7E3C313C9F24172978C8380DF7A43BE"/>
    <w:rsid w:val="00503898"/>
  </w:style>
  <w:style w:type="paragraph" w:customStyle="1" w:styleId="3C4D370C1CEF4672917B2089D668B388">
    <w:name w:val="3C4D370C1CEF4672917B2089D668B388"/>
    <w:rsid w:val="00503898"/>
  </w:style>
  <w:style w:type="paragraph" w:customStyle="1" w:styleId="979A92C03483471192E19ACBA107138B">
    <w:name w:val="979A92C03483471192E19ACBA107138B"/>
    <w:rsid w:val="00503898"/>
  </w:style>
  <w:style w:type="paragraph" w:customStyle="1" w:styleId="4D5F52362BE341EC8641F8CA6813A845">
    <w:name w:val="4D5F52362BE341EC8641F8CA6813A845"/>
    <w:rsid w:val="00503898"/>
  </w:style>
  <w:style w:type="paragraph" w:customStyle="1" w:styleId="B85DADE21DC942CB8BB39388F215497C">
    <w:name w:val="B85DADE21DC942CB8BB39388F215497C"/>
    <w:rsid w:val="00503898"/>
  </w:style>
  <w:style w:type="paragraph" w:customStyle="1" w:styleId="1F36F7818A654C25BD2FB956AF3FADB1">
    <w:name w:val="1F36F7818A654C25BD2FB956AF3FADB1"/>
    <w:rsid w:val="00503898"/>
  </w:style>
  <w:style w:type="paragraph" w:customStyle="1" w:styleId="D74EC5D9BADC46AD95B102615970C935">
    <w:name w:val="D74EC5D9BADC46AD95B102615970C935"/>
    <w:rsid w:val="00503898"/>
  </w:style>
  <w:style w:type="paragraph" w:customStyle="1" w:styleId="7311CDCB059241CE80889570C421069B">
    <w:name w:val="7311CDCB059241CE80889570C421069B"/>
    <w:rsid w:val="00503898"/>
  </w:style>
  <w:style w:type="paragraph" w:customStyle="1" w:styleId="DF9A4A12A6BA43B99A00FEB9C579070F">
    <w:name w:val="DF9A4A12A6BA43B99A00FEB9C579070F"/>
    <w:rsid w:val="00503898"/>
  </w:style>
  <w:style w:type="paragraph" w:customStyle="1" w:styleId="A6085C1B997943E2BA6BE9EE24921847">
    <w:name w:val="A6085C1B997943E2BA6BE9EE24921847"/>
    <w:rsid w:val="002E25C5"/>
  </w:style>
  <w:style w:type="paragraph" w:customStyle="1" w:styleId="24CDACA362E44E2EA5F78859272D654C">
    <w:name w:val="24CDACA362E44E2EA5F78859272D654C"/>
    <w:rsid w:val="002E25C5"/>
  </w:style>
  <w:style w:type="paragraph" w:customStyle="1" w:styleId="3921E505C0894349AB8CE91F6FBFBA38">
    <w:name w:val="3921E505C0894349AB8CE91F6FBFBA38"/>
    <w:rsid w:val="002E25C5"/>
  </w:style>
  <w:style w:type="paragraph" w:customStyle="1" w:styleId="03C5B2231C724C9CA7C480F44F10A4D0">
    <w:name w:val="03C5B2231C724C9CA7C480F44F10A4D0"/>
    <w:rsid w:val="002E25C5"/>
  </w:style>
  <w:style w:type="paragraph" w:customStyle="1" w:styleId="2497760DCF7F4B53AE241E1549A6034B">
    <w:name w:val="2497760DCF7F4B53AE241E1549A6034B"/>
    <w:rsid w:val="002E25C5"/>
  </w:style>
  <w:style w:type="paragraph" w:customStyle="1" w:styleId="DF6354D76CB64BE0A1C0393D5D45E9E0">
    <w:name w:val="DF6354D76CB64BE0A1C0393D5D45E9E0"/>
    <w:rsid w:val="002E25C5"/>
  </w:style>
  <w:style w:type="paragraph" w:customStyle="1" w:styleId="E805A616CC7B4526B8F001A3CA6A96DE">
    <w:name w:val="E805A616CC7B4526B8F001A3CA6A96DE"/>
    <w:rsid w:val="002E25C5"/>
  </w:style>
  <w:style w:type="paragraph" w:customStyle="1" w:styleId="3C4D6B5FB610439291F20F691FCCAF40">
    <w:name w:val="3C4D6B5FB610439291F20F691FCCAF40"/>
    <w:rsid w:val="002E25C5"/>
  </w:style>
  <w:style w:type="paragraph" w:customStyle="1" w:styleId="D2EE92847FFB4CE895FAA12955474612">
    <w:name w:val="D2EE92847FFB4CE895FAA12955474612"/>
    <w:rsid w:val="002E25C5"/>
  </w:style>
  <w:style w:type="paragraph" w:customStyle="1" w:styleId="38BBB134CB2A433EB1E489F539A7F94E">
    <w:name w:val="38BBB134CB2A433EB1E489F539A7F94E"/>
    <w:rsid w:val="002E25C5"/>
  </w:style>
  <w:style w:type="paragraph" w:customStyle="1" w:styleId="BA22E769AD3C4D228A4EBBD4BB91669F">
    <w:name w:val="BA22E769AD3C4D228A4EBBD4BB91669F"/>
    <w:rsid w:val="002E25C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E6DD450E5C40CC8F18A0D3C1104A9D">
    <w:name w:val="0EE6DD450E5C40CC8F18A0D3C1104A9D"/>
  </w:style>
  <w:style w:type="paragraph" w:customStyle="1" w:styleId="EE29851E53E64FA9A63B02DD754BF615">
    <w:name w:val="EE29851E53E64FA9A63B02DD754BF615"/>
  </w:style>
  <w:style w:type="paragraph" w:customStyle="1" w:styleId="8EA1863DD2E74564A19857444749C077">
    <w:name w:val="8EA1863DD2E74564A19857444749C077"/>
  </w:style>
  <w:style w:type="paragraph" w:customStyle="1" w:styleId="B5ACF312C2DD4ADFA35D8A1C3E963A18">
    <w:name w:val="B5ACF312C2DD4ADFA35D8A1C3E963A18"/>
  </w:style>
  <w:style w:type="paragraph" w:customStyle="1" w:styleId="1988212547A2466FB2FD356D24A30AD5">
    <w:name w:val="1988212547A2466FB2FD356D24A30AD5"/>
  </w:style>
  <w:style w:type="paragraph" w:customStyle="1" w:styleId="EF58AF0BFF23433F930FD808084D8AE8">
    <w:name w:val="EF58AF0BFF23433F930FD808084D8AE8"/>
  </w:style>
  <w:style w:type="paragraph" w:customStyle="1" w:styleId="87C62D7600FB468291318824BC8F3381">
    <w:name w:val="87C62D7600FB468291318824BC8F3381"/>
  </w:style>
  <w:style w:type="paragraph" w:customStyle="1" w:styleId="372B0AA5E2EC43DBB2E000F973B8448B">
    <w:name w:val="372B0AA5E2EC43DBB2E000F973B8448B"/>
  </w:style>
  <w:style w:type="paragraph" w:customStyle="1" w:styleId="422D54E915EE4F388BC9D87110955C6E">
    <w:name w:val="422D54E915EE4F388BC9D87110955C6E"/>
  </w:style>
  <w:style w:type="paragraph" w:customStyle="1" w:styleId="DAA83CA4CA19432A8D0C3E89E0911960">
    <w:name w:val="DAA83CA4CA19432A8D0C3E89E0911960"/>
  </w:style>
  <w:style w:type="paragraph" w:customStyle="1" w:styleId="1B5244AA042E437380736BD0E5815644">
    <w:name w:val="1B5244AA042E437380736BD0E5815644"/>
  </w:style>
  <w:style w:type="paragraph" w:customStyle="1" w:styleId="168A1EA9128F41C7A3E0716E2FFD544B">
    <w:name w:val="168A1EA9128F41C7A3E0716E2FFD544B"/>
  </w:style>
  <w:style w:type="paragraph" w:customStyle="1" w:styleId="841D0D3933DA4589A040A9A5C7AA87B9">
    <w:name w:val="841D0D3933DA4589A040A9A5C7AA87B9"/>
  </w:style>
  <w:style w:type="paragraph" w:customStyle="1" w:styleId="B6E0862F513D4C16803DFEA54AEE1833">
    <w:name w:val="B6E0862F513D4C16803DFEA54AEE1833"/>
  </w:style>
  <w:style w:type="paragraph" w:customStyle="1" w:styleId="2A647985B15D4C5A91CA884203EF3A3F">
    <w:name w:val="2A647985B15D4C5A91CA884203EF3A3F"/>
  </w:style>
  <w:style w:type="paragraph" w:customStyle="1" w:styleId="B7073D404B204AD39D2CAE281626FAEA">
    <w:name w:val="B7073D404B204AD39D2CAE281626FAEA"/>
  </w:style>
  <w:style w:type="paragraph" w:customStyle="1" w:styleId="544B6D6A66BC472B9A262CD44FC2B1B1">
    <w:name w:val="544B6D6A66BC472B9A262CD44FC2B1B1"/>
  </w:style>
  <w:style w:type="paragraph" w:customStyle="1" w:styleId="CEB5D7ED34B44B4E9F7B29D0A05FBEF5">
    <w:name w:val="CEB5D7ED34B44B4E9F7B29D0A05FBEF5"/>
  </w:style>
  <w:style w:type="paragraph" w:customStyle="1" w:styleId="01B2FA61FD0F46799070AE0DBA72D4BC">
    <w:name w:val="01B2FA61FD0F46799070AE0DBA72D4BC"/>
  </w:style>
  <w:style w:type="paragraph" w:customStyle="1" w:styleId="6CFB14E475CA43659068B1840F2FE732">
    <w:name w:val="6CFB14E475CA43659068B1840F2FE732"/>
  </w:style>
  <w:style w:type="paragraph" w:customStyle="1" w:styleId="1F06870CFF1B43E585F92983B8E342E9">
    <w:name w:val="1F06870CFF1B43E585F92983B8E342E9"/>
  </w:style>
  <w:style w:type="paragraph" w:customStyle="1" w:styleId="686B8793ECCA49859D5BFD117523E6D7">
    <w:name w:val="686B8793ECCA49859D5BFD117523E6D7"/>
  </w:style>
  <w:style w:type="paragraph" w:customStyle="1" w:styleId="7844CE27689F4A80951BE33F47755327">
    <w:name w:val="7844CE27689F4A80951BE33F47755327"/>
  </w:style>
  <w:style w:type="character" w:styleId="PlaceholderText">
    <w:name w:val="Placeholder Text"/>
    <w:basedOn w:val="DefaultParagraphFont"/>
    <w:uiPriority w:val="99"/>
    <w:semiHidden/>
    <w:rsid w:val="002E25C5"/>
    <w:rPr>
      <w:color w:val="808080"/>
    </w:rPr>
  </w:style>
  <w:style w:type="paragraph" w:customStyle="1" w:styleId="717A437F2F6B4FBEA398956E1EC3BB5C">
    <w:name w:val="717A437F2F6B4FBEA398956E1EC3BB5C"/>
    <w:rsid w:val="00DB6756"/>
  </w:style>
  <w:style w:type="paragraph" w:customStyle="1" w:styleId="E009578E60184F4E8DFED5BDABBC77F5">
    <w:name w:val="E009578E60184F4E8DFED5BDABBC77F5"/>
    <w:rsid w:val="00DB6756"/>
  </w:style>
  <w:style w:type="paragraph" w:customStyle="1" w:styleId="BBA98DAAE93840FA9E795223C97BF55C">
    <w:name w:val="BBA98DAAE93840FA9E795223C97BF55C"/>
    <w:rsid w:val="00DB6756"/>
  </w:style>
  <w:style w:type="paragraph" w:customStyle="1" w:styleId="2BCDE9B02965490B8DB24D3A97E6AB07">
    <w:name w:val="2BCDE9B02965490B8DB24D3A97E6AB07"/>
    <w:rsid w:val="00DB6756"/>
  </w:style>
  <w:style w:type="paragraph" w:customStyle="1" w:styleId="E049C06DA4EF4ADAA9FB241EC0A19E08">
    <w:name w:val="E049C06DA4EF4ADAA9FB241EC0A19E08"/>
    <w:rsid w:val="00DB6756"/>
  </w:style>
  <w:style w:type="paragraph" w:customStyle="1" w:styleId="46920E4213A141AEA389C31A78CEFA4B">
    <w:name w:val="46920E4213A141AEA389C31A78CEFA4B"/>
    <w:rsid w:val="00DB6756"/>
  </w:style>
  <w:style w:type="paragraph" w:customStyle="1" w:styleId="DC391AEC5A074B689E3169A238F1B24B">
    <w:name w:val="DC391AEC5A074B689E3169A238F1B24B"/>
    <w:rsid w:val="00DB6756"/>
  </w:style>
  <w:style w:type="paragraph" w:customStyle="1" w:styleId="2ADD59F3AF96406EBFEED905F7C0F5F3">
    <w:name w:val="2ADD59F3AF96406EBFEED905F7C0F5F3"/>
    <w:rsid w:val="00DB6756"/>
  </w:style>
  <w:style w:type="paragraph" w:customStyle="1" w:styleId="CAD6A09411FA40479EDCAF34215D40CF">
    <w:name w:val="CAD6A09411FA40479EDCAF34215D40CF"/>
    <w:rsid w:val="00DB6756"/>
  </w:style>
  <w:style w:type="paragraph" w:customStyle="1" w:styleId="6D4C853CF9F7460D95DEE67455AF47EA">
    <w:name w:val="6D4C853CF9F7460D95DEE67455AF47EA"/>
    <w:rsid w:val="00DB6756"/>
  </w:style>
  <w:style w:type="paragraph" w:customStyle="1" w:styleId="B5D331DBAAE9425F931DDC2BEB2A6B6F">
    <w:name w:val="B5D331DBAAE9425F931DDC2BEB2A6B6F"/>
    <w:rsid w:val="00DB6756"/>
  </w:style>
  <w:style w:type="paragraph" w:customStyle="1" w:styleId="093A9F8FB5184C1AA255A2CB9B60DC8F">
    <w:name w:val="093A9F8FB5184C1AA255A2CB9B60DC8F"/>
    <w:rsid w:val="00DB6756"/>
  </w:style>
  <w:style w:type="paragraph" w:customStyle="1" w:styleId="A775B82A1B24464FB2EF1A29DCFCDE70">
    <w:name w:val="A775B82A1B24464FB2EF1A29DCFCDE70"/>
    <w:rsid w:val="00DB6756"/>
  </w:style>
  <w:style w:type="paragraph" w:customStyle="1" w:styleId="EE061F78C41542D3985FA1CD3173ADD4">
    <w:name w:val="EE061F78C41542D3985FA1CD3173ADD4"/>
    <w:rsid w:val="00DB6756"/>
  </w:style>
  <w:style w:type="paragraph" w:customStyle="1" w:styleId="4B448F8C82BE45149B9EAE462C2BA74E">
    <w:name w:val="4B448F8C82BE45149B9EAE462C2BA74E"/>
    <w:rsid w:val="00DB6756"/>
  </w:style>
  <w:style w:type="paragraph" w:customStyle="1" w:styleId="C21C33BBFACA4A95A0FE9A72E2ED34F5">
    <w:name w:val="C21C33BBFACA4A95A0FE9A72E2ED34F5"/>
    <w:rsid w:val="00DB6756"/>
  </w:style>
  <w:style w:type="paragraph" w:customStyle="1" w:styleId="BCA70F43A84A429FBA7A09F84E1BBE4E">
    <w:name w:val="BCA70F43A84A429FBA7A09F84E1BBE4E"/>
    <w:rsid w:val="00DB6756"/>
  </w:style>
  <w:style w:type="paragraph" w:customStyle="1" w:styleId="F5546D478E394A2283075897D2520DEB">
    <w:name w:val="F5546D478E394A2283075897D2520DEB"/>
    <w:rsid w:val="00DB6756"/>
  </w:style>
  <w:style w:type="paragraph" w:customStyle="1" w:styleId="BBDA648E2CBE4A92BFC3D4A221940103">
    <w:name w:val="BBDA648E2CBE4A92BFC3D4A221940103"/>
    <w:rsid w:val="00DB6756"/>
  </w:style>
  <w:style w:type="paragraph" w:customStyle="1" w:styleId="7FF2F5C5EDD942EB942B24BD9D29F5CF">
    <w:name w:val="7FF2F5C5EDD942EB942B24BD9D29F5CF"/>
    <w:rsid w:val="00DB6756"/>
  </w:style>
  <w:style w:type="paragraph" w:customStyle="1" w:styleId="01B6983486A345D4ADD386411585E3B2">
    <w:name w:val="01B6983486A345D4ADD386411585E3B2"/>
    <w:rsid w:val="00DB6756"/>
  </w:style>
  <w:style w:type="paragraph" w:customStyle="1" w:styleId="B154400085B9480AB4C9AE0376D3E859">
    <w:name w:val="B154400085B9480AB4C9AE0376D3E859"/>
    <w:rsid w:val="00DB6756"/>
  </w:style>
  <w:style w:type="paragraph" w:customStyle="1" w:styleId="FBBD0E5175DC49EFAA4C1594676C66BF">
    <w:name w:val="FBBD0E5175DC49EFAA4C1594676C66BF"/>
    <w:rsid w:val="00DB6756"/>
  </w:style>
  <w:style w:type="paragraph" w:customStyle="1" w:styleId="2A50F5719B214C6494FE86A9A94AD49A">
    <w:name w:val="2A50F5719B214C6494FE86A9A94AD49A"/>
    <w:rsid w:val="00DB6756"/>
  </w:style>
  <w:style w:type="paragraph" w:customStyle="1" w:styleId="2A4655FFFDAE4DBC916D268FBEBD7E82">
    <w:name w:val="2A4655FFFDAE4DBC916D268FBEBD7E82"/>
    <w:rsid w:val="00DB6756"/>
  </w:style>
  <w:style w:type="paragraph" w:customStyle="1" w:styleId="4BA48049586B49D28F5C44928B7AD447">
    <w:name w:val="4BA48049586B49D28F5C44928B7AD447"/>
    <w:rsid w:val="00DB6756"/>
  </w:style>
  <w:style w:type="paragraph" w:customStyle="1" w:styleId="6F075E4821AD4BF0BB157EAFA575CC15">
    <w:name w:val="6F075E4821AD4BF0BB157EAFA575CC15"/>
    <w:rsid w:val="00DB6756"/>
  </w:style>
  <w:style w:type="paragraph" w:customStyle="1" w:styleId="03368B290113428A824F3DF596EBD5A6">
    <w:name w:val="03368B290113428A824F3DF596EBD5A6"/>
    <w:rsid w:val="00DB6756"/>
  </w:style>
  <w:style w:type="paragraph" w:customStyle="1" w:styleId="1DBFC7570D134E609ED2D2D957F414DD">
    <w:name w:val="1DBFC7570D134E609ED2D2D957F414DD"/>
    <w:rsid w:val="00DB6756"/>
  </w:style>
  <w:style w:type="paragraph" w:customStyle="1" w:styleId="86219DFA80064EBB91851AFD2CAC833A">
    <w:name w:val="86219DFA80064EBB91851AFD2CAC833A"/>
    <w:rsid w:val="00DB6756"/>
  </w:style>
  <w:style w:type="paragraph" w:customStyle="1" w:styleId="676598B51D03455B921905D720E9E06D">
    <w:name w:val="676598B51D03455B921905D720E9E06D"/>
    <w:rsid w:val="00DB6756"/>
  </w:style>
  <w:style w:type="paragraph" w:customStyle="1" w:styleId="14EA023B2E124EC3B2436BB1830D9489">
    <w:name w:val="14EA023B2E124EC3B2436BB1830D9489"/>
    <w:rsid w:val="00DB6756"/>
  </w:style>
  <w:style w:type="paragraph" w:customStyle="1" w:styleId="D80811A82663424A8DFCF87408F73B3E">
    <w:name w:val="D80811A82663424A8DFCF87408F73B3E"/>
    <w:rsid w:val="00DB6756"/>
  </w:style>
  <w:style w:type="paragraph" w:customStyle="1" w:styleId="CBD17332F2EF4147A72599631517CF5C">
    <w:name w:val="CBD17332F2EF4147A72599631517CF5C"/>
    <w:rsid w:val="00DB6756"/>
  </w:style>
  <w:style w:type="paragraph" w:customStyle="1" w:styleId="41C387DE73664A54BEC9C56C2FF9BB1F">
    <w:name w:val="41C387DE73664A54BEC9C56C2FF9BB1F"/>
    <w:rsid w:val="00DB6756"/>
  </w:style>
  <w:style w:type="paragraph" w:customStyle="1" w:styleId="BE90740D6ADB405F8880E6CFF1508B15">
    <w:name w:val="BE90740D6ADB405F8880E6CFF1508B15"/>
    <w:rsid w:val="00DB6756"/>
  </w:style>
  <w:style w:type="paragraph" w:customStyle="1" w:styleId="6772807C47FA4063AA579394A4C5EEE2">
    <w:name w:val="6772807C47FA4063AA579394A4C5EEE2"/>
    <w:rsid w:val="00DB6756"/>
  </w:style>
  <w:style w:type="paragraph" w:customStyle="1" w:styleId="6916667BCE534578BB7DBBB2F20C437C">
    <w:name w:val="6916667BCE534578BB7DBBB2F20C437C"/>
    <w:rsid w:val="00DB6756"/>
  </w:style>
  <w:style w:type="paragraph" w:customStyle="1" w:styleId="F242D552D80E4E5CBD688B269DCB35B3">
    <w:name w:val="F242D552D80E4E5CBD688B269DCB35B3"/>
    <w:rsid w:val="00DB6756"/>
  </w:style>
  <w:style w:type="paragraph" w:customStyle="1" w:styleId="5B52B75B838C4474925D274247F102D7">
    <w:name w:val="5B52B75B838C4474925D274247F102D7"/>
    <w:rsid w:val="00DB6756"/>
  </w:style>
  <w:style w:type="paragraph" w:customStyle="1" w:styleId="6788B84263794D5A81F8BC93AC12BA71">
    <w:name w:val="6788B84263794D5A81F8BC93AC12BA71"/>
    <w:rsid w:val="00DB6756"/>
  </w:style>
  <w:style w:type="paragraph" w:customStyle="1" w:styleId="31D2EAE2CC8D493C9272EF9ED80797B5">
    <w:name w:val="31D2EAE2CC8D493C9272EF9ED80797B5"/>
    <w:rsid w:val="00DB6756"/>
  </w:style>
  <w:style w:type="paragraph" w:customStyle="1" w:styleId="970B095FA92241E499BB9DBED4EA5153">
    <w:name w:val="970B095FA92241E499BB9DBED4EA5153"/>
    <w:rsid w:val="00DB6756"/>
  </w:style>
  <w:style w:type="paragraph" w:customStyle="1" w:styleId="E2147F709F7A47448473A091EAACCE9A">
    <w:name w:val="E2147F709F7A47448473A091EAACCE9A"/>
    <w:rsid w:val="00DB6756"/>
  </w:style>
  <w:style w:type="paragraph" w:customStyle="1" w:styleId="DD0CEEACD6D74CDDB60901C0348BB2DF">
    <w:name w:val="DD0CEEACD6D74CDDB60901C0348BB2DF"/>
    <w:rsid w:val="00DB6756"/>
  </w:style>
  <w:style w:type="paragraph" w:customStyle="1" w:styleId="F6E45541AC5A438EAF569C0A628BD1E8">
    <w:name w:val="F6E45541AC5A438EAF569C0A628BD1E8"/>
    <w:rsid w:val="00DB6756"/>
  </w:style>
  <w:style w:type="paragraph" w:customStyle="1" w:styleId="93FD4DA1561F4BF2BF52FA1D07697920">
    <w:name w:val="93FD4DA1561F4BF2BF52FA1D07697920"/>
    <w:rsid w:val="00DB6756"/>
  </w:style>
  <w:style w:type="paragraph" w:customStyle="1" w:styleId="45032A8A73324894885D5AA4DAC9859E">
    <w:name w:val="45032A8A73324894885D5AA4DAC9859E"/>
    <w:rsid w:val="00DB6756"/>
  </w:style>
  <w:style w:type="paragraph" w:customStyle="1" w:styleId="C3F355DC25344F83874C71D2AEFB4187">
    <w:name w:val="C3F355DC25344F83874C71D2AEFB4187"/>
    <w:rsid w:val="00DB6756"/>
  </w:style>
  <w:style w:type="paragraph" w:customStyle="1" w:styleId="987DFF9A821C4749AB8E48705B3524FE">
    <w:name w:val="987DFF9A821C4749AB8E48705B3524FE"/>
    <w:rsid w:val="00DB6756"/>
  </w:style>
  <w:style w:type="paragraph" w:customStyle="1" w:styleId="89535E328439474395499D5BCA4FE6DA">
    <w:name w:val="89535E328439474395499D5BCA4FE6DA"/>
    <w:rsid w:val="00DB6756"/>
  </w:style>
  <w:style w:type="paragraph" w:customStyle="1" w:styleId="639F0AB27DDE456894723494CBD9662F">
    <w:name w:val="639F0AB27DDE456894723494CBD9662F"/>
    <w:rsid w:val="00DB6756"/>
  </w:style>
  <w:style w:type="paragraph" w:customStyle="1" w:styleId="F285FC4A328A41279BBAD71E408B323C">
    <w:name w:val="F285FC4A328A41279BBAD71E408B323C"/>
    <w:rsid w:val="00DB6756"/>
  </w:style>
  <w:style w:type="paragraph" w:customStyle="1" w:styleId="2A722ED167BE4651AB055EA990823B79">
    <w:name w:val="2A722ED167BE4651AB055EA990823B79"/>
    <w:rsid w:val="00DB6756"/>
  </w:style>
  <w:style w:type="paragraph" w:customStyle="1" w:styleId="AF82524E1A264E65A89DB2277BA6C75F">
    <w:name w:val="AF82524E1A264E65A89DB2277BA6C75F"/>
    <w:rsid w:val="00DB6756"/>
  </w:style>
  <w:style w:type="paragraph" w:customStyle="1" w:styleId="9EE06DC170C741A4B661CCE762D164AC">
    <w:name w:val="9EE06DC170C741A4B661CCE762D164AC"/>
    <w:rsid w:val="00DB6756"/>
  </w:style>
  <w:style w:type="paragraph" w:customStyle="1" w:styleId="197F648481A5493BA7F9C5B283BA6480">
    <w:name w:val="197F648481A5493BA7F9C5B283BA6480"/>
    <w:rsid w:val="00DB6756"/>
  </w:style>
  <w:style w:type="paragraph" w:customStyle="1" w:styleId="1B82B1C4655B4219B835FD2ABC1762F2">
    <w:name w:val="1B82B1C4655B4219B835FD2ABC1762F2"/>
    <w:rsid w:val="00DB6756"/>
  </w:style>
  <w:style w:type="paragraph" w:customStyle="1" w:styleId="FB551903E5F44C9888E75BF9B208D5F9">
    <w:name w:val="FB551903E5F44C9888E75BF9B208D5F9"/>
    <w:rsid w:val="00DB6756"/>
  </w:style>
  <w:style w:type="paragraph" w:customStyle="1" w:styleId="7D03AAD22D6D481BA37730517F197D4A">
    <w:name w:val="7D03AAD22D6D481BA37730517F197D4A"/>
    <w:rsid w:val="00DB6756"/>
  </w:style>
  <w:style w:type="paragraph" w:customStyle="1" w:styleId="46EBB44AECD04E27B87FDACEA4E9587E">
    <w:name w:val="46EBB44AECD04E27B87FDACEA4E9587E"/>
    <w:rsid w:val="00DB6756"/>
  </w:style>
  <w:style w:type="paragraph" w:customStyle="1" w:styleId="5F8E25E2E4FB47DAAB936C001CF5070C">
    <w:name w:val="5F8E25E2E4FB47DAAB936C001CF5070C"/>
    <w:rsid w:val="00DB6756"/>
  </w:style>
  <w:style w:type="paragraph" w:customStyle="1" w:styleId="8EAB933F564E49C58FC7B680A323EE1B">
    <w:name w:val="8EAB933F564E49C58FC7B680A323EE1B"/>
    <w:rsid w:val="00DB6756"/>
  </w:style>
  <w:style w:type="paragraph" w:customStyle="1" w:styleId="716DBCBA8F69491C8DEADBED10F29B89">
    <w:name w:val="716DBCBA8F69491C8DEADBED10F29B89"/>
    <w:rsid w:val="00DB6756"/>
  </w:style>
  <w:style w:type="paragraph" w:customStyle="1" w:styleId="8930664A7F2A4F54898A8626D0765686">
    <w:name w:val="8930664A7F2A4F54898A8626D0765686"/>
    <w:rsid w:val="00DB6756"/>
  </w:style>
  <w:style w:type="paragraph" w:customStyle="1" w:styleId="BFB729C8D1AA464AB48DE92383F7EE69">
    <w:name w:val="BFB729C8D1AA464AB48DE92383F7EE69"/>
    <w:rsid w:val="00DB6756"/>
  </w:style>
  <w:style w:type="paragraph" w:customStyle="1" w:styleId="7771C459563040A5B3D18E8CDAF9910F">
    <w:name w:val="7771C459563040A5B3D18E8CDAF9910F"/>
    <w:rsid w:val="00DB6756"/>
  </w:style>
  <w:style w:type="paragraph" w:customStyle="1" w:styleId="438389C2856549F7B6DFBF949F72356B">
    <w:name w:val="438389C2856549F7B6DFBF949F72356B"/>
    <w:rsid w:val="00DB6756"/>
  </w:style>
  <w:style w:type="paragraph" w:customStyle="1" w:styleId="432CB1D6534C4111AE1568938F49BEF3">
    <w:name w:val="432CB1D6534C4111AE1568938F49BEF3"/>
    <w:rsid w:val="00DB6756"/>
  </w:style>
  <w:style w:type="paragraph" w:customStyle="1" w:styleId="8A64F3AF21FC4974A6905D30D9DFC6FA">
    <w:name w:val="8A64F3AF21FC4974A6905D30D9DFC6FA"/>
    <w:rsid w:val="00DB6756"/>
  </w:style>
  <w:style w:type="paragraph" w:customStyle="1" w:styleId="4AD53BD05BC64293A0FD5D24D9024385">
    <w:name w:val="4AD53BD05BC64293A0FD5D24D9024385"/>
    <w:rsid w:val="00DB6756"/>
  </w:style>
  <w:style w:type="paragraph" w:customStyle="1" w:styleId="B2CC50D4D5E94FCAAE321DF33238BA4A">
    <w:name w:val="B2CC50D4D5E94FCAAE321DF33238BA4A"/>
    <w:rsid w:val="00DB6756"/>
  </w:style>
  <w:style w:type="paragraph" w:customStyle="1" w:styleId="FF6B83CC6E8F4253A2D129D5D31C4ED2">
    <w:name w:val="FF6B83CC6E8F4253A2D129D5D31C4ED2"/>
    <w:rsid w:val="00DB6756"/>
  </w:style>
  <w:style w:type="paragraph" w:customStyle="1" w:styleId="DF81B4BC801B4CD2BFEE4F6B5A48E2B7">
    <w:name w:val="DF81B4BC801B4CD2BFEE4F6B5A48E2B7"/>
    <w:rsid w:val="00DB6756"/>
  </w:style>
  <w:style w:type="paragraph" w:customStyle="1" w:styleId="6F746FA2823447539DCC9AD808B13D40">
    <w:name w:val="6F746FA2823447539DCC9AD808B13D40"/>
    <w:rsid w:val="00DB6756"/>
  </w:style>
  <w:style w:type="paragraph" w:customStyle="1" w:styleId="1CCD58E812B14118A233608E09BC9F65">
    <w:name w:val="1CCD58E812B14118A233608E09BC9F65"/>
    <w:rsid w:val="00DB6756"/>
  </w:style>
  <w:style w:type="paragraph" w:customStyle="1" w:styleId="092A018F6C0D41959B654CEA2C381C14">
    <w:name w:val="092A018F6C0D41959B654CEA2C381C14"/>
    <w:rsid w:val="00DB6756"/>
  </w:style>
  <w:style w:type="paragraph" w:customStyle="1" w:styleId="69E21C9EA51D4466BE19A624E1C4D0C9">
    <w:name w:val="69E21C9EA51D4466BE19A624E1C4D0C9"/>
    <w:rsid w:val="00DB6756"/>
  </w:style>
  <w:style w:type="paragraph" w:customStyle="1" w:styleId="99E75EABF0CE482A9DEC909731A15FBF">
    <w:name w:val="99E75EABF0CE482A9DEC909731A15FBF"/>
    <w:rsid w:val="00DB6756"/>
  </w:style>
  <w:style w:type="paragraph" w:customStyle="1" w:styleId="003A2D246F2E4AE0B33A0F7A1473BC3B">
    <w:name w:val="003A2D246F2E4AE0B33A0F7A1473BC3B"/>
    <w:rsid w:val="00DB6756"/>
  </w:style>
  <w:style w:type="paragraph" w:customStyle="1" w:styleId="BF256D34A7AA43CABB13C111E2E60D90">
    <w:name w:val="BF256D34A7AA43CABB13C111E2E60D90"/>
    <w:rsid w:val="00DB6756"/>
  </w:style>
  <w:style w:type="paragraph" w:customStyle="1" w:styleId="70E8A86AF3264FBAA145902476021F2B">
    <w:name w:val="70E8A86AF3264FBAA145902476021F2B"/>
    <w:rsid w:val="00DB6756"/>
  </w:style>
  <w:style w:type="paragraph" w:customStyle="1" w:styleId="FCE7003B3BAB40A39D36028EBFEF28B1">
    <w:name w:val="FCE7003B3BAB40A39D36028EBFEF28B1"/>
    <w:rsid w:val="00DB6756"/>
  </w:style>
  <w:style w:type="paragraph" w:customStyle="1" w:styleId="70A3139BB0F646BBA94054AE9349D814">
    <w:name w:val="70A3139BB0F646BBA94054AE9349D814"/>
    <w:rsid w:val="00DB6756"/>
  </w:style>
  <w:style w:type="paragraph" w:customStyle="1" w:styleId="E5243F7E594C4B0E89409374311A62A7">
    <w:name w:val="E5243F7E594C4B0E89409374311A62A7"/>
    <w:rsid w:val="00DB6756"/>
  </w:style>
  <w:style w:type="paragraph" w:customStyle="1" w:styleId="99B9028FA4544CD19F6FDAD1757B8F43">
    <w:name w:val="99B9028FA4544CD19F6FDAD1757B8F43"/>
    <w:rsid w:val="00DB6756"/>
  </w:style>
  <w:style w:type="paragraph" w:customStyle="1" w:styleId="01535A5E3FD44463A5BA72F1D8813855">
    <w:name w:val="01535A5E3FD44463A5BA72F1D8813855"/>
    <w:rsid w:val="00DB6756"/>
  </w:style>
  <w:style w:type="paragraph" w:customStyle="1" w:styleId="33A7280DC0D544988D4B034346ACA42E">
    <w:name w:val="33A7280DC0D544988D4B034346ACA42E"/>
    <w:rsid w:val="00DB6756"/>
  </w:style>
  <w:style w:type="paragraph" w:customStyle="1" w:styleId="E8100914305649ECB5DF461DC32EA471">
    <w:name w:val="E8100914305649ECB5DF461DC32EA471"/>
    <w:rsid w:val="00DB6756"/>
  </w:style>
  <w:style w:type="paragraph" w:customStyle="1" w:styleId="2C3D10671B2042868D8C83AEE5201DA4">
    <w:name w:val="2C3D10671B2042868D8C83AEE5201DA4"/>
    <w:rsid w:val="00DB6756"/>
  </w:style>
  <w:style w:type="paragraph" w:customStyle="1" w:styleId="64870BB864E1460C8E6B7A54052E1EEE">
    <w:name w:val="64870BB864E1460C8E6B7A54052E1EEE"/>
    <w:rsid w:val="00DB6756"/>
  </w:style>
  <w:style w:type="paragraph" w:customStyle="1" w:styleId="F7A79324DAF74214BCEB9818B454F8C8">
    <w:name w:val="F7A79324DAF74214BCEB9818B454F8C8"/>
    <w:rsid w:val="00DB6756"/>
  </w:style>
  <w:style w:type="paragraph" w:customStyle="1" w:styleId="AAD5AD75D4EE43BD880160D75632CDD7">
    <w:name w:val="AAD5AD75D4EE43BD880160D75632CDD7"/>
    <w:rsid w:val="00DB6756"/>
  </w:style>
  <w:style w:type="paragraph" w:customStyle="1" w:styleId="26C989C1247F4053955BE362AC8375AD">
    <w:name w:val="26C989C1247F4053955BE362AC8375AD"/>
    <w:rsid w:val="00DB6756"/>
  </w:style>
  <w:style w:type="paragraph" w:customStyle="1" w:styleId="2AAFE0B3C0D241DAB5D882FE557EDF7F">
    <w:name w:val="2AAFE0B3C0D241DAB5D882FE557EDF7F"/>
    <w:rsid w:val="00DB6756"/>
  </w:style>
  <w:style w:type="paragraph" w:customStyle="1" w:styleId="CCBD3E5208184807B976AF8B693F5472">
    <w:name w:val="CCBD3E5208184807B976AF8B693F5472"/>
    <w:rsid w:val="00DB6756"/>
  </w:style>
  <w:style w:type="paragraph" w:customStyle="1" w:styleId="C727ADDAEB884B939C448962F6D5CC1A">
    <w:name w:val="C727ADDAEB884B939C448962F6D5CC1A"/>
    <w:rsid w:val="00DB6756"/>
  </w:style>
  <w:style w:type="paragraph" w:customStyle="1" w:styleId="D729E65532154442AA493D3FC766EAF7">
    <w:name w:val="D729E65532154442AA493D3FC766EAF7"/>
    <w:rsid w:val="00DB6756"/>
  </w:style>
  <w:style w:type="paragraph" w:customStyle="1" w:styleId="93DE267ADF0D4F519249657F3566932F">
    <w:name w:val="93DE267ADF0D4F519249657F3566932F"/>
    <w:rsid w:val="00DB6756"/>
  </w:style>
  <w:style w:type="paragraph" w:customStyle="1" w:styleId="AAF04796C0254215A005FD9C1639E0B1">
    <w:name w:val="AAF04796C0254215A005FD9C1639E0B1"/>
    <w:rsid w:val="00DB6756"/>
  </w:style>
  <w:style w:type="paragraph" w:customStyle="1" w:styleId="7F860163CEF9449986792C9F8483E2B7">
    <w:name w:val="7F860163CEF9449986792C9F8483E2B7"/>
    <w:rsid w:val="00DB6756"/>
  </w:style>
  <w:style w:type="paragraph" w:customStyle="1" w:styleId="0FAC843C5AA74B659AF1E8FD27E0F1F3">
    <w:name w:val="0FAC843C5AA74B659AF1E8FD27E0F1F3"/>
    <w:rsid w:val="00DB6756"/>
  </w:style>
  <w:style w:type="paragraph" w:customStyle="1" w:styleId="9E2A3A3413654B9D861CC0BCD665D1AF">
    <w:name w:val="9E2A3A3413654B9D861CC0BCD665D1AF"/>
    <w:rsid w:val="00DB6756"/>
  </w:style>
  <w:style w:type="paragraph" w:customStyle="1" w:styleId="9CE24F645354492DAA2536A07E889448">
    <w:name w:val="9CE24F645354492DAA2536A07E889448"/>
    <w:rsid w:val="00DB6756"/>
  </w:style>
  <w:style w:type="paragraph" w:customStyle="1" w:styleId="7614A8C0D26D4A109B12A3E7741CBA7E">
    <w:name w:val="7614A8C0D26D4A109B12A3E7741CBA7E"/>
    <w:rsid w:val="00DB6756"/>
  </w:style>
  <w:style w:type="paragraph" w:customStyle="1" w:styleId="637EF0C651C84199AC6A927A434EAD9F">
    <w:name w:val="637EF0C651C84199AC6A927A434EAD9F"/>
    <w:rsid w:val="00DB6756"/>
  </w:style>
  <w:style w:type="paragraph" w:customStyle="1" w:styleId="5FE0E47704DB4C85933D73079D1704A9">
    <w:name w:val="5FE0E47704DB4C85933D73079D1704A9"/>
    <w:rsid w:val="00DB6756"/>
  </w:style>
  <w:style w:type="paragraph" w:customStyle="1" w:styleId="3E433EB88FF14AD5BD9AD415D1B604F8">
    <w:name w:val="3E433EB88FF14AD5BD9AD415D1B604F8"/>
    <w:rsid w:val="00DB6756"/>
  </w:style>
  <w:style w:type="paragraph" w:customStyle="1" w:styleId="1FFEA50408964029823646DA83F939BC">
    <w:name w:val="1FFEA50408964029823646DA83F939BC"/>
    <w:rsid w:val="00DB6756"/>
  </w:style>
  <w:style w:type="paragraph" w:customStyle="1" w:styleId="2EE842F22B0C4A46B049C2582446464D">
    <w:name w:val="2EE842F22B0C4A46B049C2582446464D"/>
    <w:rsid w:val="00DB6756"/>
  </w:style>
  <w:style w:type="paragraph" w:customStyle="1" w:styleId="627684CEDF8945FD94E685A49354445A">
    <w:name w:val="627684CEDF8945FD94E685A49354445A"/>
    <w:rsid w:val="00DB6756"/>
  </w:style>
  <w:style w:type="paragraph" w:customStyle="1" w:styleId="7A2C635E8C1B42E6A15C764535ED574E">
    <w:name w:val="7A2C635E8C1B42E6A15C764535ED574E"/>
    <w:rsid w:val="00DB6756"/>
  </w:style>
  <w:style w:type="paragraph" w:customStyle="1" w:styleId="5ACDA62BB465402A864B093552111018">
    <w:name w:val="5ACDA62BB465402A864B093552111018"/>
    <w:rsid w:val="00DB6756"/>
  </w:style>
  <w:style w:type="paragraph" w:customStyle="1" w:styleId="61876F7AFE2542FCA8D0B714BAB19FF4">
    <w:name w:val="61876F7AFE2542FCA8D0B714BAB19FF4"/>
    <w:rsid w:val="00DB6756"/>
  </w:style>
  <w:style w:type="paragraph" w:customStyle="1" w:styleId="09F2C76ECE484777836BBA355C741997">
    <w:name w:val="09F2C76ECE484777836BBA355C741997"/>
    <w:rsid w:val="00DB6756"/>
  </w:style>
  <w:style w:type="paragraph" w:customStyle="1" w:styleId="59AC5FC1462B4812A348410091E3B114">
    <w:name w:val="59AC5FC1462B4812A348410091E3B114"/>
    <w:rsid w:val="00DB6756"/>
  </w:style>
  <w:style w:type="paragraph" w:customStyle="1" w:styleId="8CEC68ADDB944464AECAF24B62B68DFE">
    <w:name w:val="8CEC68ADDB944464AECAF24B62B68DFE"/>
    <w:rsid w:val="00DB6756"/>
  </w:style>
  <w:style w:type="paragraph" w:customStyle="1" w:styleId="28307EBC2FBD4C6887150B9A81C6BF8E">
    <w:name w:val="28307EBC2FBD4C6887150B9A81C6BF8E"/>
    <w:rsid w:val="00DB6756"/>
  </w:style>
  <w:style w:type="paragraph" w:customStyle="1" w:styleId="0ACBA8D79E1346DCB47ECC9159CE532B">
    <w:name w:val="0ACBA8D79E1346DCB47ECC9159CE532B"/>
    <w:rsid w:val="00DB6756"/>
  </w:style>
  <w:style w:type="paragraph" w:customStyle="1" w:styleId="0CB01E000E4E4E58AB056E44DBDF0873">
    <w:name w:val="0CB01E000E4E4E58AB056E44DBDF0873"/>
    <w:rsid w:val="00DB6756"/>
  </w:style>
  <w:style w:type="paragraph" w:customStyle="1" w:styleId="219CADA3D9894BE682B9724D88E488AF">
    <w:name w:val="219CADA3D9894BE682B9724D88E488AF"/>
    <w:rsid w:val="00DB6756"/>
  </w:style>
  <w:style w:type="paragraph" w:customStyle="1" w:styleId="DE3800CE35CF4BE8BB3380722E1542B0">
    <w:name w:val="DE3800CE35CF4BE8BB3380722E1542B0"/>
    <w:rsid w:val="00DB6756"/>
  </w:style>
  <w:style w:type="paragraph" w:customStyle="1" w:styleId="21FE4C1E2D584180989CC62D6F38BBEB">
    <w:name w:val="21FE4C1E2D584180989CC62D6F38BBEB"/>
    <w:rsid w:val="00DB6756"/>
  </w:style>
  <w:style w:type="paragraph" w:customStyle="1" w:styleId="1539BE27E72049F7B1B0AC856686D8EE">
    <w:name w:val="1539BE27E72049F7B1B0AC856686D8EE"/>
    <w:rsid w:val="00DB6756"/>
  </w:style>
  <w:style w:type="paragraph" w:customStyle="1" w:styleId="D14E2DAC1A6542C881E7BAF3A9805EDD">
    <w:name w:val="D14E2DAC1A6542C881E7BAF3A9805EDD"/>
    <w:rsid w:val="00DB6756"/>
  </w:style>
  <w:style w:type="paragraph" w:customStyle="1" w:styleId="DE23313E98BB4E9FA8ACA3D309EE08A3">
    <w:name w:val="DE23313E98BB4E9FA8ACA3D309EE08A3"/>
    <w:rsid w:val="00DB6756"/>
  </w:style>
  <w:style w:type="paragraph" w:customStyle="1" w:styleId="CC1557B38A564AE7AD4D1ED3AE6F431C">
    <w:name w:val="CC1557B38A564AE7AD4D1ED3AE6F431C"/>
    <w:rsid w:val="00DB6756"/>
  </w:style>
  <w:style w:type="paragraph" w:customStyle="1" w:styleId="1DAB82156DCB472BA06080F3F9A42B96">
    <w:name w:val="1DAB82156DCB472BA06080F3F9A42B96"/>
    <w:rsid w:val="00DB6756"/>
  </w:style>
  <w:style w:type="paragraph" w:customStyle="1" w:styleId="555CF888E87B440C96F2187A7E9D34F2">
    <w:name w:val="555CF888E87B440C96F2187A7E9D34F2"/>
    <w:rsid w:val="00DB6756"/>
  </w:style>
  <w:style w:type="paragraph" w:customStyle="1" w:styleId="A847DB76BF6C474FB68FDD96299A4079">
    <w:name w:val="A847DB76BF6C474FB68FDD96299A4079"/>
    <w:rsid w:val="00DB6756"/>
  </w:style>
  <w:style w:type="paragraph" w:customStyle="1" w:styleId="BDD16F0084274ECB8D3AB3B1AD28B5DA">
    <w:name w:val="BDD16F0084274ECB8D3AB3B1AD28B5DA"/>
    <w:rsid w:val="00DB6756"/>
  </w:style>
  <w:style w:type="paragraph" w:customStyle="1" w:styleId="32616F82788E4085BFF8A61348E0F820">
    <w:name w:val="32616F82788E4085BFF8A61348E0F820"/>
    <w:rsid w:val="00DB6756"/>
  </w:style>
  <w:style w:type="paragraph" w:customStyle="1" w:styleId="A2CB346E02494A2ABFDF97F8CCB7E968">
    <w:name w:val="A2CB346E02494A2ABFDF97F8CCB7E968"/>
    <w:rsid w:val="00DB6756"/>
  </w:style>
  <w:style w:type="paragraph" w:customStyle="1" w:styleId="42F151847A124FCF9034220D02016247">
    <w:name w:val="42F151847A124FCF9034220D02016247"/>
    <w:rsid w:val="00DB6756"/>
  </w:style>
  <w:style w:type="paragraph" w:customStyle="1" w:styleId="CE0089FF499C4D7A9024885C4A1CBEEC">
    <w:name w:val="CE0089FF499C4D7A9024885C4A1CBEEC"/>
    <w:rsid w:val="00DB6756"/>
  </w:style>
  <w:style w:type="paragraph" w:customStyle="1" w:styleId="908183C51C75492DA6E494ED00D55824">
    <w:name w:val="908183C51C75492DA6E494ED00D55824"/>
    <w:rsid w:val="00DB6756"/>
  </w:style>
  <w:style w:type="paragraph" w:customStyle="1" w:styleId="9A3879A6D78842D19C51001684746238">
    <w:name w:val="9A3879A6D78842D19C51001684746238"/>
    <w:rsid w:val="00DB6756"/>
  </w:style>
  <w:style w:type="paragraph" w:customStyle="1" w:styleId="D3BB095B8B664E16BC55AE58641C3083">
    <w:name w:val="D3BB095B8B664E16BC55AE58641C3083"/>
    <w:rsid w:val="00DB6756"/>
  </w:style>
  <w:style w:type="paragraph" w:customStyle="1" w:styleId="7A067A837BE6495FBD171AA065DF8816">
    <w:name w:val="7A067A837BE6495FBD171AA065DF8816"/>
    <w:rsid w:val="00DB6756"/>
  </w:style>
  <w:style w:type="paragraph" w:customStyle="1" w:styleId="DF5E2BE5051142C4B1026C5A6A2810BB">
    <w:name w:val="DF5E2BE5051142C4B1026C5A6A2810BB"/>
    <w:rsid w:val="00DB6756"/>
  </w:style>
  <w:style w:type="paragraph" w:customStyle="1" w:styleId="2187E9A6626F4904801F1B6C706E17E4">
    <w:name w:val="2187E9A6626F4904801F1B6C706E17E4"/>
    <w:rsid w:val="00DB6756"/>
  </w:style>
  <w:style w:type="paragraph" w:customStyle="1" w:styleId="196F8B0A33E34053978938D2293B9480">
    <w:name w:val="196F8B0A33E34053978938D2293B9480"/>
    <w:rsid w:val="00DB6756"/>
  </w:style>
  <w:style w:type="paragraph" w:customStyle="1" w:styleId="C7D825E1132D4BFFBD05AFF2538883E7">
    <w:name w:val="C7D825E1132D4BFFBD05AFF2538883E7"/>
    <w:rsid w:val="00DB6756"/>
  </w:style>
  <w:style w:type="paragraph" w:customStyle="1" w:styleId="EE74FF9AF10A46B493D0AFB590DEED38">
    <w:name w:val="EE74FF9AF10A46B493D0AFB590DEED38"/>
    <w:rsid w:val="00DB6756"/>
  </w:style>
  <w:style w:type="paragraph" w:customStyle="1" w:styleId="17F6DBB3D9EC439BB6D070866FFCF850">
    <w:name w:val="17F6DBB3D9EC439BB6D070866FFCF850"/>
    <w:rsid w:val="00DB6756"/>
  </w:style>
  <w:style w:type="paragraph" w:customStyle="1" w:styleId="6CD23C8CD6F24277ACB936B9F3A0ACF0">
    <w:name w:val="6CD23C8CD6F24277ACB936B9F3A0ACF0"/>
    <w:rsid w:val="00DB6756"/>
  </w:style>
  <w:style w:type="paragraph" w:customStyle="1" w:styleId="77302F2679B7416180FDE494802062C0">
    <w:name w:val="77302F2679B7416180FDE494802062C0"/>
    <w:rsid w:val="00DB6756"/>
  </w:style>
  <w:style w:type="paragraph" w:customStyle="1" w:styleId="339F6975AEB64561B9D05C81FC891DAE">
    <w:name w:val="339F6975AEB64561B9D05C81FC891DAE"/>
    <w:rsid w:val="00DB6756"/>
  </w:style>
  <w:style w:type="paragraph" w:customStyle="1" w:styleId="318CE1E39B4F461D96CC8303D6EDB393">
    <w:name w:val="318CE1E39B4F461D96CC8303D6EDB393"/>
    <w:rsid w:val="00DB6756"/>
  </w:style>
  <w:style w:type="paragraph" w:customStyle="1" w:styleId="AFF6D49C89F34BD49E494A25945E70F3">
    <w:name w:val="AFF6D49C89F34BD49E494A25945E70F3"/>
    <w:rsid w:val="00DB6756"/>
  </w:style>
  <w:style w:type="paragraph" w:customStyle="1" w:styleId="22F506BFF779474C89050B6E940AB851">
    <w:name w:val="22F506BFF779474C89050B6E940AB851"/>
    <w:rsid w:val="00DB6756"/>
  </w:style>
  <w:style w:type="paragraph" w:customStyle="1" w:styleId="165784E430644E68BB503C32FCBA0DA1">
    <w:name w:val="165784E430644E68BB503C32FCBA0DA1"/>
    <w:rsid w:val="00DB6756"/>
  </w:style>
  <w:style w:type="paragraph" w:customStyle="1" w:styleId="CA9285680D9B4B76ADA940DC172BDE96">
    <w:name w:val="CA9285680D9B4B76ADA940DC172BDE96"/>
    <w:rsid w:val="00DB6756"/>
  </w:style>
  <w:style w:type="paragraph" w:customStyle="1" w:styleId="A5D3D524EFB9446592FABCA2CF778766">
    <w:name w:val="A5D3D524EFB9446592FABCA2CF778766"/>
    <w:rsid w:val="00DB6756"/>
  </w:style>
  <w:style w:type="paragraph" w:customStyle="1" w:styleId="3103E2A7BBA44F8EADF28954A9680059">
    <w:name w:val="3103E2A7BBA44F8EADF28954A9680059"/>
    <w:rsid w:val="00DB6756"/>
  </w:style>
  <w:style w:type="paragraph" w:customStyle="1" w:styleId="6F9CF16E3FB34BF59AC4E6D15FA35807">
    <w:name w:val="6F9CF16E3FB34BF59AC4E6D15FA35807"/>
    <w:rsid w:val="00DB6756"/>
  </w:style>
  <w:style w:type="paragraph" w:customStyle="1" w:styleId="110B52D9FFF544E8B74501342F5F2AE8">
    <w:name w:val="110B52D9FFF544E8B74501342F5F2AE8"/>
    <w:rsid w:val="00DB6756"/>
  </w:style>
  <w:style w:type="paragraph" w:customStyle="1" w:styleId="2265E580F7CD4B928EC3D33F38CF9EB6">
    <w:name w:val="2265E580F7CD4B928EC3D33F38CF9EB6"/>
    <w:rsid w:val="001D5721"/>
  </w:style>
  <w:style w:type="paragraph" w:customStyle="1" w:styleId="BCFC9C1AE61B4A51A20A6990640A694E">
    <w:name w:val="BCFC9C1AE61B4A51A20A6990640A694E"/>
    <w:rsid w:val="001D5721"/>
  </w:style>
  <w:style w:type="paragraph" w:customStyle="1" w:styleId="312917F153964681A995873FF549C403">
    <w:name w:val="312917F153964681A995873FF549C403"/>
    <w:rsid w:val="00ED365F"/>
  </w:style>
  <w:style w:type="paragraph" w:customStyle="1" w:styleId="EC7AD495561042FBA70375E4EC900619">
    <w:name w:val="EC7AD495561042FBA70375E4EC900619"/>
    <w:rsid w:val="00ED365F"/>
  </w:style>
  <w:style w:type="paragraph" w:customStyle="1" w:styleId="B8FC019142024597892861F8E522730F">
    <w:name w:val="B8FC019142024597892861F8E522730F"/>
    <w:rsid w:val="00ED365F"/>
  </w:style>
  <w:style w:type="paragraph" w:customStyle="1" w:styleId="4A9AB642ACA6418B9ECC12AA02316C8D">
    <w:name w:val="4A9AB642ACA6418B9ECC12AA02316C8D"/>
    <w:rsid w:val="00ED365F"/>
  </w:style>
  <w:style w:type="paragraph" w:customStyle="1" w:styleId="0F4D0F8AAE4C431F84B0BD0CB0F8EC71">
    <w:name w:val="0F4D0F8AAE4C431F84B0BD0CB0F8EC71"/>
    <w:rsid w:val="005310A8"/>
  </w:style>
  <w:style w:type="paragraph" w:customStyle="1" w:styleId="E479B5E0BB044C0EA2DDA95B1BBC633E">
    <w:name w:val="E479B5E0BB044C0EA2DDA95B1BBC633E"/>
    <w:rsid w:val="005310A8"/>
  </w:style>
  <w:style w:type="paragraph" w:customStyle="1" w:styleId="2086E968A0314149A396CADC757F9560">
    <w:name w:val="2086E968A0314149A396CADC757F9560"/>
    <w:rsid w:val="005310A8"/>
  </w:style>
  <w:style w:type="paragraph" w:customStyle="1" w:styleId="23A36A64C960489AA1FC97EB136B4FB0">
    <w:name w:val="23A36A64C960489AA1FC97EB136B4FB0"/>
    <w:rsid w:val="005310A8"/>
  </w:style>
  <w:style w:type="paragraph" w:customStyle="1" w:styleId="841A3C6039D2485790C90B92F7DD7537">
    <w:name w:val="841A3C6039D2485790C90B92F7DD7537"/>
    <w:rsid w:val="005310A8"/>
  </w:style>
  <w:style w:type="paragraph" w:customStyle="1" w:styleId="48CB181E7B9146A28EB62903259C719B">
    <w:name w:val="48CB181E7B9146A28EB62903259C719B"/>
    <w:rsid w:val="005310A8"/>
  </w:style>
  <w:style w:type="paragraph" w:customStyle="1" w:styleId="8AE85CE3D7F64BE68B7C033EEEB3DA3D">
    <w:name w:val="8AE85CE3D7F64BE68B7C033EEEB3DA3D"/>
    <w:rsid w:val="005310A8"/>
  </w:style>
  <w:style w:type="paragraph" w:customStyle="1" w:styleId="D1B851B581E54CFD86A63A72FFC6D592">
    <w:name w:val="D1B851B581E54CFD86A63A72FFC6D592"/>
    <w:rsid w:val="005310A8"/>
  </w:style>
  <w:style w:type="paragraph" w:customStyle="1" w:styleId="C4B94ADA8B074A47B0CF6D9EB3B80951">
    <w:name w:val="C4B94ADA8B074A47B0CF6D9EB3B80951"/>
    <w:rsid w:val="005310A8"/>
  </w:style>
  <w:style w:type="paragraph" w:customStyle="1" w:styleId="4D7FD5DF98294ACDB7064B26813DEF48">
    <w:name w:val="4D7FD5DF98294ACDB7064B26813DEF48"/>
    <w:rsid w:val="005310A8"/>
  </w:style>
  <w:style w:type="paragraph" w:customStyle="1" w:styleId="94E4FFD7C8D64BAB8D2F0611B6E287DD">
    <w:name w:val="94E4FFD7C8D64BAB8D2F0611B6E287DD"/>
    <w:rsid w:val="005310A8"/>
  </w:style>
  <w:style w:type="paragraph" w:customStyle="1" w:styleId="B158B67BDDB84AFEA2097883A9F33F08">
    <w:name w:val="B158B67BDDB84AFEA2097883A9F33F08"/>
    <w:rsid w:val="005310A8"/>
  </w:style>
  <w:style w:type="paragraph" w:customStyle="1" w:styleId="F19E70C0E7A34D1A81D636047CF236E5">
    <w:name w:val="F19E70C0E7A34D1A81D636047CF236E5"/>
    <w:rsid w:val="005310A8"/>
  </w:style>
  <w:style w:type="paragraph" w:customStyle="1" w:styleId="2C634246BF674BE09E8F455D40DB23A9">
    <w:name w:val="2C634246BF674BE09E8F455D40DB23A9"/>
    <w:rsid w:val="005310A8"/>
  </w:style>
  <w:style w:type="paragraph" w:customStyle="1" w:styleId="AE975DEE4CE941A89E4570CB64818AE3">
    <w:name w:val="AE975DEE4CE941A89E4570CB64818AE3"/>
    <w:rsid w:val="005310A8"/>
  </w:style>
  <w:style w:type="paragraph" w:customStyle="1" w:styleId="0A37E957C26240F5BD77FA02C041BA70">
    <w:name w:val="0A37E957C26240F5BD77FA02C041BA70"/>
    <w:rsid w:val="005310A8"/>
  </w:style>
  <w:style w:type="paragraph" w:customStyle="1" w:styleId="8D5E016A47AD4C11B500946BDF3C3111">
    <w:name w:val="8D5E016A47AD4C11B500946BDF3C3111"/>
    <w:rsid w:val="005310A8"/>
  </w:style>
  <w:style w:type="paragraph" w:customStyle="1" w:styleId="C1D907D9639147A393E791E115B8424C">
    <w:name w:val="C1D907D9639147A393E791E115B8424C"/>
    <w:rsid w:val="005310A8"/>
  </w:style>
  <w:style w:type="paragraph" w:customStyle="1" w:styleId="7DBECC8FEAF74DB1B8BF7372A1B97569">
    <w:name w:val="7DBECC8FEAF74DB1B8BF7372A1B97569"/>
    <w:rsid w:val="005310A8"/>
  </w:style>
  <w:style w:type="paragraph" w:customStyle="1" w:styleId="71CE7770592B4C23959462D4E6E98808">
    <w:name w:val="71CE7770592B4C23959462D4E6E98808"/>
    <w:rsid w:val="005310A8"/>
  </w:style>
  <w:style w:type="paragraph" w:customStyle="1" w:styleId="ACF1953A57A5466E93CF407A25840CE4">
    <w:name w:val="ACF1953A57A5466E93CF407A25840CE4"/>
    <w:rsid w:val="005310A8"/>
  </w:style>
  <w:style w:type="paragraph" w:customStyle="1" w:styleId="8681C75D96FD4E23AF5374BDF29435DF">
    <w:name w:val="8681C75D96FD4E23AF5374BDF29435DF"/>
    <w:rsid w:val="005310A8"/>
  </w:style>
  <w:style w:type="paragraph" w:customStyle="1" w:styleId="1FB623C173F4428F8F9D4D2CF622BE74">
    <w:name w:val="1FB623C173F4428F8F9D4D2CF622BE74"/>
    <w:rsid w:val="005310A8"/>
  </w:style>
  <w:style w:type="paragraph" w:customStyle="1" w:styleId="E2D646F2C4DB4416984F4ED0E5634786">
    <w:name w:val="E2D646F2C4DB4416984F4ED0E5634786"/>
    <w:rsid w:val="005310A8"/>
  </w:style>
  <w:style w:type="paragraph" w:customStyle="1" w:styleId="6F89E0A873BF4A22BAB0D4950AA05709">
    <w:name w:val="6F89E0A873BF4A22BAB0D4950AA05709"/>
    <w:rsid w:val="005310A8"/>
  </w:style>
  <w:style w:type="paragraph" w:customStyle="1" w:styleId="D1AC65D79EF644E4B53177E5711D167E">
    <w:name w:val="D1AC65D79EF644E4B53177E5711D167E"/>
    <w:rsid w:val="005310A8"/>
  </w:style>
  <w:style w:type="paragraph" w:customStyle="1" w:styleId="7CBC6642F396493590EE8171B3BDA62D">
    <w:name w:val="7CBC6642F396493590EE8171B3BDA62D"/>
    <w:rsid w:val="005310A8"/>
  </w:style>
  <w:style w:type="paragraph" w:customStyle="1" w:styleId="1C41FC82B5BA492AAFC9FA7C277590EC">
    <w:name w:val="1C41FC82B5BA492AAFC9FA7C277590EC"/>
    <w:rsid w:val="005310A8"/>
  </w:style>
  <w:style w:type="paragraph" w:customStyle="1" w:styleId="D8EAB9E0DFE640709FE3389F67E28140">
    <w:name w:val="D8EAB9E0DFE640709FE3389F67E28140"/>
    <w:rsid w:val="005310A8"/>
  </w:style>
  <w:style w:type="paragraph" w:customStyle="1" w:styleId="54BA55FBF70D4C539353669C951AD652">
    <w:name w:val="54BA55FBF70D4C539353669C951AD652"/>
    <w:rsid w:val="005310A8"/>
  </w:style>
  <w:style w:type="paragraph" w:customStyle="1" w:styleId="0B40E08DC7CE4C3ABF8BE8E2CB71332A">
    <w:name w:val="0B40E08DC7CE4C3ABF8BE8E2CB71332A"/>
    <w:rsid w:val="005310A8"/>
  </w:style>
  <w:style w:type="paragraph" w:customStyle="1" w:styleId="BD1D6BB3D2E54AFEB4891643ED892ED1">
    <w:name w:val="BD1D6BB3D2E54AFEB4891643ED892ED1"/>
    <w:rsid w:val="005310A8"/>
  </w:style>
  <w:style w:type="paragraph" w:customStyle="1" w:styleId="8C9BC7D9197B481F8D59BDCADFB65CCC">
    <w:name w:val="8C9BC7D9197B481F8D59BDCADFB65CCC"/>
    <w:rsid w:val="005310A8"/>
  </w:style>
  <w:style w:type="paragraph" w:customStyle="1" w:styleId="D473E1293A35469BA6BC071BF41F412C">
    <w:name w:val="D473E1293A35469BA6BC071BF41F412C"/>
    <w:rsid w:val="005310A8"/>
  </w:style>
  <w:style w:type="paragraph" w:customStyle="1" w:styleId="214C20F8A6604BD3BF6CBD2F232665C2">
    <w:name w:val="214C20F8A6604BD3BF6CBD2F232665C2"/>
    <w:rsid w:val="005310A8"/>
  </w:style>
  <w:style w:type="paragraph" w:customStyle="1" w:styleId="4A87202F0CBD4E89A449F51D9D02D3A9">
    <w:name w:val="4A87202F0CBD4E89A449F51D9D02D3A9"/>
    <w:rsid w:val="005310A8"/>
  </w:style>
  <w:style w:type="paragraph" w:customStyle="1" w:styleId="AE173586DE204C93861772B7F15973CD">
    <w:name w:val="AE173586DE204C93861772B7F15973CD"/>
    <w:rsid w:val="005310A8"/>
  </w:style>
  <w:style w:type="paragraph" w:customStyle="1" w:styleId="28B784822943480AA060D0F9302449D3">
    <w:name w:val="28B784822943480AA060D0F9302449D3"/>
    <w:rsid w:val="005310A8"/>
  </w:style>
  <w:style w:type="paragraph" w:customStyle="1" w:styleId="7E5DB140533F4BA4A31D2B05B6AE9E02">
    <w:name w:val="7E5DB140533F4BA4A31D2B05B6AE9E02"/>
    <w:rsid w:val="005310A8"/>
  </w:style>
  <w:style w:type="paragraph" w:customStyle="1" w:styleId="3E88580CF43D48048EEC33B92354A072">
    <w:name w:val="3E88580CF43D48048EEC33B92354A072"/>
    <w:rsid w:val="005310A8"/>
  </w:style>
  <w:style w:type="paragraph" w:customStyle="1" w:styleId="21FA2F56ECD940C08D7C8E6EDBDA4E14">
    <w:name w:val="21FA2F56ECD940C08D7C8E6EDBDA4E14"/>
    <w:rsid w:val="005310A8"/>
  </w:style>
  <w:style w:type="paragraph" w:customStyle="1" w:styleId="E015A68C40F6479EA76D97F8819A8D2E">
    <w:name w:val="E015A68C40F6479EA76D97F8819A8D2E"/>
    <w:rsid w:val="005310A8"/>
  </w:style>
  <w:style w:type="paragraph" w:customStyle="1" w:styleId="F04115AA11A54BA3A9B90BF34BF327AF">
    <w:name w:val="F04115AA11A54BA3A9B90BF34BF327AF"/>
    <w:rsid w:val="005310A8"/>
  </w:style>
  <w:style w:type="paragraph" w:customStyle="1" w:styleId="22FD071D2E984A56863D9247C060766D">
    <w:name w:val="22FD071D2E984A56863D9247C060766D"/>
    <w:rsid w:val="005310A8"/>
  </w:style>
  <w:style w:type="paragraph" w:customStyle="1" w:styleId="FE70EF98ADBE4021905DEE8BA431FA7C">
    <w:name w:val="FE70EF98ADBE4021905DEE8BA431FA7C"/>
    <w:rsid w:val="005310A8"/>
  </w:style>
  <w:style w:type="paragraph" w:customStyle="1" w:styleId="E61500BD8D7F4E69B0A1CD414B5BBA54">
    <w:name w:val="E61500BD8D7F4E69B0A1CD414B5BBA54"/>
    <w:rsid w:val="005310A8"/>
  </w:style>
  <w:style w:type="paragraph" w:customStyle="1" w:styleId="EA09D1AD1DD542FDA0A644DAD1550793">
    <w:name w:val="EA09D1AD1DD542FDA0A644DAD1550793"/>
    <w:rsid w:val="005310A8"/>
  </w:style>
  <w:style w:type="paragraph" w:customStyle="1" w:styleId="5A916A67B76D4F789E3733DBE99E68A5">
    <w:name w:val="5A916A67B76D4F789E3733DBE99E68A5"/>
    <w:rsid w:val="005310A8"/>
  </w:style>
  <w:style w:type="paragraph" w:customStyle="1" w:styleId="1709FA9BBDA84AFC923977AD3C86450E">
    <w:name w:val="1709FA9BBDA84AFC923977AD3C86450E"/>
    <w:rsid w:val="005310A8"/>
  </w:style>
  <w:style w:type="paragraph" w:customStyle="1" w:styleId="12D8157D07184A8D80D5544A1FF43E38">
    <w:name w:val="12D8157D07184A8D80D5544A1FF43E38"/>
    <w:rsid w:val="005310A8"/>
  </w:style>
  <w:style w:type="paragraph" w:customStyle="1" w:styleId="1E098CA37271473B8B78BA4C9A904838">
    <w:name w:val="1E098CA37271473B8B78BA4C9A904838"/>
    <w:rsid w:val="005310A8"/>
  </w:style>
  <w:style w:type="paragraph" w:customStyle="1" w:styleId="E9B27816FB944979ACD4C8A6D7FE179A">
    <w:name w:val="E9B27816FB944979ACD4C8A6D7FE179A"/>
    <w:rsid w:val="005310A8"/>
  </w:style>
  <w:style w:type="paragraph" w:customStyle="1" w:styleId="CF6AC10F562B461F813542F7F117B08A">
    <w:name w:val="CF6AC10F562B461F813542F7F117B08A"/>
    <w:rsid w:val="005310A8"/>
  </w:style>
  <w:style w:type="paragraph" w:customStyle="1" w:styleId="FACB5112B6ED423988E4D8501AC93926">
    <w:name w:val="FACB5112B6ED423988E4D8501AC93926"/>
    <w:rsid w:val="005310A8"/>
  </w:style>
  <w:style w:type="paragraph" w:customStyle="1" w:styleId="B19937E377774F9A9220C8140DA9B420">
    <w:name w:val="B19937E377774F9A9220C8140DA9B420"/>
    <w:rsid w:val="005310A8"/>
  </w:style>
  <w:style w:type="paragraph" w:customStyle="1" w:styleId="B3421F4D840A4E5789760FD5CC812C87">
    <w:name w:val="B3421F4D840A4E5789760FD5CC812C87"/>
    <w:rsid w:val="005310A8"/>
  </w:style>
  <w:style w:type="paragraph" w:customStyle="1" w:styleId="575968B8940C4A51A79EE9F53C86C1DD">
    <w:name w:val="575968B8940C4A51A79EE9F53C86C1DD"/>
    <w:rsid w:val="005310A8"/>
  </w:style>
  <w:style w:type="paragraph" w:customStyle="1" w:styleId="6118F04A8ECF418EBE6A6D33D3E12DAE">
    <w:name w:val="6118F04A8ECF418EBE6A6D33D3E12DAE"/>
    <w:rsid w:val="005310A8"/>
  </w:style>
  <w:style w:type="paragraph" w:customStyle="1" w:styleId="28DC201619B049848FBDF82BFF1CF71F">
    <w:name w:val="28DC201619B049848FBDF82BFF1CF71F"/>
    <w:rsid w:val="005310A8"/>
  </w:style>
  <w:style w:type="paragraph" w:customStyle="1" w:styleId="FCD5B76B5DF849629BA4890BAFF9B60A">
    <w:name w:val="FCD5B76B5DF849629BA4890BAFF9B60A"/>
    <w:rsid w:val="005310A8"/>
  </w:style>
  <w:style w:type="paragraph" w:customStyle="1" w:styleId="E7E811E26BB849E4BC49E3F95BF3635E">
    <w:name w:val="E7E811E26BB849E4BC49E3F95BF3635E"/>
    <w:rsid w:val="005310A8"/>
  </w:style>
  <w:style w:type="paragraph" w:customStyle="1" w:styleId="25CE405BD6644B4295E7F1938F92B7BC">
    <w:name w:val="25CE405BD6644B4295E7F1938F92B7BC"/>
    <w:rsid w:val="005310A8"/>
  </w:style>
  <w:style w:type="paragraph" w:customStyle="1" w:styleId="707956A5333E409497B59AA4732D3831">
    <w:name w:val="707956A5333E409497B59AA4732D3831"/>
    <w:rsid w:val="005310A8"/>
  </w:style>
  <w:style w:type="paragraph" w:customStyle="1" w:styleId="64ACA26778884C70826A3E0C2293117A">
    <w:name w:val="64ACA26778884C70826A3E0C2293117A"/>
    <w:rsid w:val="005310A8"/>
  </w:style>
  <w:style w:type="paragraph" w:customStyle="1" w:styleId="AB03FE42D977495997A36D42C8147EB9">
    <w:name w:val="AB03FE42D977495997A36D42C8147EB9"/>
    <w:rsid w:val="005310A8"/>
  </w:style>
  <w:style w:type="paragraph" w:customStyle="1" w:styleId="EE335A4964F342A0B6897F21F4DAB223">
    <w:name w:val="EE335A4964F342A0B6897F21F4DAB223"/>
    <w:rsid w:val="005310A8"/>
  </w:style>
  <w:style w:type="paragraph" w:customStyle="1" w:styleId="33FB82B4C0CB41D5BAD9202A5C4C84AF">
    <w:name w:val="33FB82B4C0CB41D5BAD9202A5C4C84AF"/>
    <w:rsid w:val="005310A8"/>
  </w:style>
  <w:style w:type="paragraph" w:customStyle="1" w:styleId="64C682C631B94702BF723527DF04999D">
    <w:name w:val="64C682C631B94702BF723527DF04999D"/>
    <w:rsid w:val="005310A8"/>
  </w:style>
  <w:style w:type="paragraph" w:customStyle="1" w:styleId="3DF61E93C902490DA1085C248D6823FF">
    <w:name w:val="3DF61E93C902490DA1085C248D6823FF"/>
    <w:rsid w:val="005310A8"/>
  </w:style>
  <w:style w:type="paragraph" w:customStyle="1" w:styleId="5CC663CF22A445BA996BD23FC5B872F8">
    <w:name w:val="5CC663CF22A445BA996BD23FC5B872F8"/>
    <w:rsid w:val="005310A8"/>
  </w:style>
  <w:style w:type="paragraph" w:customStyle="1" w:styleId="F3F8DB8B8C7344859D79068A5D342417">
    <w:name w:val="F3F8DB8B8C7344859D79068A5D342417"/>
    <w:rsid w:val="005310A8"/>
  </w:style>
  <w:style w:type="paragraph" w:customStyle="1" w:styleId="8A789B95FA124259B23A9E8062EE7A16">
    <w:name w:val="8A789B95FA124259B23A9E8062EE7A16"/>
    <w:rsid w:val="005310A8"/>
  </w:style>
  <w:style w:type="paragraph" w:customStyle="1" w:styleId="300508D397834903A6CA0D51AE6BB27A">
    <w:name w:val="300508D397834903A6CA0D51AE6BB27A"/>
    <w:rsid w:val="005310A8"/>
  </w:style>
  <w:style w:type="paragraph" w:customStyle="1" w:styleId="9E30B72F14A040348848DA828BA1E8B0">
    <w:name w:val="9E30B72F14A040348848DA828BA1E8B0"/>
    <w:rsid w:val="005310A8"/>
  </w:style>
  <w:style w:type="paragraph" w:customStyle="1" w:styleId="6A8E345905BD4714B37CC491E8E1BC34">
    <w:name w:val="6A8E345905BD4714B37CC491E8E1BC34"/>
    <w:rsid w:val="005310A8"/>
  </w:style>
  <w:style w:type="paragraph" w:customStyle="1" w:styleId="286D5BC436D4476F97F441ADAFE678B2">
    <w:name w:val="286D5BC436D4476F97F441ADAFE678B2"/>
    <w:rsid w:val="005310A8"/>
  </w:style>
  <w:style w:type="paragraph" w:customStyle="1" w:styleId="0ACB70A94E804F2BB8B528FAF0079851">
    <w:name w:val="0ACB70A94E804F2BB8B528FAF0079851"/>
    <w:rsid w:val="005310A8"/>
  </w:style>
  <w:style w:type="paragraph" w:customStyle="1" w:styleId="88D5EBF7600543FB85ED894F95E0D206">
    <w:name w:val="88D5EBF7600543FB85ED894F95E0D206"/>
    <w:rsid w:val="00503898"/>
  </w:style>
  <w:style w:type="paragraph" w:customStyle="1" w:styleId="7DE5DBD371494D1B9F12792F6452ECE0">
    <w:name w:val="7DE5DBD371494D1B9F12792F6452ECE0"/>
    <w:rsid w:val="00503898"/>
  </w:style>
  <w:style w:type="paragraph" w:customStyle="1" w:styleId="7A265BDAA16541EDA1B55A76C18F3021">
    <w:name w:val="7A265BDAA16541EDA1B55A76C18F3021"/>
    <w:rsid w:val="00503898"/>
  </w:style>
  <w:style w:type="paragraph" w:customStyle="1" w:styleId="24AC75589AD14190B61102332C119C28">
    <w:name w:val="24AC75589AD14190B61102332C119C28"/>
    <w:rsid w:val="00503898"/>
  </w:style>
  <w:style w:type="paragraph" w:customStyle="1" w:styleId="399D6F2404AB4CADB8C52EC2FF707860">
    <w:name w:val="399D6F2404AB4CADB8C52EC2FF707860"/>
    <w:rsid w:val="00503898"/>
  </w:style>
  <w:style w:type="paragraph" w:customStyle="1" w:styleId="B3C1C1B8B68C439C865B828F1F67A167">
    <w:name w:val="B3C1C1B8B68C439C865B828F1F67A167"/>
    <w:rsid w:val="00503898"/>
  </w:style>
  <w:style w:type="paragraph" w:customStyle="1" w:styleId="EEF7C5D20CA94A3D9828190686B438E9">
    <w:name w:val="EEF7C5D20CA94A3D9828190686B438E9"/>
    <w:rsid w:val="00503898"/>
  </w:style>
  <w:style w:type="paragraph" w:customStyle="1" w:styleId="E7E3C313C9F24172978C8380DF7A43BE">
    <w:name w:val="E7E3C313C9F24172978C8380DF7A43BE"/>
    <w:rsid w:val="00503898"/>
  </w:style>
  <w:style w:type="paragraph" w:customStyle="1" w:styleId="3C4D370C1CEF4672917B2089D668B388">
    <w:name w:val="3C4D370C1CEF4672917B2089D668B388"/>
    <w:rsid w:val="00503898"/>
  </w:style>
  <w:style w:type="paragraph" w:customStyle="1" w:styleId="979A92C03483471192E19ACBA107138B">
    <w:name w:val="979A92C03483471192E19ACBA107138B"/>
    <w:rsid w:val="00503898"/>
  </w:style>
  <w:style w:type="paragraph" w:customStyle="1" w:styleId="4D5F52362BE341EC8641F8CA6813A845">
    <w:name w:val="4D5F52362BE341EC8641F8CA6813A845"/>
    <w:rsid w:val="00503898"/>
  </w:style>
  <w:style w:type="paragraph" w:customStyle="1" w:styleId="B85DADE21DC942CB8BB39388F215497C">
    <w:name w:val="B85DADE21DC942CB8BB39388F215497C"/>
    <w:rsid w:val="00503898"/>
  </w:style>
  <w:style w:type="paragraph" w:customStyle="1" w:styleId="1F36F7818A654C25BD2FB956AF3FADB1">
    <w:name w:val="1F36F7818A654C25BD2FB956AF3FADB1"/>
    <w:rsid w:val="00503898"/>
  </w:style>
  <w:style w:type="paragraph" w:customStyle="1" w:styleId="D74EC5D9BADC46AD95B102615970C935">
    <w:name w:val="D74EC5D9BADC46AD95B102615970C935"/>
    <w:rsid w:val="00503898"/>
  </w:style>
  <w:style w:type="paragraph" w:customStyle="1" w:styleId="7311CDCB059241CE80889570C421069B">
    <w:name w:val="7311CDCB059241CE80889570C421069B"/>
    <w:rsid w:val="00503898"/>
  </w:style>
  <w:style w:type="paragraph" w:customStyle="1" w:styleId="DF9A4A12A6BA43B99A00FEB9C579070F">
    <w:name w:val="DF9A4A12A6BA43B99A00FEB9C579070F"/>
    <w:rsid w:val="00503898"/>
  </w:style>
  <w:style w:type="paragraph" w:customStyle="1" w:styleId="A6085C1B997943E2BA6BE9EE24921847">
    <w:name w:val="A6085C1B997943E2BA6BE9EE24921847"/>
    <w:rsid w:val="002E25C5"/>
  </w:style>
  <w:style w:type="paragraph" w:customStyle="1" w:styleId="24CDACA362E44E2EA5F78859272D654C">
    <w:name w:val="24CDACA362E44E2EA5F78859272D654C"/>
    <w:rsid w:val="002E25C5"/>
  </w:style>
  <w:style w:type="paragraph" w:customStyle="1" w:styleId="3921E505C0894349AB8CE91F6FBFBA38">
    <w:name w:val="3921E505C0894349AB8CE91F6FBFBA38"/>
    <w:rsid w:val="002E25C5"/>
  </w:style>
  <w:style w:type="paragraph" w:customStyle="1" w:styleId="03C5B2231C724C9CA7C480F44F10A4D0">
    <w:name w:val="03C5B2231C724C9CA7C480F44F10A4D0"/>
    <w:rsid w:val="002E25C5"/>
  </w:style>
  <w:style w:type="paragraph" w:customStyle="1" w:styleId="2497760DCF7F4B53AE241E1549A6034B">
    <w:name w:val="2497760DCF7F4B53AE241E1549A6034B"/>
    <w:rsid w:val="002E25C5"/>
  </w:style>
  <w:style w:type="paragraph" w:customStyle="1" w:styleId="DF6354D76CB64BE0A1C0393D5D45E9E0">
    <w:name w:val="DF6354D76CB64BE0A1C0393D5D45E9E0"/>
    <w:rsid w:val="002E25C5"/>
  </w:style>
  <w:style w:type="paragraph" w:customStyle="1" w:styleId="E805A616CC7B4526B8F001A3CA6A96DE">
    <w:name w:val="E805A616CC7B4526B8F001A3CA6A96DE"/>
    <w:rsid w:val="002E25C5"/>
  </w:style>
  <w:style w:type="paragraph" w:customStyle="1" w:styleId="3C4D6B5FB610439291F20F691FCCAF40">
    <w:name w:val="3C4D6B5FB610439291F20F691FCCAF40"/>
    <w:rsid w:val="002E25C5"/>
  </w:style>
  <w:style w:type="paragraph" w:customStyle="1" w:styleId="D2EE92847FFB4CE895FAA12955474612">
    <w:name w:val="D2EE92847FFB4CE895FAA12955474612"/>
    <w:rsid w:val="002E25C5"/>
  </w:style>
  <w:style w:type="paragraph" w:customStyle="1" w:styleId="38BBB134CB2A433EB1E489F539A7F94E">
    <w:name w:val="38BBB134CB2A433EB1E489F539A7F94E"/>
    <w:rsid w:val="002E25C5"/>
  </w:style>
  <w:style w:type="paragraph" w:customStyle="1" w:styleId="BA22E769AD3C4D228A4EBBD4BB91669F">
    <w:name w:val="BA22E769AD3C4D228A4EBBD4BB91669F"/>
    <w:rsid w:val="002E2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966A9-0F7A-4EFD-A99D-1D87C0F645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CC9B49-2DBF-4181-A635-21ACD3E4A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multchcBBkit</Template>
  <TotalTime>26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Patron</dc:creator>
  <cp:keywords/>
  <dc:description/>
  <cp:lastModifiedBy>user</cp:lastModifiedBy>
  <cp:revision>9</cp:revision>
  <cp:lastPrinted>2011-01-21T18:53:00Z</cp:lastPrinted>
  <dcterms:created xsi:type="dcterms:W3CDTF">2011-03-10T16:46:00Z</dcterms:created>
  <dcterms:modified xsi:type="dcterms:W3CDTF">2011-03-10T17:12:00Z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